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FE75B7" w14:textId="77777777" w:rsidR="0034799D" w:rsidRDefault="0058299E" w:rsidP="0034799D">
      <w:pPr>
        <w:tabs>
          <w:tab w:val="center" w:pos="5103"/>
        </w:tabs>
        <w:ind w:left="0" w:firstLine="0"/>
        <w:rPr>
          <w:b/>
          <w:szCs w:val="22"/>
        </w:rPr>
      </w:pPr>
      <w:r>
        <w:rPr>
          <w:noProof/>
          <w:lang w:eastAsia="en-AU"/>
        </w:rPr>
        <w:drawing>
          <wp:anchor distT="0" distB="0" distL="114300" distR="114300" simplePos="0" relativeHeight="251658240" behindDoc="0" locked="0" layoutInCell="1" allowOverlap="1" wp14:anchorId="5F151466" wp14:editId="46BC85FD">
            <wp:simplePos x="0" y="0"/>
            <wp:positionH relativeFrom="column">
              <wp:align>right</wp:align>
            </wp:positionH>
            <wp:positionV relativeFrom="paragraph">
              <wp:align>top</wp:align>
            </wp:positionV>
            <wp:extent cx="1359535" cy="1002030"/>
            <wp:effectExtent l="0" t="0" r="0" b="7620"/>
            <wp:wrapSquare wrapText="bothSides"/>
            <wp:docPr id="1" name="Picture 1" descr="GOSA_black_V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SA_black_V cop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59535" cy="1002030"/>
                    </a:xfrm>
                    <a:prstGeom prst="rect">
                      <a:avLst/>
                    </a:prstGeom>
                    <a:noFill/>
                    <a:ln>
                      <a:noFill/>
                    </a:ln>
                  </pic:spPr>
                </pic:pic>
              </a:graphicData>
            </a:graphic>
          </wp:anchor>
        </w:drawing>
      </w:r>
      <w:r w:rsidR="0034799D" w:rsidRPr="00971D32">
        <w:tab/>
      </w:r>
      <w:r w:rsidR="00D24AB4">
        <w:rPr>
          <w:b/>
        </w:rPr>
        <w:t xml:space="preserve">STANDARD </w:t>
      </w:r>
      <w:r w:rsidR="006779CA">
        <w:rPr>
          <w:b/>
        </w:rPr>
        <w:t xml:space="preserve">GOODS AND SERVICES </w:t>
      </w:r>
      <w:r w:rsidRPr="0037052A">
        <w:rPr>
          <w:b/>
          <w:szCs w:val="22"/>
        </w:rPr>
        <w:t>AGREEMENT</w:t>
      </w:r>
    </w:p>
    <w:p w14:paraId="7FF6A9F2" w14:textId="77777777" w:rsidR="0034799D" w:rsidRPr="0034799D" w:rsidRDefault="0034799D" w:rsidP="0034799D">
      <w:pPr>
        <w:tabs>
          <w:tab w:val="center" w:pos="5103"/>
        </w:tabs>
        <w:ind w:left="0" w:firstLine="0"/>
        <w:rPr>
          <w:b/>
          <w:szCs w:val="22"/>
          <w:highlight w:val="yellow"/>
        </w:rPr>
      </w:pPr>
      <w:r>
        <w:rPr>
          <w:b/>
          <w:szCs w:val="22"/>
        </w:rPr>
        <w:tab/>
      </w:r>
      <w:r w:rsidRPr="0034799D">
        <w:rPr>
          <w:b/>
          <w:szCs w:val="22"/>
          <w:highlight w:val="yellow"/>
        </w:rPr>
        <w:t>&lt;</w:t>
      </w:r>
      <w:proofErr w:type="gramStart"/>
      <w:r w:rsidRPr="0034799D">
        <w:rPr>
          <w:b/>
          <w:szCs w:val="22"/>
          <w:highlight w:val="yellow"/>
        </w:rPr>
        <w:t>insert</w:t>
      </w:r>
      <w:proofErr w:type="gramEnd"/>
      <w:r w:rsidRPr="0034799D">
        <w:rPr>
          <w:b/>
          <w:szCs w:val="22"/>
          <w:highlight w:val="yellow"/>
        </w:rPr>
        <w:t xml:space="preserve"> title&gt;</w:t>
      </w:r>
    </w:p>
    <w:p w14:paraId="34E29928" w14:textId="77777777" w:rsidR="0034799D" w:rsidRPr="002051DA" w:rsidRDefault="0034799D" w:rsidP="0034799D">
      <w:pPr>
        <w:tabs>
          <w:tab w:val="center" w:pos="5103"/>
        </w:tabs>
        <w:rPr>
          <w:b/>
        </w:rPr>
      </w:pPr>
      <w:r w:rsidRPr="0034799D">
        <w:rPr>
          <w:b/>
          <w:szCs w:val="22"/>
        </w:rPr>
        <w:tab/>
      </w:r>
      <w:r w:rsidRPr="0034799D">
        <w:rPr>
          <w:b/>
          <w:szCs w:val="22"/>
        </w:rPr>
        <w:tab/>
      </w:r>
      <w:r w:rsidRPr="0034799D">
        <w:rPr>
          <w:b/>
          <w:szCs w:val="22"/>
          <w:highlight w:val="yellow"/>
        </w:rPr>
        <w:t>&lt;</w:t>
      </w:r>
      <w:proofErr w:type="gramStart"/>
      <w:r w:rsidRPr="0034799D">
        <w:rPr>
          <w:b/>
          <w:szCs w:val="22"/>
          <w:highlight w:val="yellow"/>
        </w:rPr>
        <w:t>insert</w:t>
      </w:r>
      <w:proofErr w:type="gramEnd"/>
      <w:r w:rsidRPr="0034799D">
        <w:rPr>
          <w:b/>
          <w:szCs w:val="22"/>
          <w:highlight w:val="yellow"/>
        </w:rPr>
        <w:t xml:space="preserve"> No.&gt;</w:t>
      </w:r>
    </w:p>
    <w:p w14:paraId="741A7144" w14:textId="41AB8A9D" w:rsidR="0058299E" w:rsidRPr="00CD194F" w:rsidRDefault="0058299E" w:rsidP="003337EB">
      <w:pPr>
        <w:tabs>
          <w:tab w:val="left" w:pos="4536"/>
        </w:tabs>
        <w:spacing w:before="840"/>
        <w:ind w:left="0" w:firstLine="0"/>
        <w:rPr>
          <w:sz w:val="20"/>
        </w:rPr>
      </w:pPr>
      <w:r w:rsidRPr="00CD194F">
        <w:rPr>
          <w:b/>
          <w:sz w:val="20"/>
          <w:u w:val="single"/>
        </w:rPr>
        <w:t>AGREEMENT</w:t>
      </w:r>
      <w:r w:rsidRPr="00CD194F">
        <w:rPr>
          <w:sz w:val="20"/>
        </w:rPr>
        <w:t xml:space="preserve">   </w:t>
      </w:r>
      <w:r w:rsidR="001D3A07" w:rsidRPr="00CD194F">
        <w:rPr>
          <w:sz w:val="20"/>
        </w:rPr>
        <w:t>made</w:t>
      </w:r>
      <w:r w:rsidR="001D3A07">
        <w:rPr>
          <w:sz w:val="20"/>
        </w:rPr>
        <w:t xml:space="preserve"> on</w:t>
      </w:r>
      <w:r w:rsidR="003C3CF5">
        <w:rPr>
          <w:sz w:val="20"/>
        </w:rPr>
        <w:t xml:space="preserve"> </w:t>
      </w:r>
      <w:r w:rsidR="003C3CF5" w:rsidRPr="003C3CF5">
        <w:rPr>
          <w:sz w:val="20"/>
          <w:highlight w:val="yellow"/>
        </w:rPr>
        <w:t>&lt;insert da</w:t>
      </w:r>
      <w:r w:rsidR="003C3CF5">
        <w:rPr>
          <w:sz w:val="20"/>
          <w:highlight w:val="yellow"/>
        </w:rPr>
        <w:t>y</w:t>
      </w:r>
      <w:r w:rsidR="003C3CF5" w:rsidRPr="003C3CF5">
        <w:rPr>
          <w:sz w:val="20"/>
          <w:highlight w:val="yellow"/>
        </w:rPr>
        <w:t>&gt;</w:t>
      </w:r>
      <w:r w:rsidR="003C3CF5">
        <w:rPr>
          <w:sz w:val="20"/>
        </w:rPr>
        <w:t xml:space="preserve"> of </w:t>
      </w:r>
      <w:r w:rsidR="003C3CF5" w:rsidRPr="003C3CF5">
        <w:rPr>
          <w:sz w:val="20"/>
          <w:highlight w:val="yellow"/>
        </w:rPr>
        <w:t>&lt;insert year&gt;</w:t>
      </w:r>
    </w:p>
    <w:p w14:paraId="35782076" w14:textId="77777777" w:rsidR="0058299E" w:rsidRPr="00CD194F" w:rsidRDefault="0058299E" w:rsidP="00CD194F">
      <w:pPr>
        <w:spacing w:before="480" w:after="480"/>
        <w:ind w:left="0" w:firstLine="0"/>
        <w:rPr>
          <w:b/>
          <w:sz w:val="20"/>
          <w:u w:val="single"/>
        </w:rPr>
      </w:pPr>
      <w:r w:rsidRPr="00CD194F">
        <w:rPr>
          <w:b/>
          <w:sz w:val="20"/>
          <w:u w:val="single"/>
        </w:rPr>
        <w:t>BETWEEN:</w:t>
      </w:r>
    </w:p>
    <w:p w14:paraId="5C8211ED" w14:textId="594AF4D3" w:rsidR="0058299E" w:rsidRPr="00CD194F" w:rsidRDefault="0058299E" w:rsidP="00CD194F">
      <w:pPr>
        <w:spacing w:before="360" w:after="360"/>
        <w:ind w:left="0" w:firstLine="0"/>
        <w:rPr>
          <w:b/>
          <w:sz w:val="20"/>
        </w:rPr>
      </w:pPr>
      <w:r w:rsidRPr="00CD194F">
        <w:rPr>
          <w:b/>
          <w:bCs/>
          <w:sz w:val="20"/>
          <w:u w:val="single"/>
        </w:rPr>
        <w:t>THE GOVERNMENT PARTY NAMED IN ITEM 1 OF ATTACHMENT 1</w:t>
      </w:r>
      <w:r w:rsidRPr="00CD194F">
        <w:rPr>
          <w:sz w:val="20"/>
        </w:rPr>
        <w:t xml:space="preserve"> (“</w:t>
      </w:r>
      <w:r w:rsidRPr="00CD194F">
        <w:rPr>
          <w:b/>
          <w:sz w:val="20"/>
        </w:rPr>
        <w:t xml:space="preserve">the </w:t>
      </w:r>
      <w:r w:rsidR="0034799D">
        <w:rPr>
          <w:b/>
          <w:sz w:val="20"/>
        </w:rPr>
        <w:t>Government Party</w:t>
      </w:r>
      <w:r w:rsidRPr="00CD194F">
        <w:rPr>
          <w:sz w:val="20"/>
        </w:rPr>
        <w:t>”)</w:t>
      </w:r>
    </w:p>
    <w:p w14:paraId="04F6A0BF" w14:textId="77777777" w:rsidR="0058299E" w:rsidRPr="00CD194F" w:rsidRDefault="0058299E" w:rsidP="00CD194F">
      <w:pPr>
        <w:spacing w:before="480" w:after="480"/>
        <w:ind w:left="0" w:firstLine="0"/>
        <w:rPr>
          <w:b/>
          <w:sz w:val="20"/>
          <w:u w:val="single"/>
        </w:rPr>
      </w:pPr>
      <w:r w:rsidRPr="00CD194F">
        <w:rPr>
          <w:b/>
          <w:sz w:val="20"/>
          <w:u w:val="single"/>
        </w:rPr>
        <w:t>AND:</w:t>
      </w:r>
    </w:p>
    <w:p w14:paraId="0481653B" w14:textId="2B9F2D34" w:rsidR="0058299E" w:rsidRPr="00CD194F" w:rsidRDefault="0058299E" w:rsidP="00B272C2">
      <w:pPr>
        <w:spacing w:before="360" w:after="240"/>
        <w:ind w:left="0" w:firstLine="0"/>
        <w:rPr>
          <w:b/>
          <w:sz w:val="20"/>
          <w:highlight w:val="yellow"/>
          <w:u w:val="single"/>
        </w:rPr>
      </w:pPr>
      <w:r w:rsidRPr="00CD194F">
        <w:rPr>
          <w:b/>
          <w:sz w:val="20"/>
          <w:u w:val="single"/>
        </w:rPr>
        <w:t>THE PARTY NAMED IN ITEM 2 OF ATTACHMENT 1</w:t>
      </w:r>
      <w:r w:rsidRPr="00CD194F">
        <w:rPr>
          <w:sz w:val="20"/>
        </w:rPr>
        <w:t xml:space="preserve"> (“</w:t>
      </w:r>
      <w:r w:rsidRPr="00CD194F">
        <w:rPr>
          <w:b/>
          <w:sz w:val="20"/>
        </w:rPr>
        <w:t xml:space="preserve">the </w:t>
      </w:r>
      <w:r w:rsidR="00971D32">
        <w:rPr>
          <w:b/>
          <w:sz w:val="20"/>
        </w:rPr>
        <w:t>Supplier</w:t>
      </w:r>
      <w:r w:rsidRPr="00CD194F">
        <w:rPr>
          <w:sz w:val="20"/>
        </w:rPr>
        <w:t>”)</w:t>
      </w:r>
    </w:p>
    <w:p w14:paraId="7315317E" w14:textId="77777777" w:rsidR="0058299E" w:rsidRPr="00CD194F" w:rsidRDefault="0058299E" w:rsidP="00B272C2">
      <w:pPr>
        <w:spacing w:after="0"/>
        <w:ind w:left="0" w:firstLine="0"/>
        <w:rPr>
          <w:b/>
          <w:sz w:val="20"/>
          <w:u w:val="single"/>
        </w:rPr>
      </w:pPr>
    </w:p>
    <w:p w14:paraId="0F189D4C" w14:textId="77777777" w:rsidR="0058299E" w:rsidRPr="00CD194F" w:rsidRDefault="0058299E" w:rsidP="007F66A5">
      <w:pPr>
        <w:ind w:left="0" w:firstLine="0"/>
        <w:rPr>
          <w:sz w:val="20"/>
        </w:rPr>
      </w:pPr>
      <w:r w:rsidRPr="00CD194F">
        <w:rPr>
          <w:b/>
          <w:sz w:val="20"/>
          <w:u w:val="single"/>
        </w:rPr>
        <w:t>IT IS AGREED</w:t>
      </w:r>
      <w:r w:rsidRPr="00CD194F">
        <w:rPr>
          <w:sz w:val="20"/>
        </w:rPr>
        <w:t xml:space="preserve"> that this</w:t>
      </w:r>
      <w:r w:rsidR="003C3CF5">
        <w:rPr>
          <w:sz w:val="20"/>
        </w:rPr>
        <w:t xml:space="preserve"> Execution Page</w:t>
      </w:r>
      <w:r w:rsidRPr="00CD194F">
        <w:rPr>
          <w:sz w:val="20"/>
        </w:rPr>
        <w:t xml:space="preserve">, the Agreement Details (Attachment 1), the Terms and Conditions (Attachment 2), </w:t>
      </w:r>
      <w:r w:rsidR="009E52FB">
        <w:rPr>
          <w:sz w:val="20"/>
        </w:rPr>
        <w:t>the Glossary</w:t>
      </w:r>
      <w:r w:rsidR="003C3CF5">
        <w:rPr>
          <w:sz w:val="20"/>
        </w:rPr>
        <w:t xml:space="preserve"> of Defined Terms</w:t>
      </w:r>
      <w:r w:rsidR="009E52FB">
        <w:rPr>
          <w:sz w:val="20"/>
        </w:rPr>
        <w:t xml:space="preserve"> (Attachment 3)</w:t>
      </w:r>
      <w:r w:rsidR="003C3CF5">
        <w:rPr>
          <w:sz w:val="20"/>
        </w:rPr>
        <w:t>,</w:t>
      </w:r>
      <w:r w:rsidR="009E52FB">
        <w:rPr>
          <w:sz w:val="20"/>
        </w:rPr>
        <w:t xml:space="preserve"> </w:t>
      </w:r>
      <w:r w:rsidRPr="00CD194F">
        <w:rPr>
          <w:sz w:val="20"/>
        </w:rPr>
        <w:t xml:space="preserve">the </w:t>
      </w:r>
      <w:r w:rsidR="009E52FB">
        <w:rPr>
          <w:sz w:val="20"/>
        </w:rPr>
        <w:t>Special Conditions (Attachment 4</w:t>
      </w:r>
      <w:r w:rsidRPr="00CD194F">
        <w:rPr>
          <w:sz w:val="20"/>
        </w:rPr>
        <w:t>)</w:t>
      </w:r>
      <w:r w:rsidR="003C3CF5">
        <w:rPr>
          <w:sz w:val="20"/>
        </w:rPr>
        <w:t>,</w:t>
      </w:r>
      <w:r w:rsidR="00EC7F5F">
        <w:rPr>
          <w:sz w:val="20"/>
        </w:rPr>
        <w:t xml:space="preserve"> </w:t>
      </w:r>
      <w:r w:rsidR="009E52FB">
        <w:rPr>
          <w:sz w:val="20"/>
        </w:rPr>
        <w:t xml:space="preserve">the </w:t>
      </w:r>
      <w:r w:rsidR="00454029">
        <w:rPr>
          <w:sz w:val="20"/>
        </w:rPr>
        <w:t>Specifications</w:t>
      </w:r>
      <w:r w:rsidR="009E52FB">
        <w:rPr>
          <w:sz w:val="20"/>
        </w:rPr>
        <w:t xml:space="preserve"> (Attachment 5</w:t>
      </w:r>
      <w:r w:rsidRPr="00CD194F">
        <w:rPr>
          <w:sz w:val="20"/>
        </w:rPr>
        <w:t xml:space="preserve">) </w:t>
      </w:r>
      <w:r w:rsidR="003F4643">
        <w:rPr>
          <w:sz w:val="20"/>
        </w:rPr>
        <w:t>and the Pricing and Payment (Attachment 6)</w:t>
      </w:r>
      <w:r w:rsidR="00EC7F5F">
        <w:rPr>
          <w:sz w:val="20"/>
        </w:rPr>
        <w:t>,</w:t>
      </w:r>
      <w:r w:rsidR="003F4643">
        <w:rPr>
          <w:sz w:val="20"/>
        </w:rPr>
        <w:t xml:space="preserve"> </w:t>
      </w:r>
      <w:r w:rsidRPr="00CD194F">
        <w:rPr>
          <w:sz w:val="20"/>
        </w:rPr>
        <w:t>will together comprise th</w:t>
      </w:r>
      <w:r w:rsidR="007C2DBD">
        <w:rPr>
          <w:sz w:val="20"/>
        </w:rPr>
        <w:t xml:space="preserve">e Agreement between the Parties for the provision of </w:t>
      </w:r>
      <w:r w:rsidR="003F4643">
        <w:rPr>
          <w:sz w:val="20"/>
        </w:rPr>
        <w:t>the Goods and/or Services specified in Attachment 1.</w:t>
      </w:r>
    </w:p>
    <w:p w14:paraId="2F03C2D7" w14:textId="77777777" w:rsidR="00854DBE" w:rsidRDefault="00854DBE" w:rsidP="000E613B">
      <w:pPr>
        <w:pStyle w:val="Body1"/>
      </w:pPr>
      <w:bookmarkStart w:id="0" w:name="OLE_LINK7"/>
      <w:bookmarkStart w:id="1" w:name="OLE_LINK8"/>
    </w:p>
    <w:p w14:paraId="3E567085" w14:textId="77777777" w:rsidR="00854DBE" w:rsidRDefault="00854DBE" w:rsidP="00854DBE">
      <w:pPr>
        <w:pStyle w:val="Body1"/>
        <w:ind w:left="0"/>
        <w:rPr>
          <w:highlight w:val="green"/>
        </w:rPr>
      </w:pPr>
    </w:p>
    <w:p w14:paraId="152783EC" w14:textId="77777777" w:rsidR="0063033F" w:rsidRPr="00854DBE" w:rsidRDefault="0063033F" w:rsidP="00854DBE">
      <w:pPr>
        <w:pStyle w:val="Body1"/>
        <w:ind w:left="0"/>
        <w:rPr>
          <w:b/>
          <w:sz w:val="20"/>
          <w:u w:val="single"/>
        </w:rPr>
      </w:pPr>
      <w:r w:rsidRPr="00854DBE">
        <w:rPr>
          <w:b/>
          <w:sz w:val="20"/>
          <w:u w:val="single"/>
        </w:rPr>
        <w:t>EXECUTED AS AN AGREEMENT</w:t>
      </w:r>
    </w:p>
    <w:p w14:paraId="27FCB3E7" w14:textId="77777777" w:rsidR="00854DBE" w:rsidRPr="00854DBE" w:rsidRDefault="00854DBE" w:rsidP="00854DBE">
      <w:pPr>
        <w:pStyle w:val="Body1"/>
        <w:ind w:left="0"/>
        <w:rPr>
          <w:sz w:val="20"/>
          <w:highlight w:val="green"/>
        </w:rPr>
      </w:pPr>
    </w:p>
    <w:p w14:paraId="248E5D1E" w14:textId="77777777" w:rsidR="003337EB" w:rsidRPr="00854DBE" w:rsidRDefault="00BC0132" w:rsidP="00854DBE">
      <w:pPr>
        <w:pStyle w:val="Body1"/>
        <w:ind w:left="0"/>
        <w:rPr>
          <w:b/>
          <w:i/>
          <w:sz w:val="20"/>
        </w:rPr>
      </w:pPr>
      <w:r w:rsidRPr="00854DBE">
        <w:rPr>
          <w:b/>
          <w:i/>
          <w:sz w:val="20"/>
          <w:highlight w:val="green"/>
        </w:rPr>
        <w:t>INSERT EXECUTION BLOCKS</w:t>
      </w:r>
      <w:r w:rsidR="00B16CBA" w:rsidRPr="00854DBE">
        <w:rPr>
          <w:b/>
          <w:i/>
          <w:sz w:val="20"/>
          <w:highlight w:val="green"/>
        </w:rPr>
        <w:t xml:space="preserve"> BELOW</w:t>
      </w:r>
      <w:r w:rsidR="00504A67" w:rsidRPr="00854DBE">
        <w:rPr>
          <w:b/>
          <w:i/>
          <w:sz w:val="20"/>
          <w:highlight w:val="green"/>
        </w:rPr>
        <w:t xml:space="preserve"> </w:t>
      </w:r>
    </w:p>
    <w:p w14:paraId="04970438" w14:textId="77777777" w:rsidR="0059039F" w:rsidRPr="00854DBE" w:rsidRDefault="0059039F" w:rsidP="0059039F">
      <w:pPr>
        <w:ind w:left="0" w:firstLine="0"/>
        <w:rPr>
          <w:i/>
          <w:color w:val="FF0000"/>
          <w:sz w:val="20"/>
        </w:rPr>
      </w:pPr>
    </w:p>
    <w:p w14:paraId="3089944A" w14:textId="77777777" w:rsidR="00146DCA" w:rsidRDefault="00146DCA" w:rsidP="0059039F">
      <w:pPr>
        <w:ind w:left="0" w:firstLine="0"/>
        <w:rPr>
          <w:i/>
          <w:color w:val="FF0000"/>
          <w:sz w:val="20"/>
        </w:rPr>
      </w:pPr>
    </w:p>
    <w:p w14:paraId="290A9A59" w14:textId="08065DD3" w:rsidR="00146DCA" w:rsidRPr="002051DA" w:rsidRDefault="00146DCA" w:rsidP="0059039F">
      <w:pPr>
        <w:ind w:left="0" w:firstLine="0"/>
        <w:rPr>
          <w:i/>
          <w:color w:val="FF0000"/>
          <w:sz w:val="20"/>
        </w:rPr>
      </w:pPr>
    </w:p>
    <w:bookmarkEnd w:id="0"/>
    <w:bookmarkEnd w:id="1"/>
    <w:p w14:paraId="16D01C68" w14:textId="77777777" w:rsidR="00146DCA" w:rsidRDefault="00146DCA" w:rsidP="0058299E">
      <w:pPr>
        <w:pageBreakBefore/>
        <w:jc w:val="center"/>
        <w:rPr>
          <w:b/>
          <w:sz w:val="20"/>
        </w:rPr>
        <w:sectPr w:rsidR="00146DCA" w:rsidSect="0037052A">
          <w:headerReference w:type="default" r:id="rId9"/>
          <w:footerReference w:type="default" r:id="rId10"/>
          <w:headerReference w:type="first" r:id="rId11"/>
          <w:footerReference w:type="first" r:id="rId12"/>
          <w:pgSz w:w="11907" w:h="16840" w:code="9"/>
          <w:pgMar w:top="1077" w:right="851" w:bottom="964" w:left="851" w:header="720" w:footer="454" w:gutter="0"/>
          <w:pgNumType w:start="1"/>
          <w:cols w:space="720"/>
          <w:titlePg/>
          <w:docGrid w:linePitch="299"/>
        </w:sectPr>
      </w:pPr>
    </w:p>
    <w:p w14:paraId="48DE6D9D" w14:textId="77777777" w:rsidR="0058299E" w:rsidRPr="001A3F94" w:rsidRDefault="0058299E" w:rsidP="00946649">
      <w:pPr>
        <w:pageBreakBefore/>
        <w:ind w:left="0" w:firstLine="0"/>
        <w:jc w:val="center"/>
        <w:rPr>
          <w:b/>
          <w:sz w:val="20"/>
        </w:rPr>
      </w:pPr>
      <w:r w:rsidRPr="001A3F94">
        <w:rPr>
          <w:b/>
          <w:sz w:val="20"/>
        </w:rPr>
        <w:lastRenderedPageBreak/>
        <w:t>Attachment 1 - Agreement Details</w:t>
      </w:r>
      <w:r w:rsidR="009E64EE">
        <w:rPr>
          <w:b/>
          <w:sz w:val="20"/>
        </w:rPr>
        <w:t xml:space="preserve"> </w:t>
      </w:r>
    </w:p>
    <w:p w14:paraId="182003D8" w14:textId="77777777" w:rsidR="0058299E" w:rsidRPr="001A3F94" w:rsidRDefault="0058299E" w:rsidP="0058299E">
      <w:pPr>
        <w:rPr>
          <w:sz w:val="20"/>
        </w:rPr>
      </w:pPr>
    </w:p>
    <w:tbl>
      <w:tblPr>
        <w:tblW w:w="10348" w:type="dxa"/>
        <w:tblInd w:w="-34"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1276"/>
        <w:gridCol w:w="2977"/>
        <w:gridCol w:w="6095"/>
      </w:tblGrid>
      <w:tr w:rsidR="0058299E" w:rsidRPr="001A3F94" w14:paraId="33698D6D" w14:textId="77777777" w:rsidTr="001B08F9">
        <w:tc>
          <w:tcPr>
            <w:tcW w:w="1276" w:type="dxa"/>
          </w:tcPr>
          <w:p w14:paraId="1F4026D9" w14:textId="77777777" w:rsidR="0058299E" w:rsidRPr="001A3F94" w:rsidRDefault="0058299E" w:rsidP="0058299E">
            <w:pPr>
              <w:keepLines/>
              <w:numPr>
                <w:ilvl w:val="0"/>
                <w:numId w:val="4"/>
              </w:numPr>
              <w:spacing w:before="120"/>
              <w:rPr>
                <w:b/>
                <w:sz w:val="20"/>
              </w:rPr>
            </w:pPr>
          </w:p>
        </w:tc>
        <w:tc>
          <w:tcPr>
            <w:tcW w:w="2977" w:type="dxa"/>
          </w:tcPr>
          <w:p w14:paraId="7B1F2134" w14:textId="054E25CB" w:rsidR="0058299E" w:rsidRPr="001A3F94" w:rsidRDefault="0034799D" w:rsidP="009938AF">
            <w:pPr>
              <w:spacing w:before="120"/>
              <w:ind w:left="33" w:firstLine="0"/>
              <w:rPr>
                <w:b/>
                <w:sz w:val="20"/>
              </w:rPr>
            </w:pPr>
            <w:r>
              <w:rPr>
                <w:b/>
                <w:sz w:val="20"/>
              </w:rPr>
              <w:t>Government Party</w:t>
            </w:r>
          </w:p>
        </w:tc>
        <w:tc>
          <w:tcPr>
            <w:tcW w:w="6095" w:type="dxa"/>
          </w:tcPr>
          <w:p w14:paraId="7449C7F1" w14:textId="77777777" w:rsidR="0058299E" w:rsidRDefault="009E209A" w:rsidP="009938AF">
            <w:pPr>
              <w:spacing w:before="120"/>
              <w:ind w:left="0" w:hanging="54"/>
              <w:rPr>
                <w:sz w:val="20"/>
                <w:highlight w:val="yellow"/>
              </w:rPr>
            </w:pPr>
            <w:r>
              <w:rPr>
                <w:sz w:val="20"/>
                <w:highlight w:val="yellow"/>
              </w:rPr>
              <w:t>&lt;</w:t>
            </w:r>
            <w:r w:rsidR="0058299E">
              <w:rPr>
                <w:sz w:val="20"/>
                <w:highlight w:val="yellow"/>
              </w:rPr>
              <w:t>insert name</w:t>
            </w:r>
            <w:r>
              <w:rPr>
                <w:sz w:val="20"/>
                <w:highlight w:val="yellow"/>
              </w:rPr>
              <w:t>&gt;</w:t>
            </w:r>
          </w:p>
          <w:p w14:paraId="4D8852B9" w14:textId="77777777" w:rsidR="0063033F" w:rsidRDefault="0063033F" w:rsidP="009938AF">
            <w:pPr>
              <w:spacing w:before="120"/>
              <w:ind w:left="0" w:hanging="54"/>
              <w:rPr>
                <w:sz w:val="20"/>
                <w:highlight w:val="yellow"/>
              </w:rPr>
            </w:pPr>
            <w:r>
              <w:rPr>
                <w:sz w:val="20"/>
                <w:highlight w:val="yellow"/>
              </w:rPr>
              <w:t>&lt;insert ABN&gt;</w:t>
            </w:r>
          </w:p>
          <w:p w14:paraId="01DA6BE3" w14:textId="77777777" w:rsidR="0058299E" w:rsidRPr="001A3F94" w:rsidRDefault="009E209A" w:rsidP="009938AF">
            <w:pPr>
              <w:spacing w:before="120"/>
              <w:ind w:left="0" w:hanging="54"/>
              <w:rPr>
                <w:sz w:val="20"/>
                <w:highlight w:val="yellow"/>
              </w:rPr>
            </w:pPr>
            <w:r>
              <w:rPr>
                <w:sz w:val="20"/>
                <w:highlight w:val="yellow"/>
              </w:rPr>
              <w:t>&lt;</w:t>
            </w:r>
            <w:r w:rsidR="0058299E">
              <w:rPr>
                <w:sz w:val="20"/>
                <w:highlight w:val="yellow"/>
              </w:rPr>
              <w:t>insert address</w:t>
            </w:r>
            <w:r>
              <w:rPr>
                <w:sz w:val="20"/>
                <w:highlight w:val="yellow"/>
              </w:rPr>
              <w:t>&gt;</w:t>
            </w:r>
          </w:p>
        </w:tc>
      </w:tr>
      <w:tr w:rsidR="0058299E" w:rsidRPr="001A3F94" w14:paraId="3E1025E2" w14:textId="77777777" w:rsidTr="001B08F9">
        <w:tc>
          <w:tcPr>
            <w:tcW w:w="1276" w:type="dxa"/>
          </w:tcPr>
          <w:p w14:paraId="73635DA6" w14:textId="77777777" w:rsidR="0058299E" w:rsidRPr="001A3F94" w:rsidRDefault="0058299E" w:rsidP="0058299E">
            <w:pPr>
              <w:keepLines/>
              <w:numPr>
                <w:ilvl w:val="0"/>
                <w:numId w:val="4"/>
              </w:numPr>
              <w:spacing w:before="120"/>
              <w:rPr>
                <w:b/>
                <w:sz w:val="20"/>
              </w:rPr>
            </w:pPr>
          </w:p>
        </w:tc>
        <w:tc>
          <w:tcPr>
            <w:tcW w:w="2977" w:type="dxa"/>
          </w:tcPr>
          <w:p w14:paraId="460C8BFC" w14:textId="220C92FF" w:rsidR="0058299E" w:rsidRPr="001A3F94" w:rsidRDefault="00971D32" w:rsidP="009938AF">
            <w:pPr>
              <w:spacing w:before="120"/>
              <w:ind w:left="33" w:firstLine="0"/>
              <w:rPr>
                <w:b/>
                <w:sz w:val="20"/>
              </w:rPr>
            </w:pPr>
            <w:r>
              <w:rPr>
                <w:b/>
                <w:sz w:val="20"/>
              </w:rPr>
              <w:t>Supplier</w:t>
            </w:r>
          </w:p>
        </w:tc>
        <w:tc>
          <w:tcPr>
            <w:tcW w:w="6095" w:type="dxa"/>
          </w:tcPr>
          <w:p w14:paraId="6A6324ED" w14:textId="77777777" w:rsidR="0058299E" w:rsidRDefault="009E209A" w:rsidP="009938AF">
            <w:pPr>
              <w:spacing w:before="120"/>
              <w:ind w:left="0" w:hanging="54"/>
              <w:rPr>
                <w:sz w:val="20"/>
                <w:highlight w:val="yellow"/>
              </w:rPr>
            </w:pPr>
            <w:r>
              <w:rPr>
                <w:sz w:val="20"/>
                <w:highlight w:val="yellow"/>
              </w:rPr>
              <w:t>&lt;</w:t>
            </w:r>
            <w:r w:rsidR="0058299E">
              <w:rPr>
                <w:sz w:val="20"/>
                <w:highlight w:val="yellow"/>
              </w:rPr>
              <w:t>insert name</w:t>
            </w:r>
            <w:r>
              <w:rPr>
                <w:sz w:val="20"/>
                <w:highlight w:val="yellow"/>
              </w:rPr>
              <w:t>&gt;</w:t>
            </w:r>
          </w:p>
          <w:p w14:paraId="788C84E4" w14:textId="77777777" w:rsidR="0063033F" w:rsidRDefault="0063033F" w:rsidP="009938AF">
            <w:pPr>
              <w:spacing w:before="120"/>
              <w:ind w:left="0" w:hanging="54"/>
              <w:rPr>
                <w:sz w:val="20"/>
                <w:highlight w:val="yellow"/>
              </w:rPr>
            </w:pPr>
            <w:r>
              <w:rPr>
                <w:sz w:val="20"/>
                <w:highlight w:val="yellow"/>
              </w:rPr>
              <w:t>&lt;insert ACN&gt;</w:t>
            </w:r>
          </w:p>
          <w:p w14:paraId="41D31524" w14:textId="77777777" w:rsidR="00C32E66" w:rsidRDefault="009E209A" w:rsidP="00A926D0">
            <w:pPr>
              <w:spacing w:before="120"/>
              <w:ind w:left="0" w:hanging="54"/>
              <w:rPr>
                <w:sz w:val="20"/>
                <w:highlight w:val="yellow"/>
              </w:rPr>
            </w:pPr>
            <w:r>
              <w:rPr>
                <w:sz w:val="20"/>
                <w:highlight w:val="yellow"/>
              </w:rPr>
              <w:t>&lt;</w:t>
            </w:r>
            <w:r w:rsidR="0058299E">
              <w:rPr>
                <w:sz w:val="20"/>
                <w:highlight w:val="yellow"/>
              </w:rPr>
              <w:t>insert address</w:t>
            </w:r>
            <w:r>
              <w:rPr>
                <w:sz w:val="20"/>
                <w:highlight w:val="yellow"/>
              </w:rPr>
              <w:t>&gt;</w:t>
            </w:r>
          </w:p>
          <w:p w14:paraId="59DED8B9" w14:textId="77777777" w:rsidR="00B272C2" w:rsidRPr="00343955" w:rsidRDefault="00B272C2" w:rsidP="00A926D0">
            <w:pPr>
              <w:spacing w:before="120"/>
              <w:ind w:left="0" w:hanging="54"/>
              <w:rPr>
                <w:sz w:val="20"/>
              </w:rPr>
            </w:pPr>
            <w:r w:rsidRPr="00343955">
              <w:rPr>
                <w:sz w:val="20"/>
              </w:rPr>
              <w:t>Where trustee:</w:t>
            </w:r>
          </w:p>
          <w:p w14:paraId="552D1875" w14:textId="77777777" w:rsidR="00B272C2" w:rsidRPr="001A3F94" w:rsidRDefault="00B272C2" w:rsidP="00A926D0">
            <w:pPr>
              <w:spacing w:before="120"/>
              <w:ind w:left="0" w:hanging="54"/>
              <w:rPr>
                <w:sz w:val="20"/>
                <w:highlight w:val="yellow"/>
              </w:rPr>
            </w:pPr>
            <w:r>
              <w:rPr>
                <w:sz w:val="20"/>
                <w:highlight w:val="yellow"/>
              </w:rPr>
              <w:t>&lt;insert name of trust&gt;</w:t>
            </w:r>
          </w:p>
        </w:tc>
      </w:tr>
      <w:tr w:rsidR="0058299E" w:rsidRPr="001A3F94" w14:paraId="79D4C75D" w14:textId="77777777" w:rsidTr="001B08F9">
        <w:tc>
          <w:tcPr>
            <w:tcW w:w="1276" w:type="dxa"/>
          </w:tcPr>
          <w:p w14:paraId="0C8A1FBA" w14:textId="77777777" w:rsidR="0058299E" w:rsidRPr="001A3F94" w:rsidRDefault="0058299E" w:rsidP="0058299E">
            <w:pPr>
              <w:keepLines/>
              <w:numPr>
                <w:ilvl w:val="0"/>
                <w:numId w:val="4"/>
              </w:numPr>
              <w:spacing w:before="120"/>
              <w:rPr>
                <w:b/>
                <w:sz w:val="20"/>
              </w:rPr>
            </w:pPr>
          </w:p>
        </w:tc>
        <w:tc>
          <w:tcPr>
            <w:tcW w:w="2977" w:type="dxa"/>
          </w:tcPr>
          <w:p w14:paraId="29EFE722" w14:textId="77777777" w:rsidR="0058299E" w:rsidRPr="001A3F94" w:rsidRDefault="0058299E" w:rsidP="009938AF">
            <w:pPr>
              <w:spacing w:before="120"/>
              <w:ind w:left="33" w:firstLine="0"/>
              <w:rPr>
                <w:b/>
                <w:sz w:val="20"/>
              </w:rPr>
            </w:pPr>
            <w:r w:rsidRPr="001A3F94">
              <w:rPr>
                <w:b/>
                <w:sz w:val="20"/>
              </w:rPr>
              <w:t>Commencement Date</w:t>
            </w:r>
          </w:p>
        </w:tc>
        <w:tc>
          <w:tcPr>
            <w:tcW w:w="6095" w:type="dxa"/>
          </w:tcPr>
          <w:p w14:paraId="7382BE8B" w14:textId="77777777" w:rsidR="0058299E" w:rsidRPr="001A3F94" w:rsidRDefault="009E209A" w:rsidP="009938AF">
            <w:pPr>
              <w:spacing w:before="120"/>
              <w:ind w:left="0" w:hanging="54"/>
              <w:rPr>
                <w:b/>
                <w:sz w:val="20"/>
              </w:rPr>
            </w:pPr>
            <w:r>
              <w:rPr>
                <w:sz w:val="20"/>
                <w:highlight w:val="yellow"/>
              </w:rPr>
              <w:t>&lt;</w:t>
            </w:r>
            <w:r w:rsidR="0058299E" w:rsidRPr="001A3F94">
              <w:rPr>
                <w:sz w:val="20"/>
                <w:highlight w:val="yellow"/>
              </w:rPr>
              <w:t>insert</w:t>
            </w:r>
            <w:r>
              <w:rPr>
                <w:sz w:val="20"/>
                <w:highlight w:val="yellow"/>
              </w:rPr>
              <w:t>&gt;</w:t>
            </w:r>
          </w:p>
        </w:tc>
      </w:tr>
      <w:tr w:rsidR="0058299E" w:rsidRPr="001A3F94" w14:paraId="76756C98" w14:textId="77777777" w:rsidTr="001B08F9">
        <w:tc>
          <w:tcPr>
            <w:tcW w:w="1276" w:type="dxa"/>
          </w:tcPr>
          <w:p w14:paraId="72F13823" w14:textId="77777777" w:rsidR="0058299E" w:rsidRPr="001A3F94" w:rsidRDefault="0058299E" w:rsidP="0058299E">
            <w:pPr>
              <w:keepLines/>
              <w:numPr>
                <w:ilvl w:val="0"/>
                <w:numId w:val="4"/>
              </w:numPr>
              <w:spacing w:before="120"/>
              <w:rPr>
                <w:b/>
                <w:sz w:val="20"/>
              </w:rPr>
            </w:pPr>
          </w:p>
        </w:tc>
        <w:tc>
          <w:tcPr>
            <w:tcW w:w="2977" w:type="dxa"/>
          </w:tcPr>
          <w:p w14:paraId="2B039293" w14:textId="77777777" w:rsidR="0058299E" w:rsidRPr="001A3F94" w:rsidRDefault="0058299E" w:rsidP="009938AF">
            <w:pPr>
              <w:spacing w:before="120"/>
              <w:ind w:left="33" w:firstLine="0"/>
              <w:rPr>
                <w:sz w:val="20"/>
              </w:rPr>
            </w:pPr>
            <w:r w:rsidRPr="001A3F94">
              <w:rPr>
                <w:b/>
                <w:sz w:val="20"/>
              </w:rPr>
              <w:t>Expiry Date</w:t>
            </w:r>
          </w:p>
        </w:tc>
        <w:tc>
          <w:tcPr>
            <w:tcW w:w="6095" w:type="dxa"/>
          </w:tcPr>
          <w:p w14:paraId="431ACE9E" w14:textId="77777777" w:rsidR="0058299E" w:rsidRPr="001A3F94" w:rsidRDefault="009E209A" w:rsidP="00212D34">
            <w:pPr>
              <w:spacing w:before="120"/>
              <w:ind w:left="0" w:hanging="54"/>
              <w:rPr>
                <w:b/>
                <w:sz w:val="20"/>
              </w:rPr>
            </w:pPr>
            <w:r>
              <w:rPr>
                <w:sz w:val="20"/>
                <w:highlight w:val="yellow"/>
              </w:rPr>
              <w:t>&lt;</w:t>
            </w:r>
            <w:r w:rsidR="0058299E" w:rsidRPr="001A3F94">
              <w:rPr>
                <w:sz w:val="20"/>
                <w:highlight w:val="yellow"/>
              </w:rPr>
              <w:t>insert</w:t>
            </w:r>
            <w:r w:rsidR="00581013">
              <w:rPr>
                <w:sz w:val="20"/>
                <w:highlight w:val="yellow"/>
              </w:rPr>
              <w:t xml:space="preserve"> date</w:t>
            </w:r>
            <w:r w:rsidR="0043003B">
              <w:rPr>
                <w:sz w:val="20"/>
                <w:highlight w:val="yellow"/>
              </w:rPr>
              <w:t xml:space="preserve"> (e.g. date that Goods are accepted</w:t>
            </w:r>
            <w:r w:rsidR="00212D34">
              <w:rPr>
                <w:sz w:val="20"/>
                <w:highlight w:val="yellow"/>
              </w:rPr>
              <w:t xml:space="preserve"> or the expiry of any applicable Goods warranty or last date for performance of Services)</w:t>
            </w:r>
            <w:r>
              <w:rPr>
                <w:sz w:val="20"/>
                <w:highlight w:val="yellow"/>
              </w:rPr>
              <w:t>&gt;</w:t>
            </w:r>
          </w:p>
        </w:tc>
      </w:tr>
      <w:tr w:rsidR="0043003B" w:rsidRPr="001A3F94" w14:paraId="49DBD908" w14:textId="77777777" w:rsidTr="001B08F9">
        <w:tc>
          <w:tcPr>
            <w:tcW w:w="1276" w:type="dxa"/>
          </w:tcPr>
          <w:p w14:paraId="11D40453" w14:textId="77777777" w:rsidR="0043003B" w:rsidRPr="001A3F94" w:rsidRDefault="0043003B" w:rsidP="0058299E">
            <w:pPr>
              <w:keepLines/>
              <w:numPr>
                <w:ilvl w:val="0"/>
                <w:numId w:val="4"/>
              </w:numPr>
              <w:spacing w:before="120"/>
              <w:rPr>
                <w:b/>
                <w:sz w:val="20"/>
              </w:rPr>
            </w:pPr>
          </w:p>
        </w:tc>
        <w:tc>
          <w:tcPr>
            <w:tcW w:w="2977" w:type="dxa"/>
          </w:tcPr>
          <w:p w14:paraId="0DB6966F" w14:textId="77777777" w:rsidR="0043003B" w:rsidRPr="001A3F94" w:rsidRDefault="00AA1067" w:rsidP="009938AF">
            <w:pPr>
              <w:spacing w:before="120"/>
              <w:ind w:left="33" w:firstLine="0"/>
              <w:rPr>
                <w:b/>
                <w:sz w:val="20"/>
              </w:rPr>
            </w:pPr>
            <w:r>
              <w:rPr>
                <w:b/>
                <w:sz w:val="20"/>
              </w:rPr>
              <w:t>Extension</w:t>
            </w:r>
            <w:r w:rsidR="0043003B">
              <w:rPr>
                <w:b/>
                <w:sz w:val="20"/>
              </w:rPr>
              <w:t xml:space="preserve"> Period</w:t>
            </w:r>
          </w:p>
        </w:tc>
        <w:tc>
          <w:tcPr>
            <w:tcW w:w="6095" w:type="dxa"/>
          </w:tcPr>
          <w:p w14:paraId="30B5CF3B" w14:textId="77777777" w:rsidR="0043003B" w:rsidRDefault="0043003B" w:rsidP="0043003B">
            <w:pPr>
              <w:spacing w:before="120"/>
              <w:ind w:left="0" w:hanging="54"/>
              <w:rPr>
                <w:sz w:val="20"/>
                <w:highlight w:val="yellow"/>
              </w:rPr>
            </w:pPr>
            <w:r>
              <w:rPr>
                <w:sz w:val="20"/>
                <w:highlight w:val="yellow"/>
              </w:rPr>
              <w:t>&lt;</w:t>
            </w:r>
            <w:r w:rsidRPr="001A3F94">
              <w:rPr>
                <w:sz w:val="20"/>
                <w:highlight w:val="yellow"/>
              </w:rPr>
              <w:t>insert</w:t>
            </w:r>
            <w:r>
              <w:rPr>
                <w:sz w:val="20"/>
                <w:highlight w:val="yellow"/>
              </w:rPr>
              <w:t xml:space="preserve"> period or insert “not applicable”&gt;</w:t>
            </w:r>
          </w:p>
        </w:tc>
      </w:tr>
      <w:tr w:rsidR="0058299E" w:rsidRPr="001A3F94" w14:paraId="4DFA9BEA" w14:textId="77777777" w:rsidTr="001B08F9">
        <w:tc>
          <w:tcPr>
            <w:tcW w:w="1276" w:type="dxa"/>
          </w:tcPr>
          <w:p w14:paraId="1221F681" w14:textId="77777777" w:rsidR="0058299E" w:rsidRPr="001A3F94" w:rsidRDefault="0058299E" w:rsidP="0058299E">
            <w:pPr>
              <w:keepLines/>
              <w:numPr>
                <w:ilvl w:val="0"/>
                <w:numId w:val="4"/>
              </w:numPr>
              <w:spacing w:before="120"/>
              <w:rPr>
                <w:b/>
                <w:sz w:val="20"/>
              </w:rPr>
            </w:pPr>
          </w:p>
        </w:tc>
        <w:tc>
          <w:tcPr>
            <w:tcW w:w="2977" w:type="dxa"/>
          </w:tcPr>
          <w:p w14:paraId="3BFA6A3C" w14:textId="57700798" w:rsidR="0058299E" w:rsidRPr="001A3F94" w:rsidRDefault="00971D32" w:rsidP="009938AF">
            <w:pPr>
              <w:spacing w:before="120"/>
              <w:ind w:left="33" w:firstLine="0"/>
              <w:rPr>
                <w:b/>
                <w:sz w:val="20"/>
              </w:rPr>
            </w:pPr>
            <w:r>
              <w:rPr>
                <w:b/>
                <w:sz w:val="20"/>
              </w:rPr>
              <w:t>Supplier</w:t>
            </w:r>
            <w:r w:rsidR="0058299E" w:rsidRPr="001A3F94">
              <w:rPr>
                <w:b/>
                <w:sz w:val="20"/>
              </w:rPr>
              <w:t>’s ABN</w:t>
            </w:r>
          </w:p>
        </w:tc>
        <w:tc>
          <w:tcPr>
            <w:tcW w:w="6095" w:type="dxa"/>
          </w:tcPr>
          <w:p w14:paraId="10CA628E" w14:textId="77777777" w:rsidR="0058299E" w:rsidRDefault="009E209A" w:rsidP="009938AF">
            <w:pPr>
              <w:spacing w:before="120"/>
              <w:ind w:left="0" w:hanging="54"/>
              <w:rPr>
                <w:sz w:val="20"/>
              </w:rPr>
            </w:pPr>
            <w:r>
              <w:rPr>
                <w:sz w:val="20"/>
                <w:highlight w:val="yellow"/>
              </w:rPr>
              <w:t>&lt;</w:t>
            </w:r>
            <w:r w:rsidR="0058299E" w:rsidRPr="001A3F94">
              <w:rPr>
                <w:sz w:val="20"/>
                <w:highlight w:val="yellow"/>
              </w:rPr>
              <w:t>insert</w:t>
            </w:r>
            <w:r w:rsidR="00581013">
              <w:rPr>
                <w:sz w:val="20"/>
                <w:highlight w:val="yellow"/>
              </w:rPr>
              <w:t xml:space="preserve"> </w:t>
            </w:r>
            <w:r w:rsidR="00A926D0">
              <w:rPr>
                <w:sz w:val="20"/>
                <w:highlight w:val="yellow"/>
              </w:rPr>
              <w:t>ABN</w:t>
            </w:r>
            <w:r>
              <w:rPr>
                <w:sz w:val="20"/>
                <w:highlight w:val="yellow"/>
              </w:rPr>
              <w:t>&gt;</w:t>
            </w:r>
          </w:p>
          <w:p w14:paraId="3F33A47F" w14:textId="77777777" w:rsidR="00A926D0" w:rsidRPr="00E77E6E" w:rsidRDefault="00A926D0" w:rsidP="009938AF">
            <w:pPr>
              <w:spacing w:before="120"/>
              <w:ind w:left="0" w:hanging="54"/>
              <w:rPr>
                <w:sz w:val="20"/>
              </w:rPr>
            </w:pPr>
            <w:r w:rsidRPr="00E77E6E">
              <w:rPr>
                <w:sz w:val="20"/>
              </w:rPr>
              <w:t>Registered for GST:</w:t>
            </w:r>
          </w:p>
          <w:p w14:paraId="3B3A7DD8" w14:textId="77777777" w:rsidR="00A926D0" w:rsidRPr="001A3F94" w:rsidRDefault="00A926D0" w:rsidP="009938AF">
            <w:pPr>
              <w:spacing w:before="120"/>
              <w:ind w:left="0" w:hanging="54"/>
              <w:rPr>
                <w:b/>
                <w:sz w:val="20"/>
              </w:rPr>
            </w:pPr>
            <w:r w:rsidRPr="00E77E6E">
              <w:rPr>
                <w:sz w:val="20"/>
                <w:highlight w:val="yellow"/>
              </w:rPr>
              <w:t>&lt;Yes/No&gt;</w:t>
            </w:r>
          </w:p>
        </w:tc>
      </w:tr>
      <w:tr w:rsidR="009E52FB" w:rsidRPr="001A3F94" w14:paraId="72C87DE0" w14:textId="77777777" w:rsidTr="001B08F9">
        <w:trPr>
          <w:trHeight w:val="542"/>
        </w:trPr>
        <w:tc>
          <w:tcPr>
            <w:tcW w:w="1276" w:type="dxa"/>
          </w:tcPr>
          <w:p w14:paraId="223C2EAF" w14:textId="77777777" w:rsidR="009E52FB" w:rsidRPr="001A3F94" w:rsidRDefault="009E52FB" w:rsidP="0058299E">
            <w:pPr>
              <w:keepLines/>
              <w:numPr>
                <w:ilvl w:val="0"/>
                <w:numId w:val="4"/>
              </w:numPr>
              <w:spacing w:before="120"/>
              <w:rPr>
                <w:b/>
                <w:sz w:val="20"/>
              </w:rPr>
            </w:pPr>
          </w:p>
        </w:tc>
        <w:tc>
          <w:tcPr>
            <w:tcW w:w="2977" w:type="dxa"/>
          </w:tcPr>
          <w:p w14:paraId="79D7BEC5" w14:textId="77777777" w:rsidR="009E52FB" w:rsidRPr="009E52FB" w:rsidDel="009E209A" w:rsidRDefault="009E52FB" w:rsidP="009938AF">
            <w:pPr>
              <w:spacing w:before="120"/>
              <w:ind w:left="33" w:firstLine="0"/>
              <w:rPr>
                <w:b/>
                <w:sz w:val="20"/>
                <w:highlight w:val="yellow"/>
              </w:rPr>
            </w:pPr>
            <w:r w:rsidRPr="009E52FB">
              <w:rPr>
                <w:b/>
                <w:sz w:val="20"/>
              </w:rPr>
              <w:t>Contract Managers</w:t>
            </w:r>
          </w:p>
        </w:tc>
        <w:tc>
          <w:tcPr>
            <w:tcW w:w="6095" w:type="dxa"/>
          </w:tcPr>
          <w:p w14:paraId="64BE8B8B" w14:textId="7FE02C94" w:rsidR="009E52FB" w:rsidRPr="001A3F94" w:rsidRDefault="0034799D" w:rsidP="009E52FB">
            <w:pPr>
              <w:spacing w:before="120"/>
              <w:ind w:left="0" w:hanging="54"/>
              <w:rPr>
                <w:sz w:val="20"/>
              </w:rPr>
            </w:pPr>
            <w:r>
              <w:rPr>
                <w:sz w:val="20"/>
              </w:rPr>
              <w:t>Government Party</w:t>
            </w:r>
            <w:r w:rsidR="009E52FB" w:rsidRPr="001A3F94">
              <w:rPr>
                <w:sz w:val="20"/>
              </w:rPr>
              <w:t xml:space="preserve">:  </w:t>
            </w:r>
            <w:r w:rsidR="009E52FB">
              <w:rPr>
                <w:sz w:val="20"/>
                <w:highlight w:val="yellow"/>
              </w:rPr>
              <w:t>&lt;</w:t>
            </w:r>
            <w:r w:rsidR="009E52FB" w:rsidRPr="001A3F94">
              <w:rPr>
                <w:sz w:val="20"/>
                <w:highlight w:val="yellow"/>
              </w:rPr>
              <w:t>insert</w:t>
            </w:r>
            <w:r w:rsidR="009E52FB">
              <w:rPr>
                <w:sz w:val="20"/>
                <w:highlight w:val="yellow"/>
              </w:rPr>
              <w:t>&gt;</w:t>
            </w:r>
          </w:p>
          <w:p w14:paraId="7CFC369F" w14:textId="561B2C37" w:rsidR="009E52FB" w:rsidRPr="009E52FB" w:rsidRDefault="00971D32" w:rsidP="009E52FB">
            <w:pPr>
              <w:spacing w:before="120"/>
              <w:ind w:left="0" w:hanging="54"/>
              <w:rPr>
                <w:sz w:val="20"/>
                <w:highlight w:val="yellow"/>
              </w:rPr>
            </w:pPr>
            <w:r>
              <w:rPr>
                <w:sz w:val="20"/>
              </w:rPr>
              <w:t>Supplier</w:t>
            </w:r>
            <w:r w:rsidR="009E52FB" w:rsidRPr="001A3F94">
              <w:rPr>
                <w:sz w:val="20"/>
              </w:rPr>
              <w:t xml:space="preserve">: </w:t>
            </w:r>
            <w:r w:rsidR="009E52FB">
              <w:rPr>
                <w:sz w:val="20"/>
                <w:highlight w:val="yellow"/>
              </w:rPr>
              <w:t>&lt;</w:t>
            </w:r>
            <w:r w:rsidR="009E52FB" w:rsidRPr="001A3F94">
              <w:rPr>
                <w:sz w:val="20"/>
                <w:highlight w:val="yellow"/>
              </w:rPr>
              <w:t>insert</w:t>
            </w:r>
            <w:r w:rsidR="009E52FB">
              <w:rPr>
                <w:sz w:val="20"/>
                <w:highlight w:val="yellow"/>
              </w:rPr>
              <w:t>&gt;</w:t>
            </w:r>
          </w:p>
        </w:tc>
      </w:tr>
      <w:tr w:rsidR="00A04532" w:rsidRPr="001A3F94" w14:paraId="70F88850" w14:textId="77777777" w:rsidTr="001B08F9">
        <w:trPr>
          <w:trHeight w:val="542"/>
        </w:trPr>
        <w:tc>
          <w:tcPr>
            <w:tcW w:w="1276" w:type="dxa"/>
          </w:tcPr>
          <w:p w14:paraId="1091EDFE" w14:textId="77777777" w:rsidR="00A04532" w:rsidRPr="001A3F94" w:rsidRDefault="00A04532" w:rsidP="0058299E">
            <w:pPr>
              <w:keepLines/>
              <w:numPr>
                <w:ilvl w:val="0"/>
                <w:numId w:val="4"/>
              </w:numPr>
              <w:spacing w:before="120"/>
              <w:rPr>
                <w:b/>
                <w:sz w:val="20"/>
              </w:rPr>
            </w:pPr>
          </w:p>
        </w:tc>
        <w:tc>
          <w:tcPr>
            <w:tcW w:w="2977" w:type="dxa"/>
          </w:tcPr>
          <w:p w14:paraId="4963E73D" w14:textId="77777777" w:rsidR="00A04532" w:rsidRPr="00855368" w:rsidDel="009E209A" w:rsidRDefault="00DE2C88" w:rsidP="009B3E1E">
            <w:pPr>
              <w:spacing w:before="120"/>
              <w:ind w:left="33" w:firstLine="0"/>
              <w:rPr>
                <w:b/>
                <w:sz w:val="20"/>
                <w:highlight w:val="green"/>
              </w:rPr>
            </w:pPr>
            <w:r>
              <w:rPr>
                <w:b/>
                <w:sz w:val="20"/>
              </w:rPr>
              <w:t>Named Persons</w:t>
            </w:r>
          </w:p>
        </w:tc>
        <w:tc>
          <w:tcPr>
            <w:tcW w:w="6095" w:type="dxa"/>
          </w:tcPr>
          <w:p w14:paraId="18AAF152" w14:textId="77777777" w:rsidR="00A04532" w:rsidRPr="001A3F94" w:rsidRDefault="00A04532" w:rsidP="009B3E1E">
            <w:pPr>
              <w:spacing w:before="120"/>
              <w:ind w:left="0" w:hanging="54"/>
              <w:rPr>
                <w:sz w:val="20"/>
                <w:highlight w:val="yellow"/>
              </w:rPr>
            </w:pPr>
            <w:r>
              <w:rPr>
                <w:sz w:val="20"/>
                <w:highlight w:val="yellow"/>
              </w:rPr>
              <w:t xml:space="preserve">&lt;insert names and positions or </w:t>
            </w:r>
            <w:r w:rsidR="009B3E1E">
              <w:rPr>
                <w:sz w:val="20"/>
                <w:highlight w:val="yellow"/>
              </w:rPr>
              <w:t xml:space="preserve">insert </w:t>
            </w:r>
            <w:r>
              <w:rPr>
                <w:sz w:val="20"/>
                <w:highlight w:val="yellow"/>
              </w:rPr>
              <w:t>“not applicable”&gt;</w:t>
            </w:r>
          </w:p>
        </w:tc>
      </w:tr>
      <w:tr w:rsidR="00A04532" w:rsidRPr="001A3F94" w14:paraId="3766F0FC" w14:textId="77777777" w:rsidTr="001B08F9">
        <w:trPr>
          <w:trHeight w:val="542"/>
        </w:trPr>
        <w:tc>
          <w:tcPr>
            <w:tcW w:w="1276" w:type="dxa"/>
          </w:tcPr>
          <w:p w14:paraId="099267BE" w14:textId="77777777" w:rsidR="00A04532" w:rsidRPr="001A3F94" w:rsidRDefault="00A04532" w:rsidP="0058299E">
            <w:pPr>
              <w:keepLines/>
              <w:numPr>
                <w:ilvl w:val="0"/>
                <w:numId w:val="4"/>
              </w:numPr>
              <w:spacing w:before="120"/>
              <w:rPr>
                <w:b/>
                <w:sz w:val="20"/>
              </w:rPr>
            </w:pPr>
          </w:p>
        </w:tc>
        <w:tc>
          <w:tcPr>
            <w:tcW w:w="2977" w:type="dxa"/>
          </w:tcPr>
          <w:p w14:paraId="50A28F1B" w14:textId="77777777" w:rsidR="00A04532" w:rsidRPr="009E52FB" w:rsidRDefault="00A04532" w:rsidP="009938AF">
            <w:pPr>
              <w:spacing w:before="120"/>
              <w:ind w:left="33" w:firstLine="0"/>
              <w:rPr>
                <w:i/>
                <w:sz w:val="20"/>
                <w:highlight w:val="yellow"/>
              </w:rPr>
            </w:pPr>
            <w:r w:rsidRPr="00A04532">
              <w:rPr>
                <w:i/>
                <w:sz w:val="20"/>
                <w:highlight w:val="green"/>
              </w:rPr>
              <w:t xml:space="preserve">If Goods are being supplied </w:t>
            </w:r>
          </w:p>
          <w:p w14:paraId="0758E9A9" w14:textId="77777777" w:rsidR="00A04532" w:rsidRPr="009E52FB" w:rsidRDefault="00A04532" w:rsidP="00A04532">
            <w:pPr>
              <w:spacing w:before="120"/>
              <w:ind w:left="33" w:firstLine="0"/>
              <w:rPr>
                <w:b/>
                <w:sz w:val="20"/>
                <w:highlight w:val="yellow"/>
              </w:rPr>
            </w:pPr>
            <w:r w:rsidRPr="00A04532">
              <w:rPr>
                <w:b/>
                <w:sz w:val="20"/>
              </w:rPr>
              <w:t xml:space="preserve">Details of Goods </w:t>
            </w:r>
          </w:p>
        </w:tc>
        <w:tc>
          <w:tcPr>
            <w:tcW w:w="6095" w:type="dxa"/>
          </w:tcPr>
          <w:p w14:paraId="7908AC9E" w14:textId="77777777" w:rsidR="00DE2C88" w:rsidRDefault="00DE2C88" w:rsidP="009938AF">
            <w:pPr>
              <w:spacing w:before="120"/>
              <w:ind w:left="0" w:hanging="54"/>
              <w:rPr>
                <w:sz w:val="20"/>
                <w:highlight w:val="yellow"/>
              </w:rPr>
            </w:pPr>
          </w:p>
          <w:p w14:paraId="5CD31A64" w14:textId="77777777" w:rsidR="00A04532" w:rsidRPr="001A3F94" w:rsidRDefault="00A04532" w:rsidP="009938AF">
            <w:pPr>
              <w:spacing w:before="120"/>
              <w:ind w:left="0" w:hanging="54"/>
              <w:rPr>
                <w:sz w:val="20"/>
              </w:rPr>
            </w:pPr>
            <w:r w:rsidRPr="009E52FB">
              <w:rPr>
                <w:sz w:val="20"/>
                <w:highlight w:val="yellow"/>
              </w:rPr>
              <w:t xml:space="preserve">&lt;insert </w:t>
            </w:r>
            <w:r w:rsidR="00D03E85">
              <w:rPr>
                <w:sz w:val="20"/>
                <w:highlight w:val="yellow"/>
              </w:rPr>
              <w:t xml:space="preserve">brief </w:t>
            </w:r>
            <w:r w:rsidRPr="009E52FB">
              <w:rPr>
                <w:sz w:val="20"/>
                <w:highlight w:val="yellow"/>
              </w:rPr>
              <w:t>description of Goods</w:t>
            </w:r>
            <w:r w:rsidR="00343955">
              <w:rPr>
                <w:sz w:val="20"/>
                <w:highlight w:val="yellow"/>
              </w:rPr>
              <w:t xml:space="preserve"> or “not applicable”</w:t>
            </w:r>
            <w:r w:rsidR="00D03E85">
              <w:rPr>
                <w:sz w:val="20"/>
                <w:highlight w:val="yellow"/>
              </w:rPr>
              <w:t>&gt;</w:t>
            </w:r>
            <w:r w:rsidRPr="009E52FB">
              <w:rPr>
                <w:sz w:val="20"/>
                <w:highlight w:val="yellow"/>
              </w:rPr>
              <w:t xml:space="preserve"> </w:t>
            </w:r>
          </w:p>
          <w:p w14:paraId="29A844DF" w14:textId="77777777" w:rsidR="00A04532" w:rsidRPr="001A3F94" w:rsidRDefault="00D03E85" w:rsidP="00D03E85">
            <w:pPr>
              <w:spacing w:before="120"/>
              <w:ind w:left="0" w:firstLine="0"/>
              <w:rPr>
                <w:b/>
                <w:sz w:val="20"/>
              </w:rPr>
            </w:pPr>
            <w:r>
              <w:rPr>
                <w:i/>
                <w:sz w:val="20"/>
                <w:highlight w:val="green"/>
              </w:rPr>
              <w:t xml:space="preserve">If required include detailed description in </w:t>
            </w:r>
            <w:r w:rsidRPr="00D03E85">
              <w:rPr>
                <w:i/>
                <w:sz w:val="20"/>
                <w:highlight w:val="green"/>
              </w:rPr>
              <w:t>Attachment 5</w:t>
            </w:r>
          </w:p>
        </w:tc>
      </w:tr>
      <w:tr w:rsidR="00A04532" w:rsidRPr="001A3F94" w14:paraId="6485FD3D" w14:textId="77777777" w:rsidTr="001B08F9">
        <w:trPr>
          <w:trHeight w:val="542"/>
        </w:trPr>
        <w:tc>
          <w:tcPr>
            <w:tcW w:w="1276" w:type="dxa"/>
          </w:tcPr>
          <w:p w14:paraId="0337C273" w14:textId="77777777" w:rsidR="00A04532" w:rsidRPr="001A3F94" w:rsidRDefault="00A04532" w:rsidP="0058299E">
            <w:pPr>
              <w:keepLines/>
              <w:numPr>
                <w:ilvl w:val="0"/>
                <w:numId w:val="4"/>
              </w:numPr>
              <w:spacing w:before="120"/>
              <w:rPr>
                <w:b/>
                <w:sz w:val="20"/>
              </w:rPr>
            </w:pPr>
          </w:p>
        </w:tc>
        <w:tc>
          <w:tcPr>
            <w:tcW w:w="2977" w:type="dxa"/>
          </w:tcPr>
          <w:p w14:paraId="0D2B7386" w14:textId="77777777" w:rsidR="00A04532" w:rsidRPr="009E209A" w:rsidRDefault="00A04532" w:rsidP="009B3E1E">
            <w:pPr>
              <w:spacing w:before="120"/>
              <w:ind w:left="33" w:firstLine="0"/>
              <w:rPr>
                <w:i/>
                <w:sz w:val="20"/>
              </w:rPr>
            </w:pPr>
            <w:r w:rsidRPr="009E209A">
              <w:rPr>
                <w:i/>
                <w:sz w:val="20"/>
                <w:highlight w:val="green"/>
              </w:rPr>
              <w:t xml:space="preserve">If Goods </w:t>
            </w:r>
            <w:r w:rsidR="00A1503C">
              <w:rPr>
                <w:i/>
                <w:sz w:val="20"/>
                <w:highlight w:val="green"/>
              </w:rPr>
              <w:t xml:space="preserve">or Services </w:t>
            </w:r>
            <w:r w:rsidRPr="009E209A">
              <w:rPr>
                <w:i/>
                <w:sz w:val="20"/>
                <w:highlight w:val="green"/>
              </w:rPr>
              <w:t>are being supplied</w:t>
            </w:r>
            <w:r w:rsidRPr="009E209A">
              <w:rPr>
                <w:i/>
                <w:sz w:val="20"/>
              </w:rPr>
              <w:t xml:space="preserve"> </w:t>
            </w:r>
          </w:p>
          <w:p w14:paraId="56FB8292" w14:textId="77777777" w:rsidR="00A04532" w:rsidRPr="001A3F94" w:rsidRDefault="00A04532" w:rsidP="009B3E1E">
            <w:pPr>
              <w:spacing w:before="120"/>
              <w:ind w:left="33" w:firstLine="0"/>
              <w:rPr>
                <w:b/>
                <w:sz w:val="20"/>
              </w:rPr>
            </w:pPr>
            <w:r w:rsidRPr="001A3F94">
              <w:rPr>
                <w:b/>
                <w:sz w:val="20"/>
              </w:rPr>
              <w:t xml:space="preserve">Delivery Date </w:t>
            </w:r>
          </w:p>
          <w:p w14:paraId="09CCEFED" w14:textId="77777777" w:rsidR="00A04532" w:rsidRPr="001A3F94" w:rsidRDefault="00A04532" w:rsidP="009B3E1E">
            <w:pPr>
              <w:spacing w:before="120"/>
              <w:ind w:left="33" w:firstLine="0"/>
              <w:rPr>
                <w:b/>
                <w:sz w:val="20"/>
              </w:rPr>
            </w:pPr>
          </w:p>
          <w:p w14:paraId="161D19F0" w14:textId="77777777" w:rsidR="00A04532" w:rsidRPr="009E209A" w:rsidRDefault="00A04532" w:rsidP="009B3E1E">
            <w:pPr>
              <w:spacing w:before="120"/>
              <w:ind w:left="33" w:firstLine="0"/>
              <w:rPr>
                <w:i/>
                <w:sz w:val="20"/>
              </w:rPr>
            </w:pPr>
            <w:r w:rsidRPr="009E209A">
              <w:rPr>
                <w:i/>
                <w:sz w:val="20"/>
                <w:highlight w:val="green"/>
              </w:rPr>
              <w:t>If Goods or Services are being supplied</w:t>
            </w:r>
          </w:p>
          <w:p w14:paraId="7578C08F" w14:textId="77777777" w:rsidR="00A04532" w:rsidRPr="001A3F94" w:rsidRDefault="00A04532" w:rsidP="009B3E1E">
            <w:pPr>
              <w:spacing w:before="120"/>
              <w:ind w:left="33" w:firstLine="0"/>
              <w:rPr>
                <w:b/>
                <w:sz w:val="20"/>
              </w:rPr>
            </w:pPr>
            <w:r w:rsidRPr="001A3F94">
              <w:rPr>
                <w:b/>
                <w:sz w:val="20"/>
              </w:rPr>
              <w:t>Delivery Point</w:t>
            </w:r>
          </w:p>
        </w:tc>
        <w:tc>
          <w:tcPr>
            <w:tcW w:w="6095" w:type="dxa"/>
          </w:tcPr>
          <w:p w14:paraId="34802CE1" w14:textId="77777777" w:rsidR="00A04532" w:rsidRDefault="00A04532" w:rsidP="009B3E1E">
            <w:pPr>
              <w:spacing w:before="120"/>
              <w:ind w:left="0" w:hanging="54"/>
              <w:rPr>
                <w:sz w:val="20"/>
                <w:highlight w:val="yellow"/>
              </w:rPr>
            </w:pPr>
          </w:p>
          <w:p w14:paraId="34468230" w14:textId="77777777" w:rsidR="00971D32" w:rsidRDefault="00971D32" w:rsidP="00971D32">
            <w:pPr>
              <w:spacing w:before="120" w:after="0"/>
              <w:ind w:left="0" w:hanging="57"/>
              <w:rPr>
                <w:sz w:val="20"/>
                <w:highlight w:val="yellow"/>
              </w:rPr>
            </w:pPr>
          </w:p>
          <w:p w14:paraId="0FFD4C19" w14:textId="77777777" w:rsidR="00A04532" w:rsidRPr="001A3F94" w:rsidRDefault="00A04532" w:rsidP="00971D32">
            <w:pPr>
              <w:spacing w:before="0"/>
              <w:ind w:left="0" w:hanging="57"/>
              <w:rPr>
                <w:sz w:val="20"/>
                <w:highlight w:val="yellow"/>
              </w:rPr>
            </w:pPr>
            <w:r>
              <w:rPr>
                <w:sz w:val="20"/>
                <w:highlight w:val="yellow"/>
              </w:rPr>
              <w:t>&lt;</w:t>
            </w:r>
            <w:r w:rsidRPr="001A3F94">
              <w:rPr>
                <w:sz w:val="20"/>
                <w:highlight w:val="yellow"/>
              </w:rPr>
              <w:t>insert date</w:t>
            </w:r>
            <w:r w:rsidR="009B3E1E">
              <w:rPr>
                <w:sz w:val="20"/>
                <w:highlight w:val="yellow"/>
              </w:rPr>
              <w:t xml:space="preserve"> or insert “not applicable”</w:t>
            </w:r>
            <w:r>
              <w:rPr>
                <w:sz w:val="20"/>
                <w:highlight w:val="yellow"/>
              </w:rPr>
              <w:t>&gt;</w:t>
            </w:r>
          </w:p>
          <w:p w14:paraId="035D1AB3" w14:textId="77777777" w:rsidR="00A04532" w:rsidRDefault="00A04532" w:rsidP="009B3E1E">
            <w:pPr>
              <w:spacing w:before="120"/>
              <w:ind w:left="0" w:hanging="54"/>
              <w:rPr>
                <w:sz w:val="20"/>
                <w:highlight w:val="yellow"/>
              </w:rPr>
            </w:pPr>
          </w:p>
          <w:p w14:paraId="25D600AC" w14:textId="77777777" w:rsidR="00A04532" w:rsidRDefault="00A04532" w:rsidP="009B3E1E">
            <w:pPr>
              <w:spacing w:before="120"/>
              <w:ind w:left="0" w:hanging="54"/>
              <w:rPr>
                <w:sz w:val="20"/>
                <w:highlight w:val="yellow"/>
              </w:rPr>
            </w:pPr>
          </w:p>
          <w:p w14:paraId="1DE49071" w14:textId="77777777" w:rsidR="00A04532" w:rsidRPr="001A3F94" w:rsidRDefault="00A04532" w:rsidP="00A04532">
            <w:pPr>
              <w:spacing w:before="360"/>
              <w:ind w:left="0" w:hanging="57"/>
              <w:rPr>
                <w:sz w:val="20"/>
              </w:rPr>
            </w:pPr>
            <w:r>
              <w:rPr>
                <w:sz w:val="20"/>
                <w:highlight w:val="yellow"/>
              </w:rPr>
              <w:t>&lt;</w:t>
            </w:r>
            <w:r w:rsidRPr="001A3F94">
              <w:rPr>
                <w:sz w:val="20"/>
                <w:highlight w:val="yellow"/>
              </w:rPr>
              <w:t>insert delivery point details</w:t>
            </w:r>
            <w:r w:rsidR="009B3E1E">
              <w:rPr>
                <w:sz w:val="20"/>
                <w:highlight w:val="yellow"/>
              </w:rPr>
              <w:t xml:space="preserve"> or insert “not applicable”</w:t>
            </w:r>
            <w:r w:rsidRPr="009E209A">
              <w:rPr>
                <w:sz w:val="20"/>
                <w:highlight w:val="yellow"/>
              </w:rPr>
              <w:t>&gt;</w:t>
            </w:r>
          </w:p>
        </w:tc>
      </w:tr>
      <w:tr w:rsidR="00A04532" w:rsidRPr="001A3F94" w14:paraId="6520D0F1" w14:textId="77777777" w:rsidTr="001B08F9">
        <w:trPr>
          <w:trHeight w:val="542"/>
        </w:trPr>
        <w:tc>
          <w:tcPr>
            <w:tcW w:w="1276" w:type="dxa"/>
          </w:tcPr>
          <w:p w14:paraId="0351043A" w14:textId="77777777" w:rsidR="00A04532" w:rsidRPr="001A3F94" w:rsidRDefault="00A04532" w:rsidP="0058299E">
            <w:pPr>
              <w:keepLines/>
              <w:numPr>
                <w:ilvl w:val="0"/>
                <w:numId w:val="4"/>
              </w:numPr>
              <w:spacing w:before="120"/>
              <w:rPr>
                <w:b/>
                <w:sz w:val="20"/>
              </w:rPr>
            </w:pPr>
          </w:p>
        </w:tc>
        <w:tc>
          <w:tcPr>
            <w:tcW w:w="2977" w:type="dxa"/>
          </w:tcPr>
          <w:p w14:paraId="561BCA3C" w14:textId="77777777" w:rsidR="00A04532" w:rsidRPr="009E209A" w:rsidRDefault="00A04532" w:rsidP="009B3E1E">
            <w:pPr>
              <w:spacing w:before="120"/>
              <w:ind w:left="33" w:firstLine="0"/>
              <w:rPr>
                <w:i/>
                <w:sz w:val="20"/>
              </w:rPr>
            </w:pPr>
            <w:r w:rsidRPr="009E209A">
              <w:rPr>
                <w:i/>
                <w:sz w:val="20"/>
                <w:highlight w:val="green"/>
              </w:rPr>
              <w:t>If Goods are being installed</w:t>
            </w:r>
            <w:r w:rsidRPr="009E209A">
              <w:rPr>
                <w:i/>
                <w:sz w:val="20"/>
              </w:rPr>
              <w:t xml:space="preserve"> </w:t>
            </w:r>
          </w:p>
          <w:p w14:paraId="032A3D3D" w14:textId="77777777" w:rsidR="00A04532" w:rsidRPr="001A3F94" w:rsidRDefault="00A04532" w:rsidP="009B3E1E">
            <w:pPr>
              <w:spacing w:before="120"/>
              <w:ind w:left="33" w:firstLine="0"/>
              <w:rPr>
                <w:sz w:val="20"/>
                <w:highlight w:val="yellow"/>
              </w:rPr>
            </w:pPr>
            <w:r w:rsidRPr="001A3F94">
              <w:rPr>
                <w:b/>
                <w:sz w:val="20"/>
              </w:rPr>
              <w:t xml:space="preserve">Installation Date </w:t>
            </w:r>
          </w:p>
        </w:tc>
        <w:tc>
          <w:tcPr>
            <w:tcW w:w="6095" w:type="dxa"/>
          </w:tcPr>
          <w:p w14:paraId="067C04B0" w14:textId="77777777" w:rsidR="00A04532" w:rsidRPr="001A3F94" w:rsidRDefault="00A04532" w:rsidP="009B3E1E">
            <w:pPr>
              <w:spacing w:before="120"/>
              <w:ind w:left="0" w:hanging="54"/>
              <w:rPr>
                <w:sz w:val="20"/>
                <w:highlight w:val="yellow"/>
              </w:rPr>
            </w:pPr>
          </w:p>
          <w:p w14:paraId="5ECC77E7" w14:textId="77777777" w:rsidR="00A04532" w:rsidRPr="001A3F94" w:rsidRDefault="00A04532" w:rsidP="009B3E1E">
            <w:pPr>
              <w:spacing w:before="120"/>
              <w:ind w:left="0" w:hanging="54"/>
              <w:rPr>
                <w:sz w:val="20"/>
                <w:highlight w:val="yellow"/>
              </w:rPr>
            </w:pPr>
            <w:r>
              <w:rPr>
                <w:sz w:val="20"/>
                <w:highlight w:val="yellow"/>
              </w:rPr>
              <w:t>&lt;</w:t>
            </w:r>
            <w:r w:rsidR="009B3E1E">
              <w:rPr>
                <w:sz w:val="20"/>
                <w:highlight w:val="yellow"/>
              </w:rPr>
              <w:t xml:space="preserve">insert installation </w:t>
            </w:r>
            <w:r w:rsidRPr="001A3F94">
              <w:rPr>
                <w:sz w:val="20"/>
                <w:highlight w:val="yellow"/>
              </w:rPr>
              <w:t xml:space="preserve">date </w:t>
            </w:r>
            <w:r w:rsidR="009B3E1E">
              <w:rPr>
                <w:sz w:val="20"/>
                <w:highlight w:val="yellow"/>
              </w:rPr>
              <w:t>or insert “not applicable”</w:t>
            </w:r>
            <w:r>
              <w:rPr>
                <w:sz w:val="20"/>
                <w:highlight w:val="yellow"/>
              </w:rPr>
              <w:t>&gt;</w:t>
            </w:r>
          </w:p>
        </w:tc>
      </w:tr>
      <w:tr w:rsidR="00DE0153" w:rsidRPr="001A3F94" w14:paraId="0B2DB5CC" w14:textId="77777777" w:rsidTr="001B08F9">
        <w:trPr>
          <w:trHeight w:val="542"/>
        </w:trPr>
        <w:tc>
          <w:tcPr>
            <w:tcW w:w="1276" w:type="dxa"/>
          </w:tcPr>
          <w:p w14:paraId="36FC9E05" w14:textId="77777777" w:rsidR="00DE0153" w:rsidRPr="001A3F94" w:rsidRDefault="00DE0153" w:rsidP="0058299E">
            <w:pPr>
              <w:keepLines/>
              <w:numPr>
                <w:ilvl w:val="0"/>
                <w:numId w:val="4"/>
              </w:numPr>
              <w:spacing w:before="120"/>
              <w:rPr>
                <w:b/>
                <w:sz w:val="20"/>
              </w:rPr>
            </w:pPr>
          </w:p>
        </w:tc>
        <w:tc>
          <w:tcPr>
            <w:tcW w:w="2977" w:type="dxa"/>
          </w:tcPr>
          <w:p w14:paraId="1446F1F2" w14:textId="77777777" w:rsidR="00DE0153" w:rsidRPr="009E209A" w:rsidRDefault="00DE0153" w:rsidP="00DE0153">
            <w:pPr>
              <w:spacing w:before="120"/>
              <w:ind w:left="33" w:firstLine="0"/>
              <w:rPr>
                <w:i/>
                <w:sz w:val="20"/>
              </w:rPr>
            </w:pPr>
            <w:r w:rsidRPr="009E209A">
              <w:rPr>
                <w:i/>
                <w:sz w:val="20"/>
                <w:highlight w:val="green"/>
              </w:rPr>
              <w:t>If Goods are being supplied</w:t>
            </w:r>
            <w:r w:rsidRPr="009E209A">
              <w:rPr>
                <w:i/>
                <w:sz w:val="20"/>
              </w:rPr>
              <w:t xml:space="preserve"> </w:t>
            </w:r>
          </w:p>
          <w:p w14:paraId="00BC9960" w14:textId="77777777" w:rsidR="00DE0153" w:rsidRPr="009E209A" w:rsidRDefault="00DE0153" w:rsidP="00DE0153">
            <w:pPr>
              <w:spacing w:before="120"/>
              <w:ind w:left="33" w:firstLine="0"/>
              <w:rPr>
                <w:i/>
                <w:sz w:val="20"/>
                <w:highlight w:val="green"/>
              </w:rPr>
            </w:pPr>
            <w:r>
              <w:rPr>
                <w:b/>
                <w:sz w:val="20"/>
              </w:rPr>
              <w:t>Warranty Period</w:t>
            </w:r>
          </w:p>
        </w:tc>
        <w:tc>
          <w:tcPr>
            <w:tcW w:w="6095" w:type="dxa"/>
          </w:tcPr>
          <w:p w14:paraId="5E549DCA" w14:textId="77777777" w:rsidR="00DE0153" w:rsidRDefault="00DE0153" w:rsidP="009938AF">
            <w:pPr>
              <w:spacing w:before="120"/>
              <w:ind w:left="0" w:hanging="54"/>
              <w:rPr>
                <w:sz w:val="20"/>
                <w:highlight w:val="yellow"/>
              </w:rPr>
            </w:pPr>
          </w:p>
          <w:p w14:paraId="6F3624C6" w14:textId="77777777" w:rsidR="00DE0153" w:rsidRPr="001A3F94" w:rsidRDefault="00DE0153" w:rsidP="009938AF">
            <w:pPr>
              <w:spacing w:before="120"/>
              <w:ind w:left="0" w:hanging="54"/>
              <w:rPr>
                <w:sz w:val="20"/>
                <w:highlight w:val="yellow"/>
              </w:rPr>
            </w:pPr>
            <w:r>
              <w:rPr>
                <w:sz w:val="20"/>
                <w:highlight w:val="yellow"/>
              </w:rPr>
              <w:t>&lt;insert period&gt;</w:t>
            </w:r>
          </w:p>
        </w:tc>
      </w:tr>
      <w:tr w:rsidR="00A04532" w:rsidRPr="001A3F94" w14:paraId="6DE94729" w14:textId="77777777" w:rsidTr="001B08F9">
        <w:trPr>
          <w:trHeight w:val="542"/>
        </w:trPr>
        <w:tc>
          <w:tcPr>
            <w:tcW w:w="1276" w:type="dxa"/>
          </w:tcPr>
          <w:p w14:paraId="73A3FBF1" w14:textId="77777777" w:rsidR="00A04532" w:rsidRPr="001A3F94" w:rsidRDefault="00A04532" w:rsidP="0058299E">
            <w:pPr>
              <w:keepLines/>
              <w:numPr>
                <w:ilvl w:val="0"/>
                <w:numId w:val="4"/>
              </w:numPr>
              <w:spacing w:before="120"/>
              <w:rPr>
                <w:b/>
                <w:sz w:val="20"/>
              </w:rPr>
            </w:pPr>
          </w:p>
        </w:tc>
        <w:tc>
          <w:tcPr>
            <w:tcW w:w="2977" w:type="dxa"/>
          </w:tcPr>
          <w:p w14:paraId="75054C86" w14:textId="77777777" w:rsidR="00A04532" w:rsidRPr="009E209A" w:rsidRDefault="00A04532" w:rsidP="009938AF">
            <w:pPr>
              <w:spacing w:before="120"/>
              <w:ind w:left="33" w:firstLine="0"/>
              <w:rPr>
                <w:i/>
                <w:sz w:val="20"/>
              </w:rPr>
            </w:pPr>
            <w:r w:rsidRPr="009E209A">
              <w:rPr>
                <w:i/>
                <w:sz w:val="20"/>
                <w:highlight w:val="green"/>
              </w:rPr>
              <w:t>If Services are being</w:t>
            </w:r>
            <w:r w:rsidR="001B08F9">
              <w:rPr>
                <w:i/>
                <w:sz w:val="20"/>
                <w:highlight w:val="green"/>
              </w:rPr>
              <w:t xml:space="preserve"> </w:t>
            </w:r>
            <w:r w:rsidRPr="009E209A">
              <w:rPr>
                <w:i/>
                <w:sz w:val="20"/>
                <w:highlight w:val="green"/>
              </w:rPr>
              <w:t>supplied</w:t>
            </w:r>
            <w:r w:rsidRPr="009E209A">
              <w:rPr>
                <w:i/>
                <w:sz w:val="20"/>
              </w:rPr>
              <w:t xml:space="preserve"> </w:t>
            </w:r>
          </w:p>
          <w:p w14:paraId="6755BA2C" w14:textId="77777777" w:rsidR="00A04532" w:rsidRPr="001A3F94" w:rsidRDefault="00A04532" w:rsidP="009938AF">
            <w:pPr>
              <w:spacing w:before="120"/>
              <w:ind w:left="33" w:firstLine="0"/>
              <w:rPr>
                <w:b/>
                <w:sz w:val="20"/>
              </w:rPr>
            </w:pPr>
            <w:r>
              <w:rPr>
                <w:b/>
                <w:sz w:val="20"/>
              </w:rPr>
              <w:t>Details of Services</w:t>
            </w:r>
          </w:p>
        </w:tc>
        <w:tc>
          <w:tcPr>
            <w:tcW w:w="6095" w:type="dxa"/>
          </w:tcPr>
          <w:p w14:paraId="5ED40FCF" w14:textId="77777777" w:rsidR="00DE2C88" w:rsidRDefault="00A04532" w:rsidP="009938AF">
            <w:pPr>
              <w:spacing w:before="120"/>
              <w:ind w:left="0" w:hanging="54"/>
              <w:rPr>
                <w:sz w:val="20"/>
                <w:highlight w:val="yellow"/>
              </w:rPr>
            </w:pPr>
            <w:r w:rsidRPr="001A3F94">
              <w:rPr>
                <w:sz w:val="20"/>
                <w:highlight w:val="yellow"/>
              </w:rPr>
              <w:t xml:space="preserve"> </w:t>
            </w:r>
          </w:p>
          <w:p w14:paraId="086F72A3" w14:textId="77777777" w:rsidR="00D03E85" w:rsidRDefault="00A04532" w:rsidP="001B08F9">
            <w:pPr>
              <w:spacing w:before="0"/>
              <w:ind w:left="0" w:hanging="57"/>
              <w:rPr>
                <w:sz w:val="20"/>
              </w:rPr>
            </w:pPr>
            <w:r>
              <w:rPr>
                <w:sz w:val="20"/>
                <w:highlight w:val="yellow"/>
              </w:rPr>
              <w:t>&lt;</w:t>
            </w:r>
            <w:r w:rsidRPr="001A3F94">
              <w:rPr>
                <w:sz w:val="20"/>
                <w:highlight w:val="yellow"/>
              </w:rPr>
              <w:t>in</w:t>
            </w:r>
            <w:r>
              <w:rPr>
                <w:sz w:val="20"/>
                <w:highlight w:val="yellow"/>
              </w:rPr>
              <w:t>sert brief description of Services</w:t>
            </w:r>
            <w:r w:rsidR="00343955">
              <w:rPr>
                <w:sz w:val="20"/>
                <w:highlight w:val="yellow"/>
              </w:rPr>
              <w:t xml:space="preserve"> o</w:t>
            </w:r>
            <w:r w:rsidR="003C3CF5">
              <w:rPr>
                <w:sz w:val="20"/>
                <w:highlight w:val="yellow"/>
              </w:rPr>
              <w:t>r</w:t>
            </w:r>
            <w:r w:rsidR="00343955">
              <w:rPr>
                <w:sz w:val="20"/>
                <w:highlight w:val="yellow"/>
              </w:rPr>
              <w:t xml:space="preserve"> insert “not applicable”</w:t>
            </w:r>
            <w:r>
              <w:rPr>
                <w:sz w:val="20"/>
                <w:highlight w:val="yellow"/>
              </w:rPr>
              <w:t>&gt;</w:t>
            </w:r>
          </w:p>
          <w:p w14:paraId="368D830C" w14:textId="77777777" w:rsidR="00D03E85" w:rsidRPr="00D03E85" w:rsidRDefault="00D03E85" w:rsidP="00D03E85">
            <w:pPr>
              <w:spacing w:before="120"/>
              <w:ind w:left="0" w:firstLine="0"/>
              <w:rPr>
                <w:sz w:val="20"/>
              </w:rPr>
            </w:pPr>
            <w:r>
              <w:rPr>
                <w:i/>
                <w:sz w:val="20"/>
                <w:highlight w:val="green"/>
              </w:rPr>
              <w:t xml:space="preserve">If required include detailed description in </w:t>
            </w:r>
            <w:r w:rsidRPr="00D03E85">
              <w:rPr>
                <w:i/>
                <w:sz w:val="20"/>
                <w:highlight w:val="green"/>
              </w:rPr>
              <w:t>Attachment 5</w:t>
            </w:r>
          </w:p>
        </w:tc>
      </w:tr>
      <w:tr w:rsidR="0034799D" w:rsidRPr="001A3F94" w14:paraId="513B1E23" w14:textId="77777777" w:rsidTr="001B08F9">
        <w:trPr>
          <w:trHeight w:val="542"/>
        </w:trPr>
        <w:tc>
          <w:tcPr>
            <w:tcW w:w="1276" w:type="dxa"/>
          </w:tcPr>
          <w:p w14:paraId="295BEE00" w14:textId="77777777" w:rsidR="0034799D" w:rsidRPr="001A3F94" w:rsidRDefault="0034799D" w:rsidP="0058299E">
            <w:pPr>
              <w:keepLines/>
              <w:numPr>
                <w:ilvl w:val="0"/>
                <w:numId w:val="4"/>
              </w:numPr>
              <w:spacing w:before="120"/>
              <w:rPr>
                <w:b/>
                <w:sz w:val="20"/>
              </w:rPr>
            </w:pPr>
          </w:p>
        </w:tc>
        <w:tc>
          <w:tcPr>
            <w:tcW w:w="2977" w:type="dxa"/>
          </w:tcPr>
          <w:p w14:paraId="46C64473" w14:textId="77777777" w:rsidR="0034799D" w:rsidRPr="009E209A" w:rsidRDefault="0034799D" w:rsidP="0034799D">
            <w:pPr>
              <w:spacing w:before="120"/>
              <w:ind w:left="33" w:firstLine="0"/>
              <w:rPr>
                <w:i/>
                <w:sz w:val="20"/>
              </w:rPr>
            </w:pPr>
            <w:r w:rsidRPr="009E209A">
              <w:rPr>
                <w:i/>
                <w:sz w:val="20"/>
                <w:highlight w:val="green"/>
              </w:rPr>
              <w:t>If Services are being</w:t>
            </w:r>
            <w:r>
              <w:rPr>
                <w:i/>
                <w:sz w:val="20"/>
                <w:highlight w:val="green"/>
              </w:rPr>
              <w:t xml:space="preserve"> </w:t>
            </w:r>
            <w:r w:rsidRPr="009E209A">
              <w:rPr>
                <w:i/>
                <w:sz w:val="20"/>
                <w:highlight w:val="green"/>
              </w:rPr>
              <w:t>supplied</w:t>
            </w:r>
            <w:r w:rsidRPr="009E209A">
              <w:rPr>
                <w:i/>
                <w:sz w:val="20"/>
              </w:rPr>
              <w:t xml:space="preserve"> </w:t>
            </w:r>
          </w:p>
          <w:p w14:paraId="3F3CD06F" w14:textId="77777777" w:rsidR="0034799D" w:rsidRPr="001A3F94" w:rsidRDefault="0034799D" w:rsidP="0034799D">
            <w:pPr>
              <w:spacing w:before="120"/>
              <w:ind w:left="33" w:firstLine="0"/>
              <w:rPr>
                <w:b/>
                <w:sz w:val="20"/>
              </w:rPr>
            </w:pPr>
            <w:r w:rsidRPr="001A3F94">
              <w:rPr>
                <w:b/>
                <w:sz w:val="20"/>
              </w:rPr>
              <w:t xml:space="preserve">Delivery Date </w:t>
            </w:r>
          </w:p>
          <w:p w14:paraId="1B15184E" w14:textId="77777777" w:rsidR="0034799D" w:rsidRPr="0034799D" w:rsidRDefault="00A1503C" w:rsidP="009938AF">
            <w:pPr>
              <w:spacing w:before="120"/>
              <w:ind w:left="33" w:firstLine="0"/>
              <w:rPr>
                <w:sz w:val="20"/>
                <w:highlight w:val="green"/>
              </w:rPr>
            </w:pPr>
            <w:r>
              <w:rPr>
                <w:b/>
                <w:sz w:val="20"/>
              </w:rPr>
              <w:t>Delivery Point</w:t>
            </w:r>
          </w:p>
        </w:tc>
        <w:tc>
          <w:tcPr>
            <w:tcW w:w="6095" w:type="dxa"/>
          </w:tcPr>
          <w:p w14:paraId="135223FB" w14:textId="77777777" w:rsidR="0034799D" w:rsidRPr="001A3F94" w:rsidRDefault="0034799D" w:rsidP="009938AF">
            <w:pPr>
              <w:spacing w:before="120"/>
              <w:ind w:left="0" w:hanging="54"/>
              <w:rPr>
                <w:sz w:val="20"/>
                <w:highlight w:val="yellow"/>
              </w:rPr>
            </w:pPr>
          </w:p>
        </w:tc>
      </w:tr>
      <w:tr w:rsidR="00A04532" w:rsidRPr="001A3F94" w14:paraId="60569064" w14:textId="77777777" w:rsidTr="001B08F9">
        <w:trPr>
          <w:trHeight w:val="542"/>
        </w:trPr>
        <w:tc>
          <w:tcPr>
            <w:tcW w:w="1276" w:type="dxa"/>
          </w:tcPr>
          <w:p w14:paraId="64000944" w14:textId="77777777" w:rsidR="00A04532" w:rsidRPr="001A3F94" w:rsidRDefault="00A04532" w:rsidP="0058299E">
            <w:pPr>
              <w:keepLines/>
              <w:numPr>
                <w:ilvl w:val="0"/>
                <w:numId w:val="4"/>
              </w:numPr>
              <w:spacing w:before="120"/>
              <w:rPr>
                <w:b/>
                <w:sz w:val="20"/>
              </w:rPr>
            </w:pPr>
          </w:p>
        </w:tc>
        <w:tc>
          <w:tcPr>
            <w:tcW w:w="2977" w:type="dxa"/>
          </w:tcPr>
          <w:p w14:paraId="70706CC3" w14:textId="77777777" w:rsidR="00A04532" w:rsidRPr="001A3F94" w:rsidRDefault="00743E62" w:rsidP="00A04532">
            <w:pPr>
              <w:spacing w:before="120"/>
              <w:ind w:left="33" w:firstLine="0"/>
              <w:rPr>
                <w:b/>
                <w:sz w:val="20"/>
              </w:rPr>
            </w:pPr>
            <w:r>
              <w:rPr>
                <w:b/>
                <w:sz w:val="20"/>
              </w:rPr>
              <w:t>Reports and Manuals</w:t>
            </w:r>
          </w:p>
        </w:tc>
        <w:tc>
          <w:tcPr>
            <w:tcW w:w="6095" w:type="dxa"/>
          </w:tcPr>
          <w:p w14:paraId="240966BC" w14:textId="77777777" w:rsidR="00A04532" w:rsidRPr="001A3F94" w:rsidRDefault="00A04532" w:rsidP="009938AF">
            <w:pPr>
              <w:spacing w:before="120"/>
              <w:ind w:left="0" w:hanging="54"/>
              <w:rPr>
                <w:sz w:val="20"/>
              </w:rPr>
            </w:pPr>
            <w:r>
              <w:rPr>
                <w:sz w:val="20"/>
                <w:highlight w:val="yellow"/>
              </w:rPr>
              <w:t>&lt;</w:t>
            </w:r>
            <w:r w:rsidRPr="001A3F94">
              <w:rPr>
                <w:sz w:val="20"/>
                <w:highlight w:val="yellow"/>
              </w:rPr>
              <w:t xml:space="preserve">insert description </w:t>
            </w:r>
            <w:r w:rsidR="009B3E1E">
              <w:rPr>
                <w:sz w:val="20"/>
                <w:highlight w:val="yellow"/>
              </w:rPr>
              <w:t>or insert “not applicable”</w:t>
            </w:r>
            <w:r>
              <w:rPr>
                <w:sz w:val="20"/>
                <w:highlight w:val="yellow"/>
              </w:rPr>
              <w:t>&gt;</w:t>
            </w:r>
          </w:p>
          <w:p w14:paraId="17B6F15F" w14:textId="77777777" w:rsidR="00A04532" w:rsidRPr="001A3F94" w:rsidRDefault="00743E62" w:rsidP="009938AF">
            <w:pPr>
              <w:spacing w:before="120"/>
              <w:ind w:left="0" w:hanging="54"/>
              <w:rPr>
                <w:sz w:val="20"/>
                <w:highlight w:val="yellow"/>
              </w:rPr>
            </w:pPr>
            <w:r>
              <w:rPr>
                <w:sz w:val="20"/>
                <w:highlight w:val="yellow"/>
              </w:rPr>
              <w:t>&lt;insert delivery dates or insert “not applicable”&gt;</w:t>
            </w:r>
          </w:p>
        </w:tc>
      </w:tr>
      <w:tr w:rsidR="00DE2C88" w:rsidRPr="001A3F94" w14:paraId="1E1408D2" w14:textId="77777777" w:rsidTr="001B08F9">
        <w:trPr>
          <w:trHeight w:val="542"/>
        </w:trPr>
        <w:tc>
          <w:tcPr>
            <w:tcW w:w="1276" w:type="dxa"/>
          </w:tcPr>
          <w:p w14:paraId="73EE4615" w14:textId="77777777" w:rsidR="00DE2C88" w:rsidRPr="001A3F94" w:rsidRDefault="00DE2C88" w:rsidP="0058299E">
            <w:pPr>
              <w:keepLines/>
              <w:numPr>
                <w:ilvl w:val="0"/>
                <w:numId w:val="4"/>
              </w:numPr>
              <w:spacing w:before="120"/>
              <w:rPr>
                <w:b/>
                <w:sz w:val="20"/>
              </w:rPr>
            </w:pPr>
          </w:p>
        </w:tc>
        <w:tc>
          <w:tcPr>
            <w:tcW w:w="2977" w:type="dxa"/>
          </w:tcPr>
          <w:p w14:paraId="17039A34" w14:textId="77777777" w:rsidR="00DE2C88" w:rsidRPr="001A3F94" w:rsidRDefault="00DE2C88" w:rsidP="00DE2C88">
            <w:pPr>
              <w:spacing w:before="120"/>
              <w:ind w:left="33" w:firstLine="0"/>
              <w:rPr>
                <w:b/>
                <w:sz w:val="20"/>
              </w:rPr>
            </w:pPr>
            <w:r>
              <w:rPr>
                <w:b/>
                <w:sz w:val="20"/>
              </w:rPr>
              <w:t>Milestone Dates</w:t>
            </w:r>
          </w:p>
        </w:tc>
        <w:tc>
          <w:tcPr>
            <w:tcW w:w="6095" w:type="dxa"/>
          </w:tcPr>
          <w:p w14:paraId="003F7910" w14:textId="77777777" w:rsidR="00DE2C88" w:rsidRPr="00DE2C88" w:rsidRDefault="00DE2C88" w:rsidP="009938AF">
            <w:pPr>
              <w:spacing w:before="120"/>
              <w:ind w:left="0" w:hanging="54"/>
              <w:rPr>
                <w:sz w:val="20"/>
              </w:rPr>
            </w:pPr>
            <w:r>
              <w:rPr>
                <w:sz w:val="20"/>
                <w:highlight w:val="yellow"/>
              </w:rPr>
              <w:t>&lt;</w:t>
            </w:r>
            <w:r w:rsidRPr="001A3F94">
              <w:rPr>
                <w:sz w:val="20"/>
                <w:highlight w:val="yellow"/>
              </w:rPr>
              <w:t xml:space="preserve">insert </w:t>
            </w:r>
            <w:r>
              <w:rPr>
                <w:sz w:val="20"/>
                <w:highlight w:val="yellow"/>
              </w:rPr>
              <w:t>dates or insert “not applicable”&gt;</w:t>
            </w:r>
          </w:p>
        </w:tc>
      </w:tr>
      <w:tr w:rsidR="00A04532" w:rsidRPr="001A3F94" w14:paraId="12E52DBA" w14:textId="77777777" w:rsidTr="001B08F9">
        <w:trPr>
          <w:trHeight w:val="542"/>
        </w:trPr>
        <w:tc>
          <w:tcPr>
            <w:tcW w:w="1276" w:type="dxa"/>
          </w:tcPr>
          <w:p w14:paraId="01A32800" w14:textId="77777777" w:rsidR="00A04532" w:rsidRPr="001A3F94" w:rsidRDefault="00A04532" w:rsidP="0058299E">
            <w:pPr>
              <w:keepLines/>
              <w:numPr>
                <w:ilvl w:val="0"/>
                <w:numId w:val="4"/>
              </w:numPr>
              <w:spacing w:before="120"/>
              <w:rPr>
                <w:b/>
                <w:sz w:val="20"/>
              </w:rPr>
            </w:pPr>
          </w:p>
        </w:tc>
        <w:tc>
          <w:tcPr>
            <w:tcW w:w="2977" w:type="dxa"/>
          </w:tcPr>
          <w:p w14:paraId="6B424357" w14:textId="77777777" w:rsidR="00A04532" w:rsidRPr="001A3F94" w:rsidRDefault="00A04532" w:rsidP="009938AF">
            <w:pPr>
              <w:spacing w:before="120"/>
              <w:ind w:left="33" w:firstLine="0"/>
              <w:rPr>
                <w:b/>
                <w:sz w:val="20"/>
              </w:rPr>
            </w:pPr>
            <w:r w:rsidRPr="001A3F94">
              <w:rPr>
                <w:b/>
                <w:sz w:val="20"/>
              </w:rPr>
              <w:t>Price and Payment (including address for invoices)</w:t>
            </w:r>
          </w:p>
          <w:p w14:paraId="681E5B69" w14:textId="77777777" w:rsidR="00A04532" w:rsidRPr="001A3F94" w:rsidRDefault="00A04532" w:rsidP="009938AF">
            <w:pPr>
              <w:spacing w:before="120"/>
              <w:ind w:left="33" w:firstLine="0"/>
              <w:rPr>
                <w:b/>
                <w:sz w:val="20"/>
              </w:rPr>
            </w:pPr>
          </w:p>
        </w:tc>
        <w:tc>
          <w:tcPr>
            <w:tcW w:w="6095" w:type="dxa"/>
          </w:tcPr>
          <w:p w14:paraId="6FA5CBCB" w14:textId="77777777" w:rsidR="00A04532" w:rsidRDefault="00A04532" w:rsidP="009938AF">
            <w:pPr>
              <w:spacing w:before="120"/>
              <w:ind w:left="0" w:hanging="54"/>
              <w:rPr>
                <w:sz w:val="20"/>
              </w:rPr>
            </w:pPr>
            <w:r>
              <w:rPr>
                <w:sz w:val="20"/>
                <w:highlight w:val="yellow"/>
              </w:rPr>
              <w:t>&lt;</w:t>
            </w:r>
            <w:r w:rsidRPr="001A3F94">
              <w:rPr>
                <w:sz w:val="20"/>
                <w:highlight w:val="yellow"/>
              </w:rPr>
              <w:t>insert relevant details</w:t>
            </w:r>
            <w:r>
              <w:rPr>
                <w:sz w:val="20"/>
                <w:highlight w:val="yellow"/>
              </w:rPr>
              <w:t>&gt;</w:t>
            </w:r>
          </w:p>
          <w:p w14:paraId="4688263A" w14:textId="77777777" w:rsidR="00A04532" w:rsidRDefault="00A04532" w:rsidP="009938AF">
            <w:pPr>
              <w:spacing w:before="120"/>
              <w:ind w:left="0" w:hanging="54"/>
              <w:rPr>
                <w:sz w:val="20"/>
              </w:rPr>
            </w:pPr>
            <w:r>
              <w:rPr>
                <w:sz w:val="20"/>
              </w:rPr>
              <w:t>Price: $</w:t>
            </w:r>
            <w:r>
              <w:rPr>
                <w:sz w:val="20"/>
                <w:highlight w:val="yellow"/>
              </w:rPr>
              <w:t>&lt;</w:t>
            </w:r>
            <w:r w:rsidRPr="001A3F94">
              <w:rPr>
                <w:sz w:val="20"/>
                <w:highlight w:val="yellow"/>
              </w:rPr>
              <w:t>insert</w:t>
            </w:r>
            <w:r>
              <w:rPr>
                <w:sz w:val="20"/>
                <w:highlight w:val="yellow"/>
              </w:rPr>
              <w:t>&gt;</w:t>
            </w:r>
            <w:r>
              <w:rPr>
                <w:sz w:val="20"/>
              </w:rPr>
              <w:t xml:space="preserve"> (GST inclusive)</w:t>
            </w:r>
          </w:p>
          <w:p w14:paraId="702F6618" w14:textId="77777777" w:rsidR="009E64EE" w:rsidRDefault="00A04532" w:rsidP="009938AF">
            <w:pPr>
              <w:spacing w:before="120"/>
              <w:ind w:left="0" w:hanging="54"/>
              <w:rPr>
                <w:sz w:val="20"/>
              </w:rPr>
            </w:pPr>
            <w:r>
              <w:rPr>
                <w:sz w:val="20"/>
              </w:rPr>
              <w:t xml:space="preserve">Manner of Payment: </w:t>
            </w:r>
            <w:r w:rsidRPr="00A04532">
              <w:rPr>
                <w:sz w:val="20"/>
                <w:highlight w:val="yellow"/>
              </w:rPr>
              <w:t>&lt;e.g. instalments, payments attached to achievement of milestones&gt;</w:t>
            </w:r>
          </w:p>
          <w:p w14:paraId="656C9D8E" w14:textId="77777777" w:rsidR="00A04532" w:rsidRPr="009E64EE" w:rsidRDefault="009E64EE" w:rsidP="00343955">
            <w:pPr>
              <w:spacing w:before="120"/>
              <w:ind w:left="0" w:hanging="54"/>
              <w:rPr>
                <w:b/>
                <w:i/>
                <w:sz w:val="20"/>
              </w:rPr>
            </w:pPr>
            <w:r>
              <w:rPr>
                <w:sz w:val="20"/>
              </w:rPr>
              <w:t xml:space="preserve"> </w:t>
            </w:r>
            <w:r w:rsidRPr="009E64EE">
              <w:rPr>
                <w:i/>
                <w:sz w:val="20"/>
                <w:highlight w:val="green"/>
              </w:rPr>
              <w:t>I</w:t>
            </w:r>
            <w:r w:rsidR="008A4524">
              <w:rPr>
                <w:i/>
                <w:sz w:val="20"/>
                <w:highlight w:val="green"/>
              </w:rPr>
              <w:t xml:space="preserve">f </w:t>
            </w:r>
            <w:r w:rsidR="00343955">
              <w:rPr>
                <w:i/>
                <w:sz w:val="20"/>
                <w:highlight w:val="green"/>
              </w:rPr>
              <w:t xml:space="preserve">required include </w:t>
            </w:r>
            <w:r w:rsidR="008A4524">
              <w:rPr>
                <w:i/>
                <w:sz w:val="20"/>
                <w:highlight w:val="green"/>
              </w:rPr>
              <w:t xml:space="preserve">detailed pricing information </w:t>
            </w:r>
            <w:r w:rsidR="00343955">
              <w:rPr>
                <w:i/>
                <w:sz w:val="20"/>
                <w:highlight w:val="green"/>
              </w:rPr>
              <w:t xml:space="preserve">in </w:t>
            </w:r>
            <w:r w:rsidRPr="009E64EE">
              <w:rPr>
                <w:i/>
                <w:sz w:val="20"/>
                <w:highlight w:val="green"/>
              </w:rPr>
              <w:t>Attachment 6</w:t>
            </w:r>
          </w:p>
        </w:tc>
      </w:tr>
      <w:tr w:rsidR="00A04532" w:rsidRPr="001A3F94" w14:paraId="66551BDC" w14:textId="77777777" w:rsidTr="001B08F9">
        <w:trPr>
          <w:trHeight w:val="542"/>
        </w:trPr>
        <w:tc>
          <w:tcPr>
            <w:tcW w:w="1276" w:type="dxa"/>
            <w:tcBorders>
              <w:top w:val="single" w:sz="4" w:space="0" w:color="C0C0C0"/>
              <w:left w:val="single" w:sz="4" w:space="0" w:color="C0C0C0"/>
              <w:bottom w:val="single" w:sz="4" w:space="0" w:color="C0C0C0"/>
              <w:right w:val="single" w:sz="4" w:space="0" w:color="C0C0C0"/>
            </w:tcBorders>
          </w:tcPr>
          <w:p w14:paraId="7D17E393" w14:textId="77777777" w:rsidR="00A04532" w:rsidRPr="001A3F94" w:rsidRDefault="00A04532" w:rsidP="0058299E">
            <w:pPr>
              <w:keepLines/>
              <w:numPr>
                <w:ilvl w:val="0"/>
                <w:numId w:val="4"/>
              </w:numPr>
              <w:spacing w:before="120"/>
              <w:rPr>
                <w:b/>
                <w:sz w:val="20"/>
              </w:rPr>
            </w:pPr>
          </w:p>
        </w:tc>
        <w:tc>
          <w:tcPr>
            <w:tcW w:w="2977" w:type="dxa"/>
            <w:tcBorders>
              <w:top w:val="single" w:sz="4" w:space="0" w:color="C0C0C0"/>
              <w:left w:val="single" w:sz="4" w:space="0" w:color="C0C0C0"/>
              <w:bottom w:val="single" w:sz="4" w:space="0" w:color="C0C0C0"/>
              <w:right w:val="single" w:sz="4" w:space="0" w:color="C0C0C0"/>
            </w:tcBorders>
          </w:tcPr>
          <w:p w14:paraId="188288A6" w14:textId="77777777" w:rsidR="00A04532" w:rsidRPr="001A3F94" w:rsidRDefault="00A04532" w:rsidP="009938AF">
            <w:pPr>
              <w:spacing w:before="120"/>
              <w:ind w:left="33" w:firstLine="0"/>
              <w:rPr>
                <w:sz w:val="20"/>
              </w:rPr>
            </w:pPr>
            <w:r w:rsidRPr="001A3F94">
              <w:rPr>
                <w:b/>
                <w:sz w:val="20"/>
              </w:rPr>
              <w:t>Insurances</w:t>
            </w:r>
          </w:p>
          <w:p w14:paraId="62C100B9" w14:textId="77777777" w:rsidR="00A04532" w:rsidRDefault="00A04532" w:rsidP="009938AF">
            <w:pPr>
              <w:spacing w:before="120"/>
              <w:ind w:left="33" w:firstLine="0"/>
              <w:rPr>
                <w:sz w:val="20"/>
              </w:rPr>
            </w:pPr>
            <w:r>
              <w:rPr>
                <w:sz w:val="20"/>
              </w:rPr>
              <w:t>Public Liability Insurance</w:t>
            </w:r>
          </w:p>
          <w:p w14:paraId="2145B0CB" w14:textId="77777777" w:rsidR="008553B9" w:rsidRDefault="008553B9" w:rsidP="009938AF">
            <w:pPr>
              <w:spacing w:before="120"/>
              <w:ind w:left="33" w:firstLine="0"/>
              <w:rPr>
                <w:sz w:val="20"/>
              </w:rPr>
            </w:pPr>
          </w:p>
          <w:p w14:paraId="099C31B1" w14:textId="77777777" w:rsidR="00A04532" w:rsidRDefault="00A04532" w:rsidP="009938AF">
            <w:pPr>
              <w:spacing w:before="120"/>
              <w:ind w:left="33" w:firstLine="0"/>
              <w:rPr>
                <w:sz w:val="20"/>
              </w:rPr>
            </w:pPr>
            <w:r>
              <w:rPr>
                <w:sz w:val="20"/>
              </w:rPr>
              <w:t>Product Liability Insurance</w:t>
            </w:r>
          </w:p>
          <w:p w14:paraId="482B13E4" w14:textId="77777777" w:rsidR="00A04532" w:rsidRPr="001A3F94" w:rsidRDefault="00A04532" w:rsidP="009938AF">
            <w:pPr>
              <w:spacing w:before="120"/>
              <w:ind w:left="33" w:firstLine="0"/>
              <w:rPr>
                <w:b/>
                <w:sz w:val="20"/>
              </w:rPr>
            </w:pPr>
          </w:p>
        </w:tc>
        <w:tc>
          <w:tcPr>
            <w:tcW w:w="6095" w:type="dxa"/>
            <w:tcBorders>
              <w:top w:val="single" w:sz="4" w:space="0" w:color="C0C0C0"/>
              <w:left w:val="single" w:sz="4" w:space="0" w:color="C0C0C0"/>
              <w:bottom w:val="single" w:sz="4" w:space="0" w:color="C0C0C0"/>
              <w:right w:val="single" w:sz="4" w:space="0" w:color="C0C0C0"/>
            </w:tcBorders>
          </w:tcPr>
          <w:p w14:paraId="37A6DB55" w14:textId="77777777" w:rsidR="00A04532" w:rsidRDefault="00A04532" w:rsidP="009B3E1E">
            <w:pPr>
              <w:spacing w:before="120"/>
              <w:ind w:left="0" w:firstLine="0"/>
              <w:rPr>
                <w:sz w:val="20"/>
              </w:rPr>
            </w:pPr>
          </w:p>
          <w:p w14:paraId="17392CFD" w14:textId="09192434" w:rsidR="00A04532" w:rsidRPr="001A3F94" w:rsidRDefault="00891F75" w:rsidP="003A6DF4">
            <w:pPr>
              <w:spacing w:before="120"/>
              <w:rPr>
                <w:sz w:val="20"/>
              </w:rPr>
            </w:pPr>
            <w:r>
              <w:rPr>
                <w:sz w:val="20"/>
              </w:rPr>
              <w:t xml:space="preserve">Not less than </w:t>
            </w:r>
            <w:r w:rsidR="00A04532" w:rsidRPr="001A3F94">
              <w:rPr>
                <w:sz w:val="20"/>
              </w:rPr>
              <w:t>$</w:t>
            </w:r>
            <w:r w:rsidR="00B55012">
              <w:rPr>
                <w:sz w:val="20"/>
              </w:rPr>
              <w:t>1</w:t>
            </w:r>
            <w:r>
              <w:rPr>
                <w:sz w:val="20"/>
              </w:rPr>
              <w:t>,000,000</w:t>
            </w:r>
          </w:p>
          <w:p w14:paraId="077FA8FA" w14:textId="77777777" w:rsidR="00891F75" w:rsidRPr="009E209A" w:rsidRDefault="00891F75" w:rsidP="00891F75">
            <w:pPr>
              <w:spacing w:before="120"/>
              <w:rPr>
                <w:i/>
                <w:sz w:val="20"/>
              </w:rPr>
            </w:pPr>
            <w:r w:rsidRPr="009E209A">
              <w:rPr>
                <w:i/>
                <w:sz w:val="20"/>
                <w:highlight w:val="green"/>
              </w:rPr>
              <w:t xml:space="preserve">If </w:t>
            </w:r>
            <w:r>
              <w:rPr>
                <w:i/>
                <w:sz w:val="20"/>
                <w:highlight w:val="green"/>
              </w:rPr>
              <w:t xml:space="preserve">Goods are </w:t>
            </w:r>
            <w:r w:rsidRPr="009E209A">
              <w:rPr>
                <w:i/>
                <w:sz w:val="20"/>
                <w:highlight w:val="green"/>
              </w:rPr>
              <w:t>being supplied</w:t>
            </w:r>
            <w:r>
              <w:rPr>
                <w:i/>
                <w:sz w:val="20"/>
              </w:rPr>
              <w:t>:</w:t>
            </w:r>
            <w:r w:rsidRPr="009E209A">
              <w:rPr>
                <w:i/>
                <w:sz w:val="20"/>
              </w:rPr>
              <w:t xml:space="preserve"> </w:t>
            </w:r>
          </w:p>
          <w:p w14:paraId="478221BD" w14:textId="461E9D6B" w:rsidR="00A04532" w:rsidRPr="001A3F94" w:rsidRDefault="00A04532" w:rsidP="00406884">
            <w:pPr>
              <w:spacing w:before="120"/>
              <w:ind w:left="0" w:firstLine="0"/>
              <w:rPr>
                <w:b/>
                <w:sz w:val="20"/>
              </w:rPr>
            </w:pPr>
            <w:r w:rsidRPr="001A3F94">
              <w:rPr>
                <w:sz w:val="20"/>
              </w:rPr>
              <w:t>$</w:t>
            </w:r>
            <w:r>
              <w:rPr>
                <w:sz w:val="20"/>
                <w:highlight w:val="yellow"/>
              </w:rPr>
              <w:t>&lt;</w:t>
            </w:r>
            <w:r w:rsidRPr="003E57F2">
              <w:rPr>
                <w:sz w:val="20"/>
                <w:highlight w:val="yellow"/>
              </w:rPr>
              <w:t xml:space="preserve">insert </w:t>
            </w:r>
            <w:r w:rsidR="003E57F2" w:rsidRPr="003E57F2">
              <w:rPr>
                <w:sz w:val="20"/>
                <w:highlight w:val="yellow"/>
              </w:rPr>
              <w:t xml:space="preserve">the amount of cover under the </w:t>
            </w:r>
            <w:r w:rsidR="00971D32">
              <w:rPr>
                <w:sz w:val="20"/>
                <w:highlight w:val="yellow"/>
              </w:rPr>
              <w:t>Supplier</w:t>
            </w:r>
            <w:r w:rsidR="003E57F2" w:rsidRPr="003E57F2">
              <w:rPr>
                <w:sz w:val="20"/>
                <w:highlight w:val="yellow"/>
              </w:rPr>
              <w:t>’s Product Liability policy</w:t>
            </w:r>
            <w:r>
              <w:rPr>
                <w:sz w:val="20"/>
                <w:highlight w:val="yellow"/>
              </w:rPr>
              <w:t>&gt;</w:t>
            </w:r>
          </w:p>
        </w:tc>
      </w:tr>
      <w:tr w:rsidR="00343955" w:rsidRPr="001A3F94" w14:paraId="60F9CF88" w14:textId="77777777" w:rsidTr="001B08F9">
        <w:trPr>
          <w:trHeight w:val="542"/>
        </w:trPr>
        <w:tc>
          <w:tcPr>
            <w:tcW w:w="1276" w:type="dxa"/>
            <w:tcBorders>
              <w:top w:val="single" w:sz="4" w:space="0" w:color="C0C0C0"/>
              <w:left w:val="single" w:sz="4" w:space="0" w:color="C0C0C0"/>
              <w:bottom w:val="single" w:sz="4" w:space="0" w:color="C0C0C0"/>
              <w:right w:val="single" w:sz="4" w:space="0" w:color="C0C0C0"/>
            </w:tcBorders>
          </w:tcPr>
          <w:p w14:paraId="6A1ABCB5" w14:textId="77777777" w:rsidR="00343955" w:rsidRPr="001A3F94" w:rsidRDefault="00343955" w:rsidP="0058299E">
            <w:pPr>
              <w:keepLines/>
              <w:numPr>
                <w:ilvl w:val="0"/>
                <w:numId w:val="4"/>
              </w:numPr>
              <w:spacing w:before="120"/>
              <w:rPr>
                <w:b/>
                <w:sz w:val="20"/>
              </w:rPr>
            </w:pPr>
          </w:p>
        </w:tc>
        <w:tc>
          <w:tcPr>
            <w:tcW w:w="2977" w:type="dxa"/>
            <w:tcBorders>
              <w:top w:val="single" w:sz="4" w:space="0" w:color="C0C0C0"/>
              <w:left w:val="single" w:sz="4" w:space="0" w:color="C0C0C0"/>
              <w:bottom w:val="single" w:sz="4" w:space="0" w:color="C0C0C0"/>
              <w:right w:val="single" w:sz="4" w:space="0" w:color="C0C0C0"/>
            </w:tcBorders>
          </w:tcPr>
          <w:p w14:paraId="1EC65A47" w14:textId="77777777" w:rsidR="00343955" w:rsidRDefault="00343955" w:rsidP="009938AF">
            <w:pPr>
              <w:spacing w:before="120"/>
              <w:ind w:left="33" w:firstLine="0"/>
              <w:rPr>
                <w:b/>
                <w:sz w:val="20"/>
              </w:rPr>
            </w:pPr>
            <w:r>
              <w:rPr>
                <w:b/>
                <w:sz w:val="20"/>
              </w:rPr>
              <w:t>Liability Limit</w:t>
            </w:r>
          </w:p>
        </w:tc>
        <w:tc>
          <w:tcPr>
            <w:tcW w:w="6095" w:type="dxa"/>
            <w:tcBorders>
              <w:top w:val="single" w:sz="4" w:space="0" w:color="C0C0C0"/>
              <w:left w:val="single" w:sz="4" w:space="0" w:color="C0C0C0"/>
              <w:bottom w:val="single" w:sz="4" w:space="0" w:color="C0C0C0"/>
              <w:right w:val="single" w:sz="4" w:space="0" w:color="C0C0C0"/>
            </w:tcBorders>
          </w:tcPr>
          <w:p w14:paraId="3A820633" w14:textId="77777777" w:rsidR="0020362D" w:rsidRPr="0020362D" w:rsidRDefault="0020362D" w:rsidP="0020362D">
            <w:pPr>
              <w:spacing w:before="120"/>
              <w:ind w:left="0" w:firstLine="0"/>
              <w:rPr>
                <w:i/>
                <w:sz w:val="20"/>
                <w:highlight w:val="yellow"/>
              </w:rPr>
            </w:pPr>
            <w:r w:rsidRPr="0020362D">
              <w:rPr>
                <w:i/>
                <w:sz w:val="20"/>
                <w:highlight w:val="green"/>
              </w:rPr>
              <w:t xml:space="preserve">The following Liability Limit has been approved by Cabinet </w:t>
            </w:r>
            <w:r>
              <w:rPr>
                <w:i/>
                <w:sz w:val="20"/>
                <w:highlight w:val="green"/>
              </w:rPr>
              <w:t>(</w:t>
            </w:r>
            <w:r w:rsidRPr="0020362D">
              <w:rPr>
                <w:i/>
                <w:sz w:val="20"/>
                <w:highlight w:val="green"/>
              </w:rPr>
              <w:t>25 July 2016</w:t>
            </w:r>
            <w:r>
              <w:rPr>
                <w:i/>
                <w:sz w:val="20"/>
                <w:highlight w:val="green"/>
              </w:rPr>
              <w:t>)</w:t>
            </w:r>
            <w:r>
              <w:rPr>
                <w:i/>
                <w:sz w:val="20"/>
                <w:highlight w:val="yellow"/>
              </w:rPr>
              <w:t xml:space="preserve"> </w:t>
            </w:r>
          </w:p>
          <w:p w14:paraId="2934930B" w14:textId="1F89E771" w:rsidR="00343955" w:rsidRDefault="00343955" w:rsidP="005C714C">
            <w:pPr>
              <w:spacing w:before="120"/>
              <w:ind w:left="0" w:firstLine="0"/>
              <w:rPr>
                <w:sz w:val="20"/>
                <w:highlight w:val="yellow"/>
              </w:rPr>
            </w:pPr>
            <w:r>
              <w:rPr>
                <w:sz w:val="20"/>
                <w:highlight w:val="yellow"/>
              </w:rPr>
              <w:t>&lt;</w:t>
            </w:r>
            <w:r w:rsidR="00F75B2E">
              <w:rPr>
                <w:sz w:val="20"/>
                <w:highlight w:val="yellow"/>
              </w:rPr>
              <w:t xml:space="preserve">insert </w:t>
            </w:r>
            <w:r>
              <w:rPr>
                <w:sz w:val="20"/>
                <w:highlight w:val="yellow"/>
              </w:rPr>
              <w:t xml:space="preserve">between </w:t>
            </w:r>
            <w:r w:rsidR="005C714C">
              <w:rPr>
                <w:sz w:val="20"/>
                <w:highlight w:val="yellow"/>
              </w:rPr>
              <w:t>[</w:t>
            </w:r>
            <w:r>
              <w:rPr>
                <w:sz w:val="20"/>
                <w:highlight w:val="yellow"/>
              </w:rPr>
              <w:t>1 and 5</w:t>
            </w:r>
            <w:r w:rsidR="005C714C">
              <w:rPr>
                <w:sz w:val="20"/>
                <w:highlight w:val="yellow"/>
              </w:rPr>
              <w:t>]</w:t>
            </w:r>
            <w:r>
              <w:rPr>
                <w:sz w:val="20"/>
                <w:highlight w:val="yellow"/>
              </w:rPr>
              <w:t xml:space="preserve"> </w:t>
            </w:r>
            <w:r w:rsidR="005C714C">
              <w:rPr>
                <w:sz w:val="20"/>
                <w:highlight w:val="yellow"/>
              </w:rPr>
              <w:t>x [</w:t>
            </w:r>
            <w:r>
              <w:rPr>
                <w:sz w:val="20"/>
                <w:highlight w:val="yellow"/>
              </w:rPr>
              <w:t xml:space="preserve">the </w:t>
            </w:r>
            <w:r w:rsidR="003C3CF5">
              <w:rPr>
                <w:sz w:val="20"/>
                <w:highlight w:val="yellow"/>
              </w:rPr>
              <w:t xml:space="preserve">aggregated </w:t>
            </w:r>
            <w:r>
              <w:rPr>
                <w:sz w:val="20"/>
                <w:highlight w:val="yellow"/>
              </w:rPr>
              <w:t xml:space="preserve">value of the contract </w:t>
            </w:r>
            <w:r w:rsidR="00A04AF2">
              <w:rPr>
                <w:sz w:val="20"/>
                <w:highlight w:val="yellow"/>
              </w:rPr>
              <w:t>(</w:t>
            </w:r>
            <w:proofErr w:type="spellStart"/>
            <w:r w:rsidR="00A04AF2">
              <w:rPr>
                <w:sz w:val="20"/>
                <w:highlight w:val="yellow"/>
              </w:rPr>
              <w:t>inc.</w:t>
            </w:r>
            <w:proofErr w:type="spellEnd"/>
            <w:r w:rsidR="00A04AF2">
              <w:rPr>
                <w:sz w:val="20"/>
                <w:highlight w:val="yellow"/>
              </w:rPr>
              <w:t xml:space="preserve"> GST)</w:t>
            </w:r>
            <w:r w:rsidR="005C714C">
              <w:rPr>
                <w:sz w:val="20"/>
                <w:highlight w:val="yellow"/>
              </w:rPr>
              <w:t>]. Multiple to be</w:t>
            </w:r>
            <w:r w:rsidR="00A04AF2">
              <w:rPr>
                <w:sz w:val="20"/>
                <w:highlight w:val="yellow"/>
              </w:rPr>
              <w:t xml:space="preserve"> </w:t>
            </w:r>
            <w:r>
              <w:rPr>
                <w:sz w:val="20"/>
                <w:highlight w:val="yellow"/>
              </w:rPr>
              <w:t xml:space="preserve">based on </w:t>
            </w:r>
            <w:r w:rsidR="0034799D">
              <w:rPr>
                <w:sz w:val="20"/>
                <w:highlight w:val="yellow"/>
              </w:rPr>
              <w:t>Government Party</w:t>
            </w:r>
            <w:r w:rsidR="0020362D">
              <w:rPr>
                <w:sz w:val="20"/>
                <w:highlight w:val="yellow"/>
              </w:rPr>
              <w:t xml:space="preserve">’s </w:t>
            </w:r>
            <w:r>
              <w:rPr>
                <w:sz w:val="20"/>
                <w:highlight w:val="yellow"/>
              </w:rPr>
              <w:t>risk assessment&gt;</w:t>
            </w:r>
          </w:p>
        </w:tc>
      </w:tr>
      <w:tr w:rsidR="00A04532" w:rsidRPr="001A3F94" w14:paraId="209439A7" w14:textId="77777777" w:rsidTr="001B08F9">
        <w:trPr>
          <w:trHeight w:val="542"/>
        </w:trPr>
        <w:tc>
          <w:tcPr>
            <w:tcW w:w="1276" w:type="dxa"/>
            <w:tcBorders>
              <w:top w:val="single" w:sz="4" w:space="0" w:color="C0C0C0"/>
              <w:left w:val="single" w:sz="4" w:space="0" w:color="C0C0C0"/>
              <w:bottom w:val="single" w:sz="4" w:space="0" w:color="C0C0C0"/>
              <w:right w:val="single" w:sz="4" w:space="0" w:color="C0C0C0"/>
            </w:tcBorders>
          </w:tcPr>
          <w:p w14:paraId="6A9B79A2" w14:textId="77777777" w:rsidR="00A04532" w:rsidRPr="001A3F94" w:rsidRDefault="00A04532" w:rsidP="0058299E">
            <w:pPr>
              <w:keepLines/>
              <w:numPr>
                <w:ilvl w:val="0"/>
                <w:numId w:val="4"/>
              </w:numPr>
              <w:spacing w:before="120"/>
              <w:rPr>
                <w:b/>
                <w:sz w:val="20"/>
              </w:rPr>
            </w:pPr>
          </w:p>
        </w:tc>
        <w:tc>
          <w:tcPr>
            <w:tcW w:w="2977" w:type="dxa"/>
            <w:tcBorders>
              <w:top w:val="single" w:sz="4" w:space="0" w:color="C0C0C0"/>
              <w:left w:val="single" w:sz="4" w:space="0" w:color="C0C0C0"/>
              <w:bottom w:val="single" w:sz="4" w:space="0" w:color="C0C0C0"/>
              <w:right w:val="single" w:sz="4" w:space="0" w:color="C0C0C0"/>
            </w:tcBorders>
          </w:tcPr>
          <w:p w14:paraId="699624E6" w14:textId="77777777" w:rsidR="00A04532" w:rsidRPr="001A3F94" w:rsidRDefault="00A04532" w:rsidP="009938AF">
            <w:pPr>
              <w:spacing w:before="120"/>
              <w:ind w:left="33" w:firstLine="0"/>
              <w:rPr>
                <w:b/>
                <w:sz w:val="20"/>
              </w:rPr>
            </w:pPr>
            <w:r>
              <w:rPr>
                <w:b/>
                <w:sz w:val="20"/>
              </w:rPr>
              <w:t>Other Termination Rights</w:t>
            </w:r>
          </w:p>
        </w:tc>
        <w:tc>
          <w:tcPr>
            <w:tcW w:w="6095" w:type="dxa"/>
            <w:tcBorders>
              <w:top w:val="single" w:sz="4" w:space="0" w:color="C0C0C0"/>
              <w:left w:val="single" w:sz="4" w:space="0" w:color="C0C0C0"/>
              <w:bottom w:val="single" w:sz="4" w:space="0" w:color="C0C0C0"/>
              <w:right w:val="single" w:sz="4" w:space="0" w:color="C0C0C0"/>
            </w:tcBorders>
          </w:tcPr>
          <w:p w14:paraId="40127EB8" w14:textId="77777777" w:rsidR="00A04532" w:rsidRDefault="00A04532" w:rsidP="00D12C3B">
            <w:pPr>
              <w:spacing w:before="120"/>
              <w:ind w:left="0" w:firstLine="0"/>
              <w:rPr>
                <w:sz w:val="20"/>
                <w:highlight w:val="yellow"/>
              </w:rPr>
            </w:pPr>
            <w:r>
              <w:rPr>
                <w:sz w:val="20"/>
                <w:highlight w:val="yellow"/>
              </w:rPr>
              <w:t>&lt;e.g. failure to meet [insert</w:t>
            </w:r>
            <w:r w:rsidR="00E61D76">
              <w:rPr>
                <w:sz w:val="20"/>
                <w:highlight w:val="yellow"/>
              </w:rPr>
              <w:t xml:space="preserve"> number] Service Levels</w:t>
            </w:r>
            <w:r>
              <w:rPr>
                <w:sz w:val="20"/>
                <w:highlight w:val="yellow"/>
              </w:rPr>
              <w:t xml:space="preserve"> or insert “not applicable”&gt;</w:t>
            </w:r>
          </w:p>
        </w:tc>
      </w:tr>
      <w:tr w:rsidR="00A04532" w:rsidRPr="001A3F94" w14:paraId="578A15A0" w14:textId="77777777" w:rsidTr="001B08F9">
        <w:trPr>
          <w:trHeight w:val="542"/>
        </w:trPr>
        <w:tc>
          <w:tcPr>
            <w:tcW w:w="1276" w:type="dxa"/>
            <w:tcBorders>
              <w:top w:val="single" w:sz="4" w:space="0" w:color="C0C0C0"/>
              <w:left w:val="single" w:sz="4" w:space="0" w:color="C0C0C0"/>
              <w:bottom w:val="single" w:sz="4" w:space="0" w:color="C0C0C0"/>
              <w:right w:val="single" w:sz="4" w:space="0" w:color="C0C0C0"/>
            </w:tcBorders>
          </w:tcPr>
          <w:p w14:paraId="71748937" w14:textId="77777777" w:rsidR="00A04532" w:rsidRPr="001A3F94" w:rsidRDefault="00A04532" w:rsidP="0058299E">
            <w:pPr>
              <w:keepLines/>
              <w:numPr>
                <w:ilvl w:val="0"/>
                <w:numId w:val="4"/>
              </w:numPr>
              <w:spacing w:before="120"/>
              <w:rPr>
                <w:b/>
                <w:sz w:val="20"/>
              </w:rPr>
            </w:pPr>
          </w:p>
        </w:tc>
        <w:tc>
          <w:tcPr>
            <w:tcW w:w="2977" w:type="dxa"/>
            <w:tcBorders>
              <w:top w:val="single" w:sz="4" w:space="0" w:color="C0C0C0"/>
              <w:left w:val="single" w:sz="4" w:space="0" w:color="C0C0C0"/>
              <w:bottom w:val="single" w:sz="4" w:space="0" w:color="C0C0C0"/>
              <w:right w:val="single" w:sz="4" w:space="0" w:color="C0C0C0"/>
            </w:tcBorders>
          </w:tcPr>
          <w:p w14:paraId="1EC1031C" w14:textId="77777777" w:rsidR="00A04532" w:rsidRPr="001A3F94" w:rsidRDefault="00A04532" w:rsidP="009938AF">
            <w:pPr>
              <w:spacing w:before="120"/>
              <w:ind w:left="33" w:firstLine="0"/>
              <w:rPr>
                <w:b/>
                <w:sz w:val="20"/>
              </w:rPr>
            </w:pPr>
            <w:r w:rsidRPr="001A3F94">
              <w:rPr>
                <w:b/>
                <w:sz w:val="20"/>
              </w:rPr>
              <w:t>Approved Subcontractors</w:t>
            </w:r>
          </w:p>
        </w:tc>
        <w:tc>
          <w:tcPr>
            <w:tcW w:w="6095" w:type="dxa"/>
            <w:tcBorders>
              <w:top w:val="single" w:sz="4" w:space="0" w:color="C0C0C0"/>
              <w:left w:val="single" w:sz="4" w:space="0" w:color="C0C0C0"/>
              <w:bottom w:val="single" w:sz="4" w:space="0" w:color="C0C0C0"/>
              <w:right w:val="single" w:sz="4" w:space="0" w:color="C0C0C0"/>
            </w:tcBorders>
          </w:tcPr>
          <w:p w14:paraId="6DA11406" w14:textId="77777777" w:rsidR="00A04532" w:rsidRPr="001A3F94" w:rsidRDefault="00A04532" w:rsidP="00AA1067">
            <w:pPr>
              <w:spacing w:before="120"/>
              <w:ind w:left="0" w:firstLine="0"/>
              <w:rPr>
                <w:sz w:val="20"/>
              </w:rPr>
            </w:pPr>
            <w:r>
              <w:rPr>
                <w:sz w:val="20"/>
                <w:highlight w:val="yellow"/>
              </w:rPr>
              <w:t>&lt;</w:t>
            </w:r>
            <w:r w:rsidRPr="001A3F94">
              <w:rPr>
                <w:sz w:val="20"/>
                <w:highlight w:val="yellow"/>
              </w:rPr>
              <w:t>insert relevant details</w:t>
            </w:r>
            <w:r w:rsidR="00E61D76">
              <w:rPr>
                <w:sz w:val="20"/>
                <w:highlight w:val="yellow"/>
              </w:rPr>
              <w:t xml:space="preserve"> or insert “not applicable”</w:t>
            </w:r>
            <w:r>
              <w:rPr>
                <w:sz w:val="20"/>
                <w:highlight w:val="yellow"/>
              </w:rPr>
              <w:t>&gt;</w:t>
            </w:r>
          </w:p>
        </w:tc>
      </w:tr>
      <w:tr w:rsidR="00A04532" w:rsidRPr="001A3F94" w14:paraId="36FDEDE6" w14:textId="77777777" w:rsidTr="001B08F9">
        <w:trPr>
          <w:trHeight w:val="542"/>
        </w:trPr>
        <w:tc>
          <w:tcPr>
            <w:tcW w:w="1276" w:type="dxa"/>
            <w:tcBorders>
              <w:top w:val="single" w:sz="4" w:space="0" w:color="C0C0C0"/>
              <w:left w:val="single" w:sz="4" w:space="0" w:color="C0C0C0"/>
              <w:bottom w:val="single" w:sz="4" w:space="0" w:color="C0C0C0"/>
              <w:right w:val="single" w:sz="4" w:space="0" w:color="C0C0C0"/>
            </w:tcBorders>
          </w:tcPr>
          <w:p w14:paraId="676C873F" w14:textId="77777777" w:rsidR="00A04532" w:rsidRPr="001A3F94" w:rsidRDefault="00A04532" w:rsidP="0058299E">
            <w:pPr>
              <w:keepLines/>
              <w:numPr>
                <w:ilvl w:val="0"/>
                <w:numId w:val="4"/>
              </w:numPr>
              <w:spacing w:before="120"/>
              <w:rPr>
                <w:b/>
                <w:sz w:val="20"/>
              </w:rPr>
            </w:pPr>
          </w:p>
        </w:tc>
        <w:tc>
          <w:tcPr>
            <w:tcW w:w="2977" w:type="dxa"/>
            <w:tcBorders>
              <w:top w:val="single" w:sz="4" w:space="0" w:color="C0C0C0"/>
              <w:left w:val="single" w:sz="4" w:space="0" w:color="C0C0C0"/>
              <w:bottom w:val="single" w:sz="4" w:space="0" w:color="C0C0C0"/>
              <w:right w:val="single" w:sz="4" w:space="0" w:color="C0C0C0"/>
            </w:tcBorders>
          </w:tcPr>
          <w:p w14:paraId="498D59D9" w14:textId="77777777" w:rsidR="00A04532" w:rsidRPr="001A3F94" w:rsidRDefault="00A04532" w:rsidP="009938AF">
            <w:pPr>
              <w:spacing w:before="120"/>
              <w:ind w:left="33" w:firstLine="0"/>
              <w:rPr>
                <w:b/>
                <w:sz w:val="20"/>
              </w:rPr>
            </w:pPr>
            <w:r>
              <w:rPr>
                <w:b/>
                <w:sz w:val="20"/>
              </w:rPr>
              <w:t>Additional Personnel Checks</w:t>
            </w:r>
          </w:p>
        </w:tc>
        <w:tc>
          <w:tcPr>
            <w:tcW w:w="6095" w:type="dxa"/>
            <w:tcBorders>
              <w:top w:val="single" w:sz="4" w:space="0" w:color="C0C0C0"/>
              <w:left w:val="single" w:sz="4" w:space="0" w:color="C0C0C0"/>
              <w:bottom w:val="single" w:sz="4" w:space="0" w:color="C0C0C0"/>
              <w:right w:val="single" w:sz="4" w:space="0" w:color="C0C0C0"/>
            </w:tcBorders>
          </w:tcPr>
          <w:p w14:paraId="4EBCAB21" w14:textId="77777777" w:rsidR="00A04532" w:rsidRPr="007877A2" w:rsidRDefault="00A04532" w:rsidP="009E209A">
            <w:pPr>
              <w:spacing w:before="120"/>
              <w:ind w:left="0" w:firstLine="0"/>
              <w:rPr>
                <w:sz w:val="20"/>
              </w:rPr>
            </w:pPr>
            <w:r w:rsidRPr="009E209A">
              <w:rPr>
                <w:sz w:val="20"/>
                <w:highlight w:val="yellow"/>
              </w:rPr>
              <w:t xml:space="preserve">&lt;e.g. DCSI Unsuitable Person Screening or </w:t>
            </w:r>
            <w:r w:rsidR="00E61D76">
              <w:rPr>
                <w:sz w:val="20"/>
                <w:highlight w:val="yellow"/>
              </w:rPr>
              <w:t xml:space="preserve">insert </w:t>
            </w:r>
            <w:r w:rsidRPr="009E209A">
              <w:rPr>
                <w:sz w:val="20"/>
                <w:highlight w:val="yellow"/>
              </w:rPr>
              <w:t>“not applicable”&gt;</w:t>
            </w:r>
          </w:p>
        </w:tc>
      </w:tr>
      <w:tr w:rsidR="00497DA8" w:rsidRPr="001A3F94" w14:paraId="635ECFFA" w14:textId="77777777" w:rsidTr="001B08F9">
        <w:trPr>
          <w:trHeight w:val="542"/>
        </w:trPr>
        <w:tc>
          <w:tcPr>
            <w:tcW w:w="1276" w:type="dxa"/>
            <w:tcBorders>
              <w:top w:val="single" w:sz="4" w:space="0" w:color="C0C0C0"/>
              <w:left w:val="single" w:sz="4" w:space="0" w:color="C0C0C0"/>
              <w:bottom w:val="single" w:sz="4" w:space="0" w:color="C0C0C0"/>
              <w:right w:val="single" w:sz="4" w:space="0" w:color="C0C0C0"/>
            </w:tcBorders>
          </w:tcPr>
          <w:p w14:paraId="469C7363" w14:textId="77777777" w:rsidR="00497DA8" w:rsidRPr="001A3F94" w:rsidRDefault="00497DA8" w:rsidP="0058299E">
            <w:pPr>
              <w:keepLines/>
              <w:numPr>
                <w:ilvl w:val="0"/>
                <w:numId w:val="4"/>
              </w:numPr>
              <w:spacing w:before="120"/>
              <w:rPr>
                <w:b/>
                <w:sz w:val="20"/>
              </w:rPr>
            </w:pPr>
          </w:p>
        </w:tc>
        <w:tc>
          <w:tcPr>
            <w:tcW w:w="2977" w:type="dxa"/>
            <w:tcBorders>
              <w:top w:val="single" w:sz="4" w:space="0" w:color="C0C0C0"/>
              <w:left w:val="single" w:sz="4" w:space="0" w:color="C0C0C0"/>
              <w:bottom w:val="single" w:sz="4" w:space="0" w:color="C0C0C0"/>
              <w:right w:val="single" w:sz="4" w:space="0" w:color="C0C0C0"/>
            </w:tcBorders>
          </w:tcPr>
          <w:p w14:paraId="7B0366D7" w14:textId="77777777" w:rsidR="00497DA8" w:rsidRDefault="00497DA8" w:rsidP="009938AF">
            <w:pPr>
              <w:spacing w:before="120"/>
              <w:ind w:left="33" w:firstLine="0"/>
              <w:rPr>
                <w:b/>
                <w:sz w:val="20"/>
              </w:rPr>
            </w:pPr>
            <w:r>
              <w:rPr>
                <w:b/>
                <w:sz w:val="20"/>
              </w:rPr>
              <w:t>Notice Period for Termination for Convenience</w:t>
            </w:r>
          </w:p>
        </w:tc>
        <w:tc>
          <w:tcPr>
            <w:tcW w:w="6095" w:type="dxa"/>
            <w:tcBorders>
              <w:top w:val="single" w:sz="4" w:space="0" w:color="C0C0C0"/>
              <w:left w:val="single" w:sz="4" w:space="0" w:color="C0C0C0"/>
              <w:bottom w:val="single" w:sz="4" w:space="0" w:color="C0C0C0"/>
              <w:right w:val="single" w:sz="4" w:space="0" w:color="C0C0C0"/>
            </w:tcBorders>
          </w:tcPr>
          <w:p w14:paraId="4C8D4A0E" w14:textId="77777777" w:rsidR="00497DA8" w:rsidRPr="009E209A" w:rsidRDefault="00497DA8" w:rsidP="009E209A">
            <w:pPr>
              <w:spacing w:before="120"/>
              <w:ind w:left="0" w:firstLine="0"/>
              <w:rPr>
                <w:sz w:val="20"/>
                <w:highlight w:val="yellow"/>
              </w:rPr>
            </w:pPr>
            <w:r>
              <w:rPr>
                <w:sz w:val="20"/>
                <w:highlight w:val="yellow"/>
              </w:rPr>
              <w:t>&lt;insert period</w:t>
            </w:r>
            <w:r w:rsidR="00971D32">
              <w:rPr>
                <w:sz w:val="20"/>
                <w:highlight w:val="yellow"/>
              </w:rPr>
              <w:t xml:space="preserve"> or “not applicable”</w:t>
            </w:r>
            <w:r>
              <w:rPr>
                <w:sz w:val="20"/>
                <w:highlight w:val="yellow"/>
              </w:rPr>
              <w:t>&gt;</w:t>
            </w:r>
          </w:p>
        </w:tc>
      </w:tr>
    </w:tbl>
    <w:p w14:paraId="475DA24E" w14:textId="77777777" w:rsidR="0058299E" w:rsidRPr="001A3F94" w:rsidRDefault="0058299E" w:rsidP="0058299E">
      <w:pPr>
        <w:rPr>
          <w:sz w:val="20"/>
        </w:rPr>
      </w:pPr>
    </w:p>
    <w:p w14:paraId="6E28672B" w14:textId="77777777" w:rsidR="00FE1C3B" w:rsidRDefault="00FE1C3B" w:rsidP="0058299E">
      <w:pPr>
        <w:rPr>
          <w:sz w:val="20"/>
        </w:rPr>
        <w:sectPr w:rsidR="00FE1C3B" w:rsidSect="0037052A">
          <w:headerReference w:type="default" r:id="rId13"/>
          <w:footerReference w:type="default" r:id="rId14"/>
          <w:headerReference w:type="first" r:id="rId15"/>
          <w:footerReference w:type="first" r:id="rId16"/>
          <w:pgSz w:w="11907" w:h="16840" w:code="9"/>
          <w:pgMar w:top="1077" w:right="851" w:bottom="964" w:left="851" w:header="720" w:footer="454" w:gutter="0"/>
          <w:pgNumType w:start="1"/>
          <w:cols w:space="720"/>
          <w:titlePg/>
          <w:docGrid w:linePitch="299"/>
        </w:sectPr>
      </w:pPr>
    </w:p>
    <w:p w14:paraId="1F0ADED9" w14:textId="77777777" w:rsidR="0037052A" w:rsidRDefault="0037052A" w:rsidP="0037052A">
      <w:pPr>
        <w:spacing w:before="0" w:after="0"/>
        <w:jc w:val="center"/>
        <w:rPr>
          <w:b/>
          <w:sz w:val="20"/>
        </w:rPr>
        <w:sectPr w:rsidR="0037052A" w:rsidSect="0037052A">
          <w:headerReference w:type="first" r:id="rId17"/>
          <w:footerReference w:type="first" r:id="rId18"/>
          <w:type w:val="continuous"/>
          <w:pgSz w:w="11907" w:h="16840" w:code="9"/>
          <w:pgMar w:top="1077" w:right="851" w:bottom="964" w:left="851" w:header="720" w:footer="454" w:gutter="0"/>
          <w:pgNumType w:start="1"/>
          <w:cols w:space="709"/>
          <w:titlePg/>
          <w:docGrid w:linePitch="299"/>
        </w:sectPr>
      </w:pPr>
    </w:p>
    <w:p w14:paraId="7F13F8FB" w14:textId="77777777" w:rsidR="00870038" w:rsidRPr="001A3F94" w:rsidRDefault="00870038" w:rsidP="0037052A">
      <w:pPr>
        <w:spacing w:before="0" w:after="0"/>
        <w:jc w:val="center"/>
        <w:rPr>
          <w:b/>
          <w:sz w:val="20"/>
        </w:rPr>
      </w:pPr>
      <w:r w:rsidRPr="001A3F94">
        <w:rPr>
          <w:b/>
          <w:sz w:val="20"/>
        </w:rPr>
        <w:lastRenderedPageBreak/>
        <w:t>A</w:t>
      </w:r>
      <w:r w:rsidR="00E41FCA">
        <w:rPr>
          <w:b/>
          <w:sz w:val="20"/>
        </w:rPr>
        <w:t>ttachment 2</w:t>
      </w:r>
      <w:r w:rsidRPr="001A3F94">
        <w:rPr>
          <w:b/>
          <w:sz w:val="20"/>
        </w:rPr>
        <w:t xml:space="preserve"> - </w:t>
      </w:r>
      <w:r w:rsidR="00D03E85">
        <w:rPr>
          <w:b/>
          <w:sz w:val="20"/>
        </w:rPr>
        <w:t xml:space="preserve">Standard </w:t>
      </w:r>
      <w:r w:rsidR="00E41FCA">
        <w:rPr>
          <w:b/>
          <w:sz w:val="20"/>
        </w:rPr>
        <w:t>Terms &amp; Conditions</w:t>
      </w:r>
    </w:p>
    <w:p w14:paraId="3C43A055" w14:textId="77777777" w:rsidR="00331C3A" w:rsidRPr="003E57F2" w:rsidRDefault="00331C3A" w:rsidP="0037052A">
      <w:pPr>
        <w:pStyle w:val="Heading1"/>
        <w:numPr>
          <w:ilvl w:val="0"/>
          <w:numId w:val="0"/>
        </w:numPr>
        <w:spacing w:before="0" w:after="0"/>
        <w:rPr>
          <w:sz w:val="18"/>
          <w:szCs w:val="18"/>
        </w:rPr>
      </w:pPr>
      <w:r w:rsidRPr="003E57F2">
        <w:rPr>
          <w:rFonts w:ascii="Arial" w:hAnsi="Arial"/>
          <w:caps w:val="0"/>
          <w:kern w:val="0"/>
          <w:sz w:val="18"/>
          <w:szCs w:val="18"/>
        </w:rPr>
        <w:t>AGREED TERMS</w:t>
      </w:r>
    </w:p>
    <w:p w14:paraId="096AAD21" w14:textId="77777777" w:rsidR="002E29DF" w:rsidRDefault="002E29DF" w:rsidP="00331C3A">
      <w:pPr>
        <w:pStyle w:val="Heading1"/>
        <w:sectPr w:rsidR="002E29DF" w:rsidSect="0037052A">
          <w:headerReference w:type="first" r:id="rId19"/>
          <w:footerReference w:type="first" r:id="rId20"/>
          <w:pgSz w:w="11907" w:h="16840" w:code="9"/>
          <w:pgMar w:top="1077" w:right="851" w:bottom="964" w:left="851" w:header="720" w:footer="454" w:gutter="0"/>
          <w:pgNumType w:start="1"/>
          <w:cols w:space="709"/>
          <w:titlePg/>
          <w:docGrid w:linePitch="299"/>
        </w:sectPr>
      </w:pPr>
    </w:p>
    <w:p w14:paraId="5C809311" w14:textId="77777777" w:rsidR="00870038" w:rsidRPr="001A3F94" w:rsidRDefault="00743E62" w:rsidP="003E57F2">
      <w:pPr>
        <w:pStyle w:val="Heading1"/>
      </w:pPr>
      <w:r>
        <w:t>contract length</w:t>
      </w:r>
    </w:p>
    <w:p w14:paraId="4B96E956" w14:textId="77777777" w:rsidR="00870038" w:rsidRDefault="00581013" w:rsidP="000E613B">
      <w:pPr>
        <w:pStyle w:val="Heading2"/>
      </w:pPr>
      <w:r>
        <w:t xml:space="preserve">This Agreement </w:t>
      </w:r>
      <w:r w:rsidR="00870038" w:rsidRPr="000E613B">
        <w:t>commences</w:t>
      </w:r>
      <w:r w:rsidR="00870038" w:rsidRPr="001A3F94">
        <w:t xml:space="preserve"> on the </w:t>
      </w:r>
      <w:r w:rsidR="00212D34">
        <w:t>C</w:t>
      </w:r>
      <w:r w:rsidR="00870038" w:rsidRPr="001A3F94">
        <w:t xml:space="preserve">ommencement Date and </w:t>
      </w:r>
      <w:r>
        <w:t>continues until</w:t>
      </w:r>
      <w:r w:rsidR="00212D34">
        <w:t xml:space="preserve"> </w:t>
      </w:r>
      <w:r>
        <w:t>the Expiry Date</w:t>
      </w:r>
      <w:r w:rsidR="0043003B">
        <w:t>,</w:t>
      </w:r>
      <w:r w:rsidR="00212D34">
        <w:t xml:space="preserve"> </w:t>
      </w:r>
      <w:r w:rsidR="00870038" w:rsidRPr="001A3F94">
        <w:t xml:space="preserve">unless terminated earlier </w:t>
      </w:r>
      <w:r>
        <w:t xml:space="preserve">or extended </w:t>
      </w:r>
      <w:r w:rsidR="007F66A5">
        <w:t xml:space="preserve">under </w:t>
      </w:r>
      <w:r w:rsidR="00743E62">
        <w:t xml:space="preserve">clause </w:t>
      </w:r>
      <w:r w:rsidR="00743E62">
        <w:fldChar w:fldCharType="begin"/>
      </w:r>
      <w:r w:rsidR="00743E62">
        <w:instrText xml:space="preserve"> REF _Ref459813771 \r \h </w:instrText>
      </w:r>
      <w:r w:rsidR="00743E62">
        <w:fldChar w:fldCharType="separate"/>
      </w:r>
      <w:r w:rsidR="00B55012">
        <w:t>1.2</w:t>
      </w:r>
      <w:r w:rsidR="00743E62">
        <w:fldChar w:fldCharType="end"/>
      </w:r>
      <w:r w:rsidR="00870038" w:rsidRPr="001A3F94">
        <w:t>.</w:t>
      </w:r>
    </w:p>
    <w:p w14:paraId="7782733D" w14:textId="08809E2A" w:rsidR="00870038" w:rsidRPr="001A3F94" w:rsidRDefault="00870038" w:rsidP="000E613B">
      <w:pPr>
        <w:pStyle w:val="Heading2"/>
      </w:pPr>
      <w:bookmarkStart w:id="2" w:name="_Ref459813771"/>
      <w:r w:rsidRPr="001A3F94">
        <w:t xml:space="preserve">This Agreement may be extended </w:t>
      </w:r>
      <w:r w:rsidR="00AA1067">
        <w:t xml:space="preserve">by the </w:t>
      </w:r>
      <w:r w:rsidR="0034799D">
        <w:t>Government Party</w:t>
      </w:r>
      <w:r w:rsidR="00AA1067">
        <w:t xml:space="preserve"> for the Extension Period </w:t>
      </w:r>
      <w:r w:rsidR="0043003B">
        <w:t xml:space="preserve">by giving reasonable notice </w:t>
      </w:r>
      <w:r>
        <w:t xml:space="preserve">prior to </w:t>
      </w:r>
      <w:r w:rsidR="0043003B">
        <w:t>the E</w:t>
      </w:r>
      <w:r>
        <w:t xml:space="preserve">xpiry </w:t>
      </w:r>
      <w:r w:rsidR="0043003B">
        <w:t>Date</w:t>
      </w:r>
      <w:r w:rsidRPr="001A3F94">
        <w:t>.</w:t>
      </w:r>
      <w:bookmarkEnd w:id="2"/>
    </w:p>
    <w:p w14:paraId="628BD3AF" w14:textId="77777777" w:rsidR="009E52FB" w:rsidRDefault="009E52FB" w:rsidP="00331C3A">
      <w:pPr>
        <w:pStyle w:val="Heading1"/>
      </w:pPr>
      <w:r>
        <w:t>contract managers</w:t>
      </w:r>
    </w:p>
    <w:p w14:paraId="2944C967" w14:textId="77777777" w:rsidR="009E52FB" w:rsidRPr="000E613B" w:rsidRDefault="009E52FB" w:rsidP="000E613B">
      <w:pPr>
        <w:pStyle w:val="Body1"/>
      </w:pPr>
      <w:r w:rsidRPr="000E613B">
        <w:t>The persons named in Attachment 1 as the Contract Managers are the firs</w:t>
      </w:r>
      <w:r w:rsidR="006F158C" w:rsidRPr="000E613B">
        <w:t>t point of contact between the P</w:t>
      </w:r>
      <w:r w:rsidRPr="000E613B">
        <w:t>arties and are responsibl</w:t>
      </w:r>
      <w:r w:rsidR="0043003B" w:rsidRPr="000E613B">
        <w:t xml:space="preserve">e for overseeing the effective </w:t>
      </w:r>
      <w:r w:rsidRPr="000E613B">
        <w:t>administration of the Agreement</w:t>
      </w:r>
      <w:r w:rsidR="00C32E66" w:rsidRPr="000E613B">
        <w:t xml:space="preserve"> including variations and extensions</w:t>
      </w:r>
      <w:r w:rsidRPr="000E613B">
        <w:t>.</w:t>
      </w:r>
    </w:p>
    <w:p w14:paraId="4EEF2C50" w14:textId="77777777" w:rsidR="00870038" w:rsidRPr="001A3F94" w:rsidRDefault="00870038" w:rsidP="00331C3A">
      <w:pPr>
        <w:pStyle w:val="Heading1"/>
      </w:pPr>
      <w:r w:rsidRPr="001A3F94">
        <w:t>SUPPLY OF GOODS</w:t>
      </w:r>
      <w:r w:rsidR="00743E62">
        <w:t xml:space="preserve"> (if applicable)</w:t>
      </w:r>
    </w:p>
    <w:p w14:paraId="4883E63C" w14:textId="32406769" w:rsidR="00870038" w:rsidRPr="001A3F94" w:rsidRDefault="00870038" w:rsidP="000E613B">
      <w:pPr>
        <w:pStyle w:val="Heading2"/>
      </w:pPr>
      <w:bookmarkStart w:id="3" w:name="_Ref325035614"/>
      <w:r w:rsidRPr="001A3F94">
        <w:t xml:space="preserve">If Goods are being supplied </w:t>
      </w:r>
      <w:r w:rsidR="007F66A5">
        <w:t xml:space="preserve">under </w:t>
      </w:r>
      <w:r w:rsidRPr="001A3F94">
        <w:t xml:space="preserve">this Agreement then the </w:t>
      </w:r>
      <w:r w:rsidR="00971D32">
        <w:t>Supplier</w:t>
      </w:r>
      <w:r w:rsidRPr="001A3F94">
        <w:t xml:space="preserve"> must:</w:t>
      </w:r>
      <w:bookmarkEnd w:id="3"/>
    </w:p>
    <w:p w14:paraId="0724583A" w14:textId="77777777" w:rsidR="00870038" w:rsidRPr="001A3F94" w:rsidRDefault="00870038" w:rsidP="001B08F9">
      <w:pPr>
        <w:pStyle w:val="Heading3"/>
      </w:pPr>
      <w:proofErr w:type="gramStart"/>
      <w:r w:rsidRPr="001A3F94">
        <w:t>supply</w:t>
      </w:r>
      <w:proofErr w:type="gramEnd"/>
      <w:r w:rsidRPr="001A3F94">
        <w:t xml:space="preserve"> the Goods in accordance with this Agreement; </w:t>
      </w:r>
    </w:p>
    <w:p w14:paraId="1859670A" w14:textId="77777777" w:rsidR="00870038" w:rsidRPr="001A3F94" w:rsidRDefault="00870038" w:rsidP="00331C3A">
      <w:pPr>
        <w:pStyle w:val="Heading3"/>
      </w:pPr>
      <w:proofErr w:type="gramStart"/>
      <w:r w:rsidRPr="001A3F94">
        <w:t>sell</w:t>
      </w:r>
      <w:proofErr w:type="gramEnd"/>
      <w:r w:rsidRPr="001A3F94">
        <w:t xml:space="preserve"> the Goods without encumbrance;</w:t>
      </w:r>
    </w:p>
    <w:p w14:paraId="38D2A66D" w14:textId="77777777" w:rsidR="00870038" w:rsidRPr="001A3F94" w:rsidRDefault="00870038" w:rsidP="00331C3A">
      <w:pPr>
        <w:pStyle w:val="Heading3"/>
      </w:pPr>
      <w:proofErr w:type="gramStart"/>
      <w:r w:rsidRPr="001A3F94">
        <w:t>deliver</w:t>
      </w:r>
      <w:proofErr w:type="gramEnd"/>
      <w:r w:rsidRPr="001A3F94">
        <w:t xml:space="preserve"> the Goods to the Delivery Point on or before the Delivery Date;</w:t>
      </w:r>
    </w:p>
    <w:p w14:paraId="04477B7E" w14:textId="3BFF2904" w:rsidR="00870038" w:rsidRPr="001A3F94" w:rsidRDefault="00870038" w:rsidP="00331C3A">
      <w:pPr>
        <w:pStyle w:val="Heading3"/>
      </w:pPr>
      <w:proofErr w:type="gramStart"/>
      <w:r w:rsidRPr="001A3F94">
        <w:t>comply</w:t>
      </w:r>
      <w:proofErr w:type="gramEnd"/>
      <w:r w:rsidRPr="001A3F94">
        <w:t xml:space="preserve"> with the </w:t>
      </w:r>
      <w:r w:rsidR="0034799D">
        <w:t>Government Party</w:t>
      </w:r>
      <w:r w:rsidRPr="001A3F94">
        <w:t>’s reasonable directions and delivery instructions;</w:t>
      </w:r>
    </w:p>
    <w:p w14:paraId="455946B9" w14:textId="7F788022" w:rsidR="00870038" w:rsidRPr="001A3F94" w:rsidRDefault="00870038" w:rsidP="00331C3A">
      <w:pPr>
        <w:pStyle w:val="Heading3"/>
      </w:pPr>
      <w:proofErr w:type="gramStart"/>
      <w:r w:rsidRPr="001A3F94">
        <w:t>if</w:t>
      </w:r>
      <w:proofErr w:type="gramEnd"/>
      <w:r w:rsidRPr="001A3F94">
        <w:t xml:space="preserve"> requested by the </w:t>
      </w:r>
      <w:r w:rsidR="0034799D">
        <w:t>Government Party</w:t>
      </w:r>
      <w:r w:rsidRPr="001A3F94">
        <w:t xml:space="preserve">, provide the </w:t>
      </w:r>
      <w:r w:rsidR="0034799D">
        <w:t>Government Party</w:t>
      </w:r>
      <w:r w:rsidRPr="001A3F94">
        <w:t xml:space="preserve"> with material safety data sheets with respect to the Goods delivered; </w:t>
      </w:r>
    </w:p>
    <w:p w14:paraId="0CFAF8A8" w14:textId="77777777" w:rsidR="00870038" w:rsidRPr="001A3F94" w:rsidRDefault="00870038" w:rsidP="00331C3A">
      <w:pPr>
        <w:pStyle w:val="Heading3"/>
      </w:pPr>
      <w:proofErr w:type="gramStart"/>
      <w:r w:rsidRPr="001A3F94">
        <w:t>provide</w:t>
      </w:r>
      <w:proofErr w:type="gramEnd"/>
      <w:r w:rsidRPr="001A3F94">
        <w:t xml:space="preserve"> test evidence for the Goods if required; and </w:t>
      </w:r>
    </w:p>
    <w:p w14:paraId="13220985" w14:textId="77777777" w:rsidR="00870038" w:rsidRPr="001A3F94" w:rsidRDefault="00870038" w:rsidP="00331C3A">
      <w:pPr>
        <w:pStyle w:val="Heading3"/>
      </w:pPr>
      <w:proofErr w:type="gramStart"/>
      <w:r w:rsidRPr="001A3F94">
        <w:t>if</w:t>
      </w:r>
      <w:proofErr w:type="gramEnd"/>
      <w:r w:rsidRPr="001A3F94">
        <w:t xml:space="preserve"> indicated in Attachment 1, install the Goods on or before the Installation Date. </w:t>
      </w:r>
    </w:p>
    <w:p w14:paraId="1BD3E78B" w14:textId="756943B6" w:rsidR="00870038" w:rsidRPr="001A3F94" w:rsidRDefault="00870038" w:rsidP="00331C3A">
      <w:pPr>
        <w:pStyle w:val="Heading2"/>
      </w:pPr>
      <w:r w:rsidRPr="001A3F94">
        <w:t xml:space="preserve">If the </w:t>
      </w:r>
      <w:r w:rsidR="00971D32">
        <w:t>Supplier</w:t>
      </w:r>
      <w:r w:rsidRPr="001A3F94">
        <w:t xml:space="preserve"> cannot comply with any of its obligations under clause </w:t>
      </w:r>
      <w:r w:rsidRPr="001A3F94">
        <w:fldChar w:fldCharType="begin"/>
      </w:r>
      <w:r w:rsidRPr="001A3F94">
        <w:instrText xml:space="preserve"> REF _Ref325035614 \r \h  \* MERGEFORMAT </w:instrText>
      </w:r>
      <w:r w:rsidRPr="001A3F94">
        <w:fldChar w:fldCharType="separate"/>
      </w:r>
      <w:r w:rsidR="00B55012">
        <w:t>3.1</w:t>
      </w:r>
      <w:r w:rsidRPr="001A3F94">
        <w:fldChar w:fldCharType="end"/>
      </w:r>
      <w:r w:rsidRPr="001A3F94">
        <w:t xml:space="preserve">, the </w:t>
      </w:r>
      <w:r w:rsidR="00971D32">
        <w:t>Supplier</w:t>
      </w:r>
      <w:r w:rsidRPr="001A3F94">
        <w:t xml:space="preserve"> must notify the </w:t>
      </w:r>
      <w:r w:rsidR="0034799D">
        <w:t>Government Party</w:t>
      </w:r>
      <w:r w:rsidRPr="001A3F94">
        <w:t xml:space="preserve"> in writing immediately. </w:t>
      </w:r>
    </w:p>
    <w:p w14:paraId="2B668A20" w14:textId="77777777" w:rsidR="008553B9" w:rsidRDefault="008553B9" w:rsidP="008553B9">
      <w:pPr>
        <w:pStyle w:val="Heading1"/>
      </w:pPr>
      <w:bookmarkStart w:id="4" w:name="_Ref231804768"/>
      <w:r>
        <w:t>inspection and acceptance of goods (if applicable)</w:t>
      </w:r>
    </w:p>
    <w:p w14:paraId="17CDC42C" w14:textId="5726D9EE" w:rsidR="007B777B" w:rsidRDefault="007B777B" w:rsidP="006179DB">
      <w:pPr>
        <w:pStyle w:val="Heading2"/>
      </w:pPr>
      <w:r>
        <w:t xml:space="preserve">The </w:t>
      </w:r>
      <w:r w:rsidR="0034799D">
        <w:t>Government Party</w:t>
      </w:r>
      <w:r>
        <w:t xml:space="preserve"> </w:t>
      </w:r>
      <w:r w:rsidR="005C5AEB">
        <w:t xml:space="preserve">may </w:t>
      </w:r>
      <w:r>
        <w:t>inspect the Goods to determine whether to accept or reject the Goods.</w:t>
      </w:r>
    </w:p>
    <w:p w14:paraId="2357D11F" w14:textId="1B2C4E60" w:rsidR="007B777B" w:rsidRDefault="007B777B" w:rsidP="006179DB">
      <w:pPr>
        <w:pStyle w:val="Heading2"/>
      </w:pPr>
      <w:r>
        <w:t xml:space="preserve">The </w:t>
      </w:r>
      <w:r w:rsidR="0034799D">
        <w:t>Government Party</w:t>
      </w:r>
      <w:r>
        <w:t xml:space="preserve"> must accept the Goods if they conform </w:t>
      </w:r>
      <w:proofErr w:type="gramStart"/>
      <w:r>
        <w:t>with</w:t>
      </w:r>
      <w:proofErr w:type="gramEnd"/>
      <w:r>
        <w:t xml:space="preserve"> the requirements of this Agreement. </w:t>
      </w:r>
    </w:p>
    <w:p w14:paraId="7AFE5000" w14:textId="0DC789BA" w:rsidR="007B777B" w:rsidRDefault="005C5AEB" w:rsidP="006179DB">
      <w:pPr>
        <w:pStyle w:val="Heading2"/>
      </w:pPr>
      <w:r>
        <w:t xml:space="preserve">Subject to clause </w:t>
      </w:r>
      <w:r>
        <w:fldChar w:fldCharType="begin"/>
      </w:r>
      <w:r>
        <w:instrText xml:space="preserve"> REF _Ref469641428 \r \h </w:instrText>
      </w:r>
      <w:r>
        <w:fldChar w:fldCharType="separate"/>
      </w:r>
      <w:r w:rsidR="00B55012">
        <w:t>4.4</w:t>
      </w:r>
      <w:r>
        <w:fldChar w:fldCharType="end"/>
      </w:r>
      <w:r w:rsidR="00C00583">
        <w:t>,</w:t>
      </w:r>
      <w:r>
        <w:t xml:space="preserve"> t</w:t>
      </w:r>
      <w:r w:rsidR="007B777B">
        <w:t>he Goods are deemed to be accepted either:</w:t>
      </w:r>
    </w:p>
    <w:p w14:paraId="0950039E" w14:textId="7AC178D7" w:rsidR="007B777B" w:rsidRDefault="005C5AEB" w:rsidP="007B777B">
      <w:pPr>
        <w:pStyle w:val="Heading3"/>
      </w:pPr>
      <w:proofErr w:type="gramStart"/>
      <w:r>
        <w:t>on</w:t>
      </w:r>
      <w:proofErr w:type="gramEnd"/>
      <w:r>
        <w:t xml:space="preserve"> delivery, if </w:t>
      </w:r>
      <w:r w:rsidR="007B777B">
        <w:t xml:space="preserve">the </w:t>
      </w:r>
      <w:r w:rsidR="0034799D">
        <w:t>Government Party</w:t>
      </w:r>
      <w:r w:rsidR="007B777B">
        <w:t xml:space="preserve"> notifies the </w:t>
      </w:r>
      <w:r w:rsidR="00971D32">
        <w:t>Supplier</w:t>
      </w:r>
      <w:r w:rsidR="007B777B">
        <w:t xml:space="preserve"> that it accepts the goods; or </w:t>
      </w:r>
    </w:p>
    <w:p w14:paraId="5DA7825D" w14:textId="06E0D988" w:rsidR="00EC5ACF" w:rsidRDefault="009A0AAF" w:rsidP="009A0AAF">
      <w:pPr>
        <w:pStyle w:val="Heading3"/>
      </w:pPr>
      <w:r>
        <w:t xml:space="preserve">if no notice is issued by the </w:t>
      </w:r>
      <w:r w:rsidR="0034799D">
        <w:t>Government Party</w:t>
      </w:r>
      <w:r w:rsidR="008553B9">
        <w:t xml:space="preserve">, then 5 Business Days </w:t>
      </w:r>
      <w:r w:rsidR="00C00583">
        <w:t xml:space="preserve">after </w:t>
      </w:r>
      <w:r w:rsidR="007B777B">
        <w:t>delivery of the Goods</w:t>
      </w:r>
      <w:r w:rsidR="003C3CF5">
        <w:t xml:space="preserve"> to the Delivery Point</w:t>
      </w:r>
      <w:r w:rsidR="007B777B">
        <w:t>.</w:t>
      </w:r>
      <w:r w:rsidR="00DC23D2">
        <w:tab/>
        <w:t xml:space="preserve"> </w:t>
      </w:r>
    </w:p>
    <w:p w14:paraId="7E410BF0" w14:textId="77777777" w:rsidR="005C5AEB" w:rsidRDefault="005C5AEB" w:rsidP="006179DB">
      <w:pPr>
        <w:pStyle w:val="Heading2"/>
      </w:pPr>
      <w:bookmarkStart w:id="5" w:name="_Ref469641428"/>
      <w:r>
        <w:t>If the Goods are consumable products and the Goods are found to be defective when first used, then the Government Party may reject the Goods under clause</w:t>
      </w:r>
      <w:r w:rsidR="00C00583">
        <w:t xml:space="preserve"> </w:t>
      </w:r>
      <w:r w:rsidR="00C00583">
        <w:fldChar w:fldCharType="begin"/>
      </w:r>
      <w:r w:rsidR="00C00583">
        <w:instrText xml:space="preserve"> REF _Ref469641659 \r \h </w:instrText>
      </w:r>
      <w:r w:rsidR="00C00583">
        <w:fldChar w:fldCharType="separate"/>
      </w:r>
      <w:r w:rsidR="00B55012">
        <w:t>4.5</w:t>
      </w:r>
      <w:r w:rsidR="00C00583">
        <w:fldChar w:fldCharType="end"/>
      </w:r>
      <w:r>
        <w:t>.</w:t>
      </w:r>
      <w:bookmarkEnd w:id="5"/>
    </w:p>
    <w:p w14:paraId="2073F472" w14:textId="77777777" w:rsidR="00A7496F" w:rsidRDefault="00C00583" w:rsidP="00C00583">
      <w:pPr>
        <w:pStyle w:val="Heading2"/>
      </w:pPr>
      <w:bookmarkStart w:id="6" w:name="_Ref469641659"/>
      <w:r>
        <w:t xml:space="preserve">If the Government Party rejects the Goods due to non-conformity with the requirements of this Agreement, then the Government Party must notify the Supplier as soon as possible and require the Supplier at its sole cost, </w:t>
      </w:r>
      <w:r w:rsidR="00A7496F">
        <w:t xml:space="preserve">and at the Government Party’s election </w:t>
      </w:r>
      <w:r>
        <w:t xml:space="preserve">to </w:t>
      </w:r>
      <w:r w:rsidR="00A7496F">
        <w:t>either:</w:t>
      </w:r>
    </w:p>
    <w:p w14:paraId="1B756F71" w14:textId="77777777" w:rsidR="00A7496F" w:rsidRDefault="00C00583" w:rsidP="00A7496F">
      <w:pPr>
        <w:pStyle w:val="Heading3"/>
      </w:pPr>
      <w:proofErr w:type="gramStart"/>
      <w:r>
        <w:t>resupply</w:t>
      </w:r>
      <w:proofErr w:type="gramEnd"/>
      <w:r>
        <w:t xml:space="preserve"> the Goods and remove the non-conforming Goods from the Delivery Point</w:t>
      </w:r>
      <w:r w:rsidR="00A7496F">
        <w:t>; or</w:t>
      </w:r>
    </w:p>
    <w:bookmarkEnd w:id="6"/>
    <w:p w14:paraId="0340F41B" w14:textId="77777777" w:rsidR="00C00583" w:rsidRDefault="00A7496F" w:rsidP="00A7496F">
      <w:pPr>
        <w:pStyle w:val="Heading3"/>
      </w:pPr>
      <w:proofErr w:type="gramStart"/>
      <w:r>
        <w:t>repair</w:t>
      </w:r>
      <w:proofErr w:type="gramEnd"/>
      <w:r>
        <w:t xml:space="preserve"> the Goods.</w:t>
      </w:r>
    </w:p>
    <w:p w14:paraId="6DE1702B" w14:textId="7B05EA7A" w:rsidR="00EC5ACF" w:rsidRDefault="007B777B" w:rsidP="006179DB">
      <w:pPr>
        <w:pStyle w:val="Heading2"/>
      </w:pPr>
      <w:r>
        <w:t xml:space="preserve">Acceptance of the Goods does not relieve the </w:t>
      </w:r>
      <w:r w:rsidR="00971D32">
        <w:t>Supplier</w:t>
      </w:r>
      <w:r>
        <w:t xml:space="preserve"> of</w:t>
      </w:r>
      <w:r w:rsidR="009A0AAF">
        <w:t xml:space="preserve"> any of its obligations under this Agreement.</w:t>
      </w:r>
    </w:p>
    <w:p w14:paraId="7C9922F2" w14:textId="53B19E60" w:rsidR="008553B9" w:rsidRPr="001A3F94" w:rsidRDefault="008553B9" w:rsidP="008553B9">
      <w:pPr>
        <w:pStyle w:val="Heading2"/>
      </w:pPr>
      <w:r w:rsidRPr="001A3F94">
        <w:t xml:space="preserve">The </w:t>
      </w:r>
      <w:r w:rsidR="00971D32">
        <w:t>Supplier</w:t>
      </w:r>
      <w:r w:rsidRPr="001A3F94">
        <w:t xml:space="preserve"> bears the risk in the Goods until </w:t>
      </w:r>
      <w:r>
        <w:t>delivery</w:t>
      </w:r>
      <w:r w:rsidR="003C3CF5">
        <w:t xml:space="preserve"> to the Delivery Point</w:t>
      </w:r>
      <w:r w:rsidRPr="001A3F94">
        <w:t xml:space="preserve">. Title in the Goods will pass to the </w:t>
      </w:r>
      <w:r w:rsidR="0034799D">
        <w:t>Government Party</w:t>
      </w:r>
      <w:r w:rsidRPr="001A3F94">
        <w:t xml:space="preserve"> upon the </w:t>
      </w:r>
      <w:r w:rsidR="0034799D">
        <w:t>Government Party</w:t>
      </w:r>
      <w:r w:rsidRPr="001A3F94">
        <w:t>’s acceptance of the Goods.</w:t>
      </w:r>
    </w:p>
    <w:p w14:paraId="19DEA277" w14:textId="77777777" w:rsidR="008553B9" w:rsidRDefault="008553B9" w:rsidP="008553B9">
      <w:pPr>
        <w:pStyle w:val="Heading1"/>
      </w:pPr>
      <w:r>
        <w:t>warranty period (if applicable)</w:t>
      </w:r>
    </w:p>
    <w:p w14:paraId="0D0B6F26" w14:textId="7DC02F49" w:rsidR="00EC5ACF" w:rsidRDefault="00EC5ACF" w:rsidP="006179DB">
      <w:pPr>
        <w:pStyle w:val="Heading2"/>
      </w:pPr>
      <w:r>
        <w:t xml:space="preserve">If </w:t>
      </w:r>
      <w:r w:rsidR="009A0AAF">
        <w:t xml:space="preserve">during the Warranty Period </w:t>
      </w:r>
      <w:r>
        <w:t xml:space="preserve">the Goods fail to comply with the warranties in clause </w:t>
      </w:r>
      <w:r>
        <w:fldChar w:fldCharType="begin"/>
      </w:r>
      <w:r>
        <w:instrText xml:space="preserve"> REF _Ref459896615 \r \h </w:instrText>
      </w:r>
      <w:r>
        <w:fldChar w:fldCharType="separate"/>
      </w:r>
      <w:r w:rsidR="00B55012">
        <w:t>9.1</w:t>
      </w:r>
      <w:r>
        <w:fldChar w:fldCharType="end"/>
      </w:r>
      <w:r>
        <w:t xml:space="preserve"> then the </w:t>
      </w:r>
      <w:r w:rsidR="0034799D">
        <w:t>Government Party</w:t>
      </w:r>
      <w:r>
        <w:t xml:space="preserve"> </w:t>
      </w:r>
      <w:r w:rsidR="009A0AAF">
        <w:t xml:space="preserve">may in its absolute discretion require </w:t>
      </w:r>
      <w:r w:rsidR="008553B9">
        <w:t xml:space="preserve">that the </w:t>
      </w:r>
      <w:r w:rsidR="00971D32">
        <w:t>Supplier</w:t>
      </w:r>
      <w:r w:rsidR="009A0AAF">
        <w:t xml:space="preserve"> at its expense</w:t>
      </w:r>
      <w:r>
        <w:t xml:space="preserve">: </w:t>
      </w:r>
    </w:p>
    <w:p w14:paraId="0AB3B5F6" w14:textId="50E30824" w:rsidR="00EC5ACF" w:rsidRDefault="009A0AAF" w:rsidP="00EC5ACF">
      <w:pPr>
        <w:pStyle w:val="Heading3"/>
      </w:pPr>
      <w:proofErr w:type="gramStart"/>
      <w:r>
        <w:t>replace</w:t>
      </w:r>
      <w:proofErr w:type="gramEnd"/>
      <w:r>
        <w:t xml:space="preserve"> the Goods</w:t>
      </w:r>
      <w:r w:rsidR="008553B9">
        <w:t xml:space="preserve"> within 10 Business Days</w:t>
      </w:r>
      <w:r w:rsidR="008553B9" w:rsidRPr="001A3F94">
        <w:t xml:space="preserve"> </w:t>
      </w:r>
      <w:r w:rsidR="008553B9">
        <w:t xml:space="preserve">of notification by the </w:t>
      </w:r>
      <w:r w:rsidR="0034799D">
        <w:t>Government Party</w:t>
      </w:r>
      <w:r w:rsidR="008553B9">
        <w:t xml:space="preserve"> </w:t>
      </w:r>
      <w:r w:rsidR="008553B9" w:rsidRPr="001A3F94">
        <w:t>(or such other time as is agreed)</w:t>
      </w:r>
      <w:r w:rsidR="00EC5ACF">
        <w:t>;</w:t>
      </w:r>
      <w:r>
        <w:t xml:space="preserve"> or</w:t>
      </w:r>
    </w:p>
    <w:p w14:paraId="2B5857D7" w14:textId="77777777" w:rsidR="009A0AAF" w:rsidRDefault="009A0AAF" w:rsidP="00EC5ACF">
      <w:pPr>
        <w:pStyle w:val="Heading3"/>
      </w:pPr>
      <w:proofErr w:type="gramStart"/>
      <w:r>
        <w:t>refund</w:t>
      </w:r>
      <w:proofErr w:type="gramEnd"/>
      <w:r>
        <w:t xml:space="preserve"> the Price.</w:t>
      </w:r>
    </w:p>
    <w:bookmarkEnd w:id="4"/>
    <w:p w14:paraId="772E92CB" w14:textId="77777777" w:rsidR="00870038" w:rsidRPr="001A3F94" w:rsidRDefault="00212D34" w:rsidP="008553B9">
      <w:pPr>
        <w:pStyle w:val="Heading1"/>
      </w:pPr>
      <w:r>
        <w:t>supply</w:t>
      </w:r>
      <w:r w:rsidR="00870038" w:rsidRPr="001A3F94">
        <w:t xml:space="preserve"> OF SERVICES</w:t>
      </w:r>
      <w:r w:rsidR="00743E62">
        <w:t xml:space="preserve"> (if applicable)</w:t>
      </w:r>
    </w:p>
    <w:p w14:paraId="50C25EB8" w14:textId="4EB6843D" w:rsidR="00870038" w:rsidRDefault="00870038" w:rsidP="00331C3A">
      <w:pPr>
        <w:pStyle w:val="Heading2"/>
      </w:pPr>
      <w:r w:rsidRPr="001A3F94">
        <w:t xml:space="preserve">If Services are being supplied </w:t>
      </w:r>
      <w:r w:rsidR="007F66A5">
        <w:t xml:space="preserve">under </w:t>
      </w:r>
      <w:r w:rsidRPr="001A3F94">
        <w:t xml:space="preserve">this Agreement then the </w:t>
      </w:r>
      <w:r w:rsidR="00971D32">
        <w:t>Supplier</w:t>
      </w:r>
      <w:r w:rsidRPr="001A3F94">
        <w:t xml:space="preserve"> must </w:t>
      </w:r>
      <w:r w:rsidR="00C0289E">
        <w:t xml:space="preserve">ensure that the </w:t>
      </w:r>
      <w:r w:rsidR="00971D32">
        <w:t>Supplier</w:t>
      </w:r>
      <w:r w:rsidR="00C0289E">
        <w:t xml:space="preserve">’s Personnel </w:t>
      </w:r>
      <w:r w:rsidRPr="001A3F94">
        <w:t>provide the Services described in Attachment 1 in accordance with the terms and conditions of this Agreement</w:t>
      </w:r>
      <w:r>
        <w:t>.</w:t>
      </w:r>
    </w:p>
    <w:p w14:paraId="4BB8A51D" w14:textId="77777777" w:rsidR="00D63017" w:rsidRDefault="00D63017" w:rsidP="00331C3A">
      <w:pPr>
        <w:pStyle w:val="Heading2"/>
      </w:pPr>
      <w:r>
        <w:t>Where Attachment 1 specifies Named Persons then the Services must be delivered by those Named Persons.</w:t>
      </w:r>
    </w:p>
    <w:p w14:paraId="49AE7DEC" w14:textId="03A5565A" w:rsidR="00C861F1" w:rsidRDefault="00C861F1" w:rsidP="00C861F1">
      <w:pPr>
        <w:pStyle w:val="Heading2"/>
        <w:numPr>
          <w:ilvl w:val="0"/>
          <w:numId w:val="14"/>
        </w:numPr>
      </w:pPr>
      <w:r>
        <w:t>The Supplier may substitute a Named Person with the consent of the Government Party subject to the Government Party being satisfied as to the expertise, experience and suitability of the substitute.</w:t>
      </w:r>
    </w:p>
    <w:p w14:paraId="05A33570" w14:textId="4AFBED5A" w:rsidR="0012739A" w:rsidRDefault="00870038" w:rsidP="00331C3A">
      <w:pPr>
        <w:pStyle w:val="Heading2"/>
      </w:pPr>
      <w:r>
        <w:t xml:space="preserve">The </w:t>
      </w:r>
      <w:r w:rsidR="00971D32">
        <w:t>Supplier</w:t>
      </w:r>
      <w:r w:rsidR="00212D34">
        <w:t xml:space="preserve"> </w:t>
      </w:r>
      <w:r>
        <w:t>must ensure that Services are delivered</w:t>
      </w:r>
      <w:r w:rsidR="0012739A">
        <w:t>:</w:t>
      </w:r>
      <w:r>
        <w:t xml:space="preserve"> </w:t>
      </w:r>
    </w:p>
    <w:p w14:paraId="6145AC61" w14:textId="77777777" w:rsidR="00B250C2" w:rsidRDefault="00870038" w:rsidP="0012739A">
      <w:pPr>
        <w:pStyle w:val="Heading3"/>
      </w:pPr>
      <w:proofErr w:type="gramStart"/>
      <w:r>
        <w:t>to</w:t>
      </w:r>
      <w:proofErr w:type="gramEnd"/>
      <w:r>
        <w:t xml:space="preserve"> a standard that meets or exceeds the Service Levels</w:t>
      </w:r>
      <w:r w:rsidR="0012739A">
        <w:t>;</w:t>
      </w:r>
    </w:p>
    <w:p w14:paraId="48F2E2E6" w14:textId="77777777" w:rsidR="0012739A" w:rsidRDefault="00B250C2" w:rsidP="0012739A">
      <w:pPr>
        <w:pStyle w:val="Heading3"/>
      </w:pPr>
      <w:proofErr w:type="gramStart"/>
      <w:r>
        <w:t>in</w:t>
      </w:r>
      <w:proofErr w:type="gramEnd"/>
      <w:r>
        <w:t xml:space="preserve"> accordance with the warranties in clause </w:t>
      </w:r>
      <w:r>
        <w:fldChar w:fldCharType="begin"/>
      </w:r>
      <w:r>
        <w:instrText xml:space="preserve"> REF _Ref459880593 \r \h </w:instrText>
      </w:r>
      <w:r>
        <w:fldChar w:fldCharType="separate"/>
      </w:r>
      <w:r w:rsidR="00B55012">
        <w:t>9.4</w:t>
      </w:r>
      <w:r>
        <w:fldChar w:fldCharType="end"/>
      </w:r>
      <w:r>
        <w:t>;</w:t>
      </w:r>
      <w:r w:rsidR="00581013">
        <w:t xml:space="preserve"> and </w:t>
      </w:r>
    </w:p>
    <w:p w14:paraId="28F76D58" w14:textId="77777777" w:rsidR="00870038" w:rsidRDefault="00581013" w:rsidP="0012739A">
      <w:pPr>
        <w:pStyle w:val="Heading3"/>
      </w:pPr>
      <w:proofErr w:type="gramStart"/>
      <w:r>
        <w:t>by</w:t>
      </w:r>
      <w:proofErr w:type="gramEnd"/>
      <w:r>
        <w:t xml:space="preserve"> any Milestone Dates</w:t>
      </w:r>
      <w:r w:rsidR="00870038">
        <w:t>.</w:t>
      </w:r>
    </w:p>
    <w:p w14:paraId="372A9000" w14:textId="1041E9A8" w:rsidR="00E219CD" w:rsidRPr="00990C54" w:rsidRDefault="00E61D76" w:rsidP="00331C3A">
      <w:pPr>
        <w:pStyle w:val="Heading2"/>
      </w:pPr>
      <w:r>
        <w:t>T</w:t>
      </w:r>
      <w:r w:rsidR="00CA0CD5">
        <w:t xml:space="preserve">he </w:t>
      </w:r>
      <w:r w:rsidR="0034799D">
        <w:t>Government Party</w:t>
      </w:r>
      <w:r w:rsidR="00CA0CD5">
        <w:t xml:space="preserve">’s remedies for </w:t>
      </w:r>
      <w:r w:rsidR="00B250C2">
        <w:t xml:space="preserve">the </w:t>
      </w:r>
      <w:r w:rsidR="00971D32">
        <w:t>Supplier</w:t>
      </w:r>
      <w:r w:rsidR="00B250C2">
        <w:t xml:space="preserve">’s </w:t>
      </w:r>
      <w:r w:rsidR="00CA0CD5">
        <w:t xml:space="preserve">failure to meet a </w:t>
      </w:r>
      <w:r>
        <w:t xml:space="preserve">Service Level </w:t>
      </w:r>
      <w:r w:rsidR="00A60821">
        <w:t>or for a breach of a warranty</w:t>
      </w:r>
      <w:r w:rsidR="008553B9">
        <w:t>,</w:t>
      </w:r>
      <w:r w:rsidR="00A60821">
        <w:t xml:space="preserve"> includes resupply of the Services, a </w:t>
      </w:r>
      <w:r w:rsidR="00646B90">
        <w:t xml:space="preserve">reduction of </w:t>
      </w:r>
      <w:r w:rsidR="00CA0CD5">
        <w:t xml:space="preserve">the price, termination, rebates </w:t>
      </w:r>
      <w:r w:rsidR="008553B9">
        <w:t xml:space="preserve">or </w:t>
      </w:r>
      <w:r w:rsidR="00646B90">
        <w:t xml:space="preserve">any other </w:t>
      </w:r>
      <w:r w:rsidR="00CA0CD5">
        <w:t>remedy specified</w:t>
      </w:r>
      <w:r w:rsidR="008772D5">
        <w:t xml:space="preserve"> in the Special Conditions</w:t>
      </w:r>
      <w:r w:rsidR="00CA0CD5">
        <w:t>.</w:t>
      </w:r>
    </w:p>
    <w:p w14:paraId="76E33154" w14:textId="77777777" w:rsidR="00870038" w:rsidRDefault="00743E62" w:rsidP="00331C3A">
      <w:pPr>
        <w:pStyle w:val="Heading1"/>
      </w:pPr>
      <w:r>
        <w:t>reports and manuals</w:t>
      </w:r>
      <w:r w:rsidR="003E57F2">
        <w:t xml:space="preserve"> (if applicable)</w:t>
      </w:r>
    </w:p>
    <w:p w14:paraId="04E861D9" w14:textId="4BAD8907" w:rsidR="00D15C61" w:rsidRPr="000E613B" w:rsidRDefault="00743E62" w:rsidP="000E613B">
      <w:pPr>
        <w:pStyle w:val="Body1"/>
      </w:pPr>
      <w:r w:rsidRPr="000E613B">
        <w:t>T</w:t>
      </w:r>
      <w:r w:rsidR="00870038" w:rsidRPr="000E613B">
        <w:t xml:space="preserve">he </w:t>
      </w:r>
      <w:r w:rsidR="00971D32">
        <w:t>Supplier</w:t>
      </w:r>
      <w:r w:rsidR="00870038" w:rsidRPr="000E613B">
        <w:t xml:space="preserve"> </w:t>
      </w:r>
      <w:r w:rsidR="003E57F2" w:rsidRPr="000E613B">
        <w:t xml:space="preserve">must </w:t>
      </w:r>
      <w:r w:rsidR="00870038" w:rsidRPr="000E613B">
        <w:t xml:space="preserve">provide </w:t>
      </w:r>
      <w:r w:rsidRPr="000E613B">
        <w:t>those reports</w:t>
      </w:r>
      <w:r w:rsidR="00B250C2" w:rsidRPr="000E613B">
        <w:t>,</w:t>
      </w:r>
      <w:r w:rsidRPr="000E613B">
        <w:t xml:space="preserve"> manuals</w:t>
      </w:r>
      <w:r w:rsidR="003E57F2" w:rsidRPr="000E613B">
        <w:t xml:space="preserve"> or other materials</w:t>
      </w:r>
      <w:r w:rsidRPr="000E613B">
        <w:t xml:space="preserve"> specified in Attachment 1</w:t>
      </w:r>
      <w:r w:rsidR="00870038" w:rsidRPr="000E613B">
        <w:t xml:space="preserve">. </w:t>
      </w:r>
      <w:bookmarkStart w:id="7" w:name="_Ref386700928"/>
      <w:bookmarkStart w:id="8" w:name="_Ref447204301"/>
    </w:p>
    <w:p w14:paraId="61FE7EE6" w14:textId="77777777" w:rsidR="00DE2C88" w:rsidRDefault="00DE2C88" w:rsidP="00D15C61">
      <w:pPr>
        <w:pStyle w:val="Heading1"/>
      </w:pPr>
      <w:bookmarkStart w:id="9" w:name="_Ref459974776"/>
      <w:r>
        <w:t>Service variation</w:t>
      </w:r>
      <w:r w:rsidR="003C3CF5">
        <w:t xml:space="preserve"> (if applicable)</w:t>
      </w:r>
      <w:bookmarkEnd w:id="9"/>
    </w:p>
    <w:p w14:paraId="7B5718D0" w14:textId="662E4EF5" w:rsidR="00DE2C88" w:rsidRPr="00FE19DB" w:rsidRDefault="00DE2C88" w:rsidP="00DE2C88">
      <w:pPr>
        <w:pStyle w:val="Heading2"/>
        <w:tabs>
          <w:tab w:val="clear" w:pos="1134"/>
        </w:tabs>
        <w:overflowPunct w:val="0"/>
        <w:autoSpaceDE w:val="0"/>
        <w:autoSpaceDN w:val="0"/>
        <w:adjustRightInd w:val="0"/>
        <w:spacing w:after="120"/>
        <w:jc w:val="both"/>
        <w:textAlignment w:val="baseline"/>
      </w:pPr>
      <w:r w:rsidRPr="00FE19DB">
        <w:t xml:space="preserve">If the </w:t>
      </w:r>
      <w:r w:rsidR="0034799D">
        <w:t>Government Party</w:t>
      </w:r>
      <w:r w:rsidRPr="00FE19DB">
        <w:t xml:space="preserve"> wishes to vary the scope of the Services (“</w:t>
      </w:r>
      <w:r w:rsidRPr="00FE19DB">
        <w:rPr>
          <w:b/>
        </w:rPr>
        <w:t>Variation</w:t>
      </w:r>
      <w:r w:rsidRPr="00FE19DB">
        <w:t xml:space="preserve">”), it must issue a written request </w:t>
      </w:r>
      <w:r w:rsidR="009E64EE">
        <w:t xml:space="preserve">to the </w:t>
      </w:r>
      <w:r w:rsidR="00971D32">
        <w:t>Supplier</w:t>
      </w:r>
      <w:r w:rsidR="009E64EE">
        <w:t xml:space="preserve"> and the </w:t>
      </w:r>
      <w:r w:rsidR="00971D32">
        <w:t>Supplier</w:t>
      </w:r>
      <w:r w:rsidRPr="00FE19DB">
        <w:t xml:space="preserve"> must within 5 Business Days (or such other period as agreed) provide a written quote (“</w:t>
      </w:r>
      <w:r w:rsidRPr="00FE19DB">
        <w:rPr>
          <w:b/>
        </w:rPr>
        <w:t>Quote</w:t>
      </w:r>
      <w:r w:rsidRPr="00FE19DB">
        <w:t>”) setting out:</w:t>
      </w:r>
    </w:p>
    <w:p w14:paraId="575FECE8" w14:textId="77777777" w:rsidR="00DE2C88" w:rsidRPr="00FE19DB" w:rsidRDefault="00DE2C88" w:rsidP="00DE2C88">
      <w:pPr>
        <w:pStyle w:val="Heading3"/>
      </w:pPr>
      <w:proofErr w:type="gramStart"/>
      <w:r w:rsidRPr="00FE19DB">
        <w:t>any</w:t>
      </w:r>
      <w:proofErr w:type="gramEnd"/>
      <w:r w:rsidRPr="00FE19DB">
        <w:t xml:space="preserve"> impacts on the timing of or completion of tasks;</w:t>
      </w:r>
    </w:p>
    <w:p w14:paraId="1610582D" w14:textId="77777777" w:rsidR="00DE2C88" w:rsidRPr="00FE19DB" w:rsidRDefault="00DE2C88" w:rsidP="00DE2C88">
      <w:pPr>
        <w:pStyle w:val="Heading3"/>
      </w:pPr>
      <w:proofErr w:type="gramStart"/>
      <w:r w:rsidRPr="00FE19DB">
        <w:t>the</w:t>
      </w:r>
      <w:proofErr w:type="gramEnd"/>
      <w:r w:rsidRPr="00FE19DB">
        <w:t xml:space="preserve"> varied price and payment arrangements; and</w:t>
      </w:r>
    </w:p>
    <w:p w14:paraId="0C136C4D" w14:textId="77777777" w:rsidR="00DE2C88" w:rsidRPr="00FE19DB" w:rsidRDefault="00DE2C88" w:rsidP="00DE2C88">
      <w:pPr>
        <w:pStyle w:val="Heading3"/>
      </w:pPr>
      <w:proofErr w:type="gramStart"/>
      <w:r w:rsidRPr="00FE19DB">
        <w:t>any</w:t>
      </w:r>
      <w:proofErr w:type="gramEnd"/>
      <w:r w:rsidRPr="00FE19DB">
        <w:t xml:space="preserve"> changes to the terms that apply to the performance of the Services.</w:t>
      </w:r>
    </w:p>
    <w:p w14:paraId="602E710E" w14:textId="77777777" w:rsidR="00DE2C88" w:rsidRPr="00FE19DB" w:rsidRDefault="009E64EE" w:rsidP="00DE2C88">
      <w:pPr>
        <w:pStyle w:val="Heading2"/>
        <w:tabs>
          <w:tab w:val="clear" w:pos="1134"/>
        </w:tabs>
        <w:overflowPunct w:val="0"/>
        <w:autoSpaceDE w:val="0"/>
        <w:autoSpaceDN w:val="0"/>
        <w:adjustRightInd w:val="0"/>
        <w:spacing w:after="120"/>
        <w:jc w:val="both"/>
        <w:textAlignment w:val="baseline"/>
      </w:pPr>
      <w:r>
        <w:t>The P</w:t>
      </w:r>
      <w:r w:rsidR="00DE2C88" w:rsidRPr="00FE19DB">
        <w:t xml:space="preserve">arties must negotiate in good faith to agree on the price and other terms applicable to the Variation. </w:t>
      </w:r>
    </w:p>
    <w:p w14:paraId="70B410EE" w14:textId="77777777" w:rsidR="00DE2C88" w:rsidRPr="00FE19DB" w:rsidRDefault="009E64EE" w:rsidP="00DE2C88">
      <w:pPr>
        <w:pStyle w:val="Heading2"/>
        <w:tabs>
          <w:tab w:val="clear" w:pos="1134"/>
        </w:tabs>
        <w:overflowPunct w:val="0"/>
        <w:autoSpaceDE w:val="0"/>
        <w:autoSpaceDN w:val="0"/>
        <w:adjustRightInd w:val="0"/>
        <w:spacing w:after="120"/>
        <w:jc w:val="both"/>
        <w:textAlignment w:val="baseline"/>
      </w:pPr>
      <w:r>
        <w:t>If the P</w:t>
      </w:r>
      <w:r w:rsidR="00DE2C88" w:rsidRPr="00FE19DB">
        <w:t xml:space="preserve">arties agree </w:t>
      </w:r>
      <w:r w:rsidR="0012739A">
        <w:t xml:space="preserve">in writing to </w:t>
      </w:r>
      <w:r w:rsidR="00DE2C88" w:rsidRPr="00FE19DB">
        <w:t xml:space="preserve">the terms of the Variation then: </w:t>
      </w:r>
    </w:p>
    <w:p w14:paraId="46FA7B6A" w14:textId="1997F934" w:rsidR="00DE2C88" w:rsidRPr="00FE19DB" w:rsidRDefault="009E64EE" w:rsidP="00DE2C88">
      <w:pPr>
        <w:pStyle w:val="Heading3"/>
      </w:pPr>
      <w:proofErr w:type="gramStart"/>
      <w:r>
        <w:t>the</w:t>
      </w:r>
      <w:proofErr w:type="gramEnd"/>
      <w:r>
        <w:t xml:space="preserve"> </w:t>
      </w:r>
      <w:r w:rsidR="00971D32">
        <w:t>Supplier</w:t>
      </w:r>
      <w:r w:rsidR="00DE2C88" w:rsidRPr="00FE19DB">
        <w:t xml:space="preserve"> must perform the Services as varied by the Variation;</w:t>
      </w:r>
    </w:p>
    <w:p w14:paraId="125D5C37" w14:textId="763FFE74" w:rsidR="00DE2C88" w:rsidRPr="00FE19DB" w:rsidRDefault="00DE2C88" w:rsidP="00DE2C88">
      <w:pPr>
        <w:pStyle w:val="Heading3"/>
      </w:pPr>
      <w:proofErr w:type="gramStart"/>
      <w:r w:rsidRPr="00FE19DB">
        <w:t>the</w:t>
      </w:r>
      <w:proofErr w:type="gramEnd"/>
      <w:r w:rsidRPr="00FE19DB">
        <w:t xml:space="preserve"> </w:t>
      </w:r>
      <w:r w:rsidR="0034799D">
        <w:t>Government Party</w:t>
      </w:r>
      <w:r w:rsidRPr="00FE19DB">
        <w:t xml:space="preserve"> must pay the varied price;</w:t>
      </w:r>
    </w:p>
    <w:p w14:paraId="22A76121" w14:textId="77777777" w:rsidR="00DE2C88" w:rsidRDefault="00DE2C88" w:rsidP="00DE2C88">
      <w:pPr>
        <w:pStyle w:val="Heading3"/>
      </w:pPr>
      <w:proofErr w:type="gramStart"/>
      <w:r w:rsidRPr="00FE19DB">
        <w:t>the</w:t>
      </w:r>
      <w:proofErr w:type="gramEnd"/>
      <w:r w:rsidRPr="00FE19DB">
        <w:t xml:space="preserve"> terms and conditions of the Agreement are varied by the terms of the Variation. </w:t>
      </w:r>
    </w:p>
    <w:p w14:paraId="0A45FCD8" w14:textId="2AC2A401" w:rsidR="00870038" w:rsidRPr="001A3F94" w:rsidRDefault="0023349B" w:rsidP="00331C3A">
      <w:pPr>
        <w:pStyle w:val="Heading1"/>
      </w:pPr>
      <w:bookmarkStart w:id="10" w:name="_Ref450810041"/>
      <w:r>
        <w:t>SUPPLIER</w:t>
      </w:r>
      <w:r w:rsidR="00870038" w:rsidRPr="001A3F94">
        <w:t>’S WARRANTIES</w:t>
      </w:r>
      <w:bookmarkEnd w:id="7"/>
      <w:bookmarkEnd w:id="8"/>
      <w:bookmarkEnd w:id="10"/>
    </w:p>
    <w:p w14:paraId="3A019361" w14:textId="7F97EEFC" w:rsidR="00870038" w:rsidRPr="001A3F94" w:rsidRDefault="00870038" w:rsidP="00331C3A">
      <w:pPr>
        <w:pStyle w:val="Heading2"/>
      </w:pPr>
      <w:bookmarkStart w:id="11" w:name="_Ref459896615"/>
      <w:r w:rsidRPr="001A3F94">
        <w:t xml:space="preserve">If Goods are being supplied </w:t>
      </w:r>
      <w:r w:rsidR="00743E62">
        <w:t>under</w:t>
      </w:r>
      <w:r w:rsidRPr="001A3F94">
        <w:t xml:space="preserve"> this Agreement then the </w:t>
      </w:r>
      <w:r w:rsidR="00971D32">
        <w:t>Supplier</w:t>
      </w:r>
      <w:r w:rsidRPr="001A3F94">
        <w:t xml:space="preserve"> warrants that </w:t>
      </w:r>
      <w:r w:rsidR="00D15C61" w:rsidRPr="00AA3C11">
        <w:rPr>
          <w:szCs w:val="18"/>
        </w:rPr>
        <w:t xml:space="preserve">it has good and unencumbered title to the Goods </w:t>
      </w:r>
      <w:r w:rsidR="00D15C61">
        <w:rPr>
          <w:szCs w:val="18"/>
        </w:rPr>
        <w:t xml:space="preserve">and </w:t>
      </w:r>
      <w:r w:rsidRPr="001A3F94">
        <w:t>the Goods:</w:t>
      </w:r>
      <w:bookmarkEnd w:id="11"/>
    </w:p>
    <w:p w14:paraId="697FD0D2" w14:textId="4E4508E0" w:rsidR="00D13021" w:rsidRDefault="00870038" w:rsidP="00D13021">
      <w:pPr>
        <w:pStyle w:val="Heading3"/>
        <w:numPr>
          <w:ilvl w:val="2"/>
          <w:numId w:val="11"/>
        </w:numPr>
      </w:pPr>
      <w:proofErr w:type="gramStart"/>
      <w:r w:rsidRPr="001A3F94">
        <w:t>conform</w:t>
      </w:r>
      <w:proofErr w:type="gramEnd"/>
      <w:r w:rsidRPr="001A3F94">
        <w:t xml:space="preserve"> with any description applied and any sample provided by the </w:t>
      </w:r>
      <w:r w:rsidR="00971D32">
        <w:t>Supplier</w:t>
      </w:r>
      <w:r w:rsidRPr="001A3F94">
        <w:t xml:space="preserve">; </w:t>
      </w:r>
    </w:p>
    <w:p w14:paraId="677AE74C" w14:textId="77777777" w:rsidR="00D13021" w:rsidRPr="001A3F94" w:rsidRDefault="00D13021" w:rsidP="00D13021">
      <w:pPr>
        <w:pStyle w:val="Heading3"/>
        <w:numPr>
          <w:ilvl w:val="2"/>
          <w:numId w:val="11"/>
        </w:numPr>
      </w:pPr>
      <w:proofErr w:type="gramStart"/>
      <w:r w:rsidRPr="001A3F94">
        <w:t>are</w:t>
      </w:r>
      <w:proofErr w:type="gramEnd"/>
      <w:r w:rsidRPr="001A3F94">
        <w:t xml:space="preserve"> new (unless otherwise specified);</w:t>
      </w:r>
    </w:p>
    <w:p w14:paraId="710834BC" w14:textId="77777777" w:rsidR="00870038" w:rsidRPr="001A3F94" w:rsidRDefault="00870038" w:rsidP="00331C3A">
      <w:pPr>
        <w:pStyle w:val="Heading3"/>
      </w:pPr>
      <w:proofErr w:type="gramStart"/>
      <w:r w:rsidRPr="001A3F94">
        <w:t>are</w:t>
      </w:r>
      <w:proofErr w:type="gramEnd"/>
      <w:r w:rsidRPr="001A3F94">
        <w:t xml:space="preserve"> free from defects in materials, manufacture</w:t>
      </w:r>
      <w:r w:rsidR="009E3A3D">
        <w:t xml:space="preserve"> and</w:t>
      </w:r>
      <w:r w:rsidRPr="001A3F94">
        <w:t xml:space="preserve"> workmanship; </w:t>
      </w:r>
    </w:p>
    <w:p w14:paraId="62DC003D" w14:textId="77777777" w:rsidR="00870038" w:rsidRPr="001A3F94" w:rsidRDefault="00870038" w:rsidP="00331C3A">
      <w:pPr>
        <w:pStyle w:val="Heading3"/>
      </w:pPr>
      <w:proofErr w:type="gramStart"/>
      <w:r w:rsidRPr="001A3F94">
        <w:t>conform</w:t>
      </w:r>
      <w:proofErr w:type="gramEnd"/>
      <w:r w:rsidRPr="001A3F94">
        <w:t xml:space="preserve"> to any applicable Australian Standards or other standards nominated in this Agreement; </w:t>
      </w:r>
    </w:p>
    <w:p w14:paraId="2D020C63" w14:textId="497259A8" w:rsidR="003C3CF5" w:rsidRDefault="00870038" w:rsidP="00331C3A">
      <w:pPr>
        <w:pStyle w:val="Heading3"/>
      </w:pPr>
      <w:proofErr w:type="gramStart"/>
      <w:r w:rsidRPr="001A3F94">
        <w:t>conform</w:t>
      </w:r>
      <w:proofErr w:type="gramEnd"/>
      <w:r w:rsidRPr="001A3F94">
        <w:t xml:space="preserve"> to the </w:t>
      </w:r>
      <w:r w:rsidR="00454029">
        <w:t>Specifications</w:t>
      </w:r>
      <w:r w:rsidR="00F53582">
        <w:t xml:space="preserve"> and any </w:t>
      </w:r>
      <w:r w:rsidRPr="001A3F94">
        <w:t xml:space="preserve">technical </w:t>
      </w:r>
      <w:r w:rsidR="00454029">
        <w:t>Specifications</w:t>
      </w:r>
      <w:r w:rsidR="00F53582">
        <w:t xml:space="preserve"> provided by the </w:t>
      </w:r>
      <w:r w:rsidR="00971D32">
        <w:t>Supplier</w:t>
      </w:r>
      <w:r w:rsidRPr="001A3F94">
        <w:t xml:space="preserve">; </w:t>
      </w:r>
    </w:p>
    <w:p w14:paraId="42A1FED7" w14:textId="77777777" w:rsidR="00870038" w:rsidRPr="001A3F94" w:rsidRDefault="00870038" w:rsidP="00331C3A">
      <w:pPr>
        <w:pStyle w:val="Heading3"/>
      </w:pPr>
      <w:proofErr w:type="gramStart"/>
      <w:r w:rsidRPr="001A3F94">
        <w:t>are</w:t>
      </w:r>
      <w:proofErr w:type="gramEnd"/>
      <w:r w:rsidRPr="001A3F94">
        <w:t xml:space="preserve"> of merchantable quality;</w:t>
      </w:r>
    </w:p>
    <w:p w14:paraId="5BBA65E1" w14:textId="42E66B88" w:rsidR="00870038" w:rsidRPr="001A3F94" w:rsidRDefault="00870038" w:rsidP="00331C3A">
      <w:pPr>
        <w:pStyle w:val="Heading3"/>
      </w:pPr>
      <w:proofErr w:type="gramStart"/>
      <w:r w:rsidRPr="001A3F94">
        <w:t>are</w:t>
      </w:r>
      <w:proofErr w:type="gramEnd"/>
      <w:r w:rsidRPr="001A3F94">
        <w:t xml:space="preserve"> installed correctly (if the </w:t>
      </w:r>
      <w:r w:rsidR="00971D32">
        <w:t>Supplier</w:t>
      </w:r>
      <w:r w:rsidRPr="001A3F94">
        <w:t xml:space="preserve"> is responsible for installation); </w:t>
      </w:r>
    </w:p>
    <w:p w14:paraId="18E35889" w14:textId="77777777" w:rsidR="00D15C61" w:rsidRDefault="00870038" w:rsidP="00331C3A">
      <w:pPr>
        <w:pStyle w:val="Heading3"/>
      </w:pPr>
      <w:proofErr w:type="gramStart"/>
      <w:r w:rsidRPr="001A3F94">
        <w:t>are</w:t>
      </w:r>
      <w:proofErr w:type="gramEnd"/>
      <w:r w:rsidRPr="001A3F94">
        <w:t xml:space="preserve"> fit for their intended purpose</w:t>
      </w:r>
      <w:r w:rsidR="00D15C61">
        <w:t>; and</w:t>
      </w:r>
    </w:p>
    <w:p w14:paraId="64C8338B" w14:textId="77777777" w:rsidR="00870038" w:rsidRPr="001A3F94" w:rsidRDefault="00D15C61" w:rsidP="00331C3A">
      <w:pPr>
        <w:pStyle w:val="Heading3"/>
      </w:pPr>
      <w:proofErr w:type="gramStart"/>
      <w:r w:rsidRPr="001A3F94">
        <w:t>are</w:t>
      </w:r>
      <w:proofErr w:type="gramEnd"/>
      <w:r w:rsidRPr="001A3F94">
        <w:t xml:space="preserve"> manufactured and supplied without infringing any person’s Intellectual Property Rights</w:t>
      </w:r>
      <w:r w:rsidR="00870038" w:rsidRPr="001A3F94">
        <w:t xml:space="preserve">. </w:t>
      </w:r>
    </w:p>
    <w:p w14:paraId="6F6E490A" w14:textId="5C63C51C" w:rsidR="00870038" w:rsidRDefault="00870038" w:rsidP="00331C3A">
      <w:pPr>
        <w:pStyle w:val="Heading2"/>
      </w:pPr>
      <w:r w:rsidRPr="001A3F94">
        <w:lastRenderedPageBreak/>
        <w:t xml:space="preserve">The </w:t>
      </w:r>
      <w:r w:rsidR="00971D32">
        <w:t>Supplier</w:t>
      </w:r>
      <w:r w:rsidRPr="001A3F94">
        <w:t xml:space="preserve"> must ensure that the </w:t>
      </w:r>
      <w:r w:rsidR="0034799D">
        <w:t>Government Party</w:t>
      </w:r>
      <w:r w:rsidRPr="001A3F94">
        <w:t xml:space="preserve"> receives the full benefit of any manufacturer’s warranties in respect of the Goods. </w:t>
      </w:r>
    </w:p>
    <w:p w14:paraId="74F4F3E6" w14:textId="7A8DB955" w:rsidR="00DE0153" w:rsidRDefault="00DE0153" w:rsidP="00331C3A">
      <w:pPr>
        <w:pStyle w:val="Heading2"/>
      </w:pPr>
      <w:r>
        <w:t xml:space="preserve">During any Warranty Period any defects in the Goods must be rectified at the </w:t>
      </w:r>
      <w:r w:rsidR="00971D32">
        <w:t>Supplier</w:t>
      </w:r>
      <w:r>
        <w:t>’s expense.</w:t>
      </w:r>
    </w:p>
    <w:p w14:paraId="743DB4B7" w14:textId="2A0BDCE1" w:rsidR="00870038" w:rsidRPr="001A3F94" w:rsidRDefault="00870038" w:rsidP="00331C3A">
      <w:pPr>
        <w:pStyle w:val="Heading2"/>
      </w:pPr>
      <w:bookmarkStart w:id="12" w:name="_Ref459880593"/>
      <w:r w:rsidRPr="001A3F94">
        <w:t xml:space="preserve">If Services are being supplied </w:t>
      </w:r>
      <w:r w:rsidR="00743E62">
        <w:t>under</w:t>
      </w:r>
      <w:r w:rsidRPr="001A3F94">
        <w:t xml:space="preserve"> this Agreement then the </w:t>
      </w:r>
      <w:r w:rsidR="00971D32">
        <w:t>Supplier</w:t>
      </w:r>
      <w:r w:rsidRPr="001A3F94">
        <w:t xml:space="preserve"> warrants that the Services will:</w:t>
      </w:r>
      <w:bookmarkEnd w:id="12"/>
    </w:p>
    <w:p w14:paraId="7E4ABB8D" w14:textId="77777777" w:rsidR="00870038" w:rsidRPr="001A3F94" w:rsidRDefault="00870038" w:rsidP="00331C3A">
      <w:pPr>
        <w:pStyle w:val="Heading3"/>
      </w:pPr>
      <w:proofErr w:type="gramStart"/>
      <w:r w:rsidRPr="001A3F94">
        <w:t>comply</w:t>
      </w:r>
      <w:proofErr w:type="gramEnd"/>
      <w:r w:rsidRPr="001A3F94">
        <w:t xml:space="preserve"> with the description of the Services in Attachment 1;</w:t>
      </w:r>
    </w:p>
    <w:p w14:paraId="1409FFCB" w14:textId="77777777" w:rsidR="00870038" w:rsidRPr="001A3F94" w:rsidRDefault="00870038" w:rsidP="00331C3A">
      <w:pPr>
        <w:pStyle w:val="Heading3"/>
      </w:pPr>
      <w:proofErr w:type="gramStart"/>
      <w:r w:rsidRPr="001A3F94">
        <w:t>be</w:t>
      </w:r>
      <w:proofErr w:type="gramEnd"/>
      <w:r w:rsidRPr="001A3F94">
        <w:t xml:space="preserve"> provided with due care and skill; </w:t>
      </w:r>
    </w:p>
    <w:p w14:paraId="5EA6D40E" w14:textId="77777777" w:rsidR="00DE2C88" w:rsidRDefault="00DE2C88" w:rsidP="00331C3A">
      <w:pPr>
        <w:pStyle w:val="Heading3"/>
      </w:pPr>
      <w:proofErr w:type="gramStart"/>
      <w:r>
        <w:t>be</w:t>
      </w:r>
      <w:proofErr w:type="gramEnd"/>
      <w:r>
        <w:t xml:space="preserve"> provided in a timely and efficient manner; </w:t>
      </w:r>
    </w:p>
    <w:p w14:paraId="4121F799" w14:textId="69CB5AE3" w:rsidR="00DE2C88" w:rsidRDefault="00856AD7" w:rsidP="00331C3A">
      <w:pPr>
        <w:pStyle w:val="Heading3"/>
      </w:pPr>
      <w:proofErr w:type="gramStart"/>
      <w:r>
        <w:t>be</w:t>
      </w:r>
      <w:proofErr w:type="gramEnd"/>
      <w:r>
        <w:t xml:space="preserve"> provided</w:t>
      </w:r>
      <w:r w:rsidR="00A1323F">
        <w:t xml:space="preserve"> </w:t>
      </w:r>
      <w:r w:rsidR="00DE2C88">
        <w:t xml:space="preserve">in accordance with the best practices current in the </w:t>
      </w:r>
      <w:r w:rsidR="00971D32">
        <w:t>Supplier</w:t>
      </w:r>
      <w:r w:rsidR="00DE2C88">
        <w:t>’s industry</w:t>
      </w:r>
      <w:r w:rsidR="003C3CF5">
        <w:t>;</w:t>
      </w:r>
      <w:r w:rsidR="00DE2C88">
        <w:t xml:space="preserve"> </w:t>
      </w:r>
    </w:p>
    <w:p w14:paraId="4F24929B" w14:textId="77777777" w:rsidR="00870038" w:rsidRPr="001A3F94" w:rsidRDefault="00870038" w:rsidP="00331C3A">
      <w:pPr>
        <w:pStyle w:val="Heading3"/>
      </w:pPr>
      <w:proofErr w:type="gramStart"/>
      <w:r w:rsidRPr="001A3F94">
        <w:t>be</w:t>
      </w:r>
      <w:proofErr w:type="gramEnd"/>
      <w:r w:rsidRPr="001A3F94">
        <w:t xml:space="preserve"> supplied without infringing any person’s Intellectual Property Rights; </w:t>
      </w:r>
    </w:p>
    <w:p w14:paraId="49191EF9" w14:textId="4D5ED642" w:rsidR="00870038" w:rsidRPr="001A3F94" w:rsidRDefault="00870038" w:rsidP="00331C3A">
      <w:pPr>
        <w:pStyle w:val="Heading3"/>
      </w:pPr>
      <w:proofErr w:type="gramStart"/>
      <w:r w:rsidRPr="001A3F94">
        <w:t>be</w:t>
      </w:r>
      <w:proofErr w:type="gramEnd"/>
      <w:r w:rsidRPr="001A3F94">
        <w:t xml:space="preserve"> performed by the </w:t>
      </w:r>
      <w:r w:rsidR="00971D32">
        <w:t>Supplier</w:t>
      </w:r>
      <w:r w:rsidRPr="001A3F94">
        <w:t xml:space="preserve"> and/or </w:t>
      </w:r>
      <w:r w:rsidR="00C0289E">
        <w:t xml:space="preserve">the </w:t>
      </w:r>
      <w:r w:rsidR="00971D32">
        <w:t>Supplier</w:t>
      </w:r>
      <w:r w:rsidR="00C0289E">
        <w:t xml:space="preserve">’s </w:t>
      </w:r>
      <w:r w:rsidR="00BA66FD">
        <w:t xml:space="preserve">Personnel; </w:t>
      </w:r>
      <w:r w:rsidRPr="001A3F94">
        <w:t>and</w:t>
      </w:r>
    </w:p>
    <w:p w14:paraId="63C6080D" w14:textId="77777777" w:rsidR="00B250C2" w:rsidRDefault="00870038" w:rsidP="00B250C2">
      <w:pPr>
        <w:pStyle w:val="Heading3"/>
      </w:pPr>
      <w:proofErr w:type="gramStart"/>
      <w:r w:rsidRPr="001A3F94">
        <w:t>be</w:t>
      </w:r>
      <w:proofErr w:type="gramEnd"/>
      <w:r w:rsidRPr="001A3F94">
        <w:t xml:space="preserve"> supplied in the most cost effective </w:t>
      </w:r>
      <w:r w:rsidR="00BA66FD" w:rsidRPr="001A3F94">
        <w:t>manner consistent</w:t>
      </w:r>
      <w:r w:rsidRPr="001A3F94">
        <w:t xml:space="preserve"> with the required level of quality and performance.</w:t>
      </w:r>
    </w:p>
    <w:p w14:paraId="3F2FD382" w14:textId="7E8662A1" w:rsidR="00870038" w:rsidRPr="001A3F94" w:rsidRDefault="0023349B" w:rsidP="00331C3A">
      <w:pPr>
        <w:pStyle w:val="Heading1"/>
      </w:pPr>
      <w:r>
        <w:t>SUPPLIER</w:t>
      </w:r>
      <w:r w:rsidR="00152591">
        <w:t>’s</w:t>
      </w:r>
      <w:r w:rsidR="00743E62">
        <w:t xml:space="preserve"> PERSONNEl</w:t>
      </w:r>
    </w:p>
    <w:p w14:paraId="28D1F493" w14:textId="57682CDA" w:rsidR="00870038" w:rsidRPr="001A3F94" w:rsidRDefault="00870038" w:rsidP="00331C3A">
      <w:pPr>
        <w:pStyle w:val="Heading2"/>
      </w:pPr>
      <w:r w:rsidRPr="001A3F94">
        <w:t xml:space="preserve">The </w:t>
      </w:r>
      <w:r w:rsidR="00971D32">
        <w:t>Supplier</w:t>
      </w:r>
      <w:r w:rsidRPr="001A3F94">
        <w:t xml:space="preserve">, if required by the </w:t>
      </w:r>
      <w:r w:rsidR="0034799D">
        <w:t>Government Party</w:t>
      </w:r>
      <w:r w:rsidRPr="001A3F94">
        <w:t>, must give its consent t</w:t>
      </w:r>
      <w:r w:rsidR="00C0289E">
        <w:t xml:space="preserve">o and procure the consent of the </w:t>
      </w:r>
      <w:r w:rsidR="00971D32">
        <w:t>Supplier</w:t>
      </w:r>
      <w:r w:rsidR="00C0289E">
        <w:t>’s</w:t>
      </w:r>
      <w:r w:rsidRPr="001A3F94">
        <w:t xml:space="preserve"> Personnel</w:t>
      </w:r>
      <w:r w:rsidR="007F66A5">
        <w:t>,</w:t>
      </w:r>
      <w:r w:rsidRPr="001A3F94">
        <w:t xml:space="preserve"> to the conduct of a police check or</w:t>
      </w:r>
      <w:r w:rsidR="00C0289E">
        <w:t xml:space="preserve"> any </w:t>
      </w:r>
      <w:r w:rsidR="003C3CF5">
        <w:t>Additional Personnel Checks</w:t>
      </w:r>
      <w:r w:rsidR="00322890">
        <w:t xml:space="preserve"> specified in Attachment 1</w:t>
      </w:r>
      <w:r w:rsidRPr="001A3F94">
        <w:t xml:space="preserve">. </w:t>
      </w:r>
    </w:p>
    <w:p w14:paraId="19A076C8" w14:textId="0AAE37D7" w:rsidR="00AA4A77" w:rsidRDefault="00870038" w:rsidP="00331C3A">
      <w:pPr>
        <w:pStyle w:val="Heading2"/>
      </w:pPr>
      <w:r w:rsidRPr="001A3F94">
        <w:t xml:space="preserve">If the </w:t>
      </w:r>
      <w:r w:rsidR="0034799D">
        <w:t>Government Party</w:t>
      </w:r>
      <w:r w:rsidRPr="001A3F94">
        <w:t xml:space="preserve"> gives the </w:t>
      </w:r>
      <w:r w:rsidR="00971D32">
        <w:t>Supplier</w:t>
      </w:r>
      <w:r w:rsidRPr="001A3F94">
        <w:t xml:space="preserve"> notice in writing requiring </w:t>
      </w:r>
      <w:r w:rsidR="00C861F1">
        <w:t>those persons</w:t>
      </w:r>
      <w:r w:rsidRPr="001A3F94">
        <w:t xml:space="preserve"> to be withdrawn from supplying the Goods or providing the Services</w:t>
      </w:r>
      <w:r w:rsidR="00C861F1">
        <w:t>, and</w:t>
      </w:r>
      <w:r w:rsidR="00543C49">
        <w:t xml:space="preserve"> </w:t>
      </w:r>
      <w:bookmarkStart w:id="13" w:name="_GoBack"/>
      <w:bookmarkEnd w:id="13"/>
      <w:r w:rsidRPr="001A3F94">
        <w:t xml:space="preserve">the </w:t>
      </w:r>
      <w:r w:rsidR="00971D32">
        <w:t>Supplier</w:t>
      </w:r>
      <w:r w:rsidRPr="001A3F94">
        <w:t xml:space="preserve"> must immediately comply with the notice and provide replacement</w:t>
      </w:r>
      <w:r w:rsidR="003C3CF5">
        <w:t xml:space="preserve"> Personnel</w:t>
      </w:r>
      <w:r w:rsidRPr="001A3F94">
        <w:t xml:space="preserve"> acceptable to the </w:t>
      </w:r>
      <w:r w:rsidR="0034799D">
        <w:t>Government Party</w:t>
      </w:r>
      <w:r w:rsidRPr="001A3F94">
        <w:t xml:space="preserve">. </w:t>
      </w:r>
      <w:bookmarkStart w:id="14" w:name="_Ref447869478"/>
    </w:p>
    <w:p w14:paraId="3BF9A628" w14:textId="487C12A0" w:rsidR="00870038" w:rsidRPr="001A3F94" w:rsidRDefault="00C0289E" w:rsidP="00331C3A">
      <w:pPr>
        <w:pStyle w:val="Heading2"/>
      </w:pPr>
      <w:r>
        <w:t xml:space="preserve">The </w:t>
      </w:r>
      <w:r w:rsidR="00971D32">
        <w:t>Supplier</w:t>
      </w:r>
      <w:r>
        <w:t xml:space="preserve"> and the </w:t>
      </w:r>
      <w:r w:rsidR="00971D32">
        <w:t>Supplier</w:t>
      </w:r>
      <w:r>
        <w:t xml:space="preserve">’s </w:t>
      </w:r>
      <w:r w:rsidR="00870038" w:rsidRPr="001A3F94">
        <w:t xml:space="preserve">Personnel must only use the </w:t>
      </w:r>
      <w:r w:rsidR="0034799D">
        <w:t>Government Party</w:t>
      </w:r>
      <w:r w:rsidR="00870038" w:rsidRPr="001A3F94">
        <w:t xml:space="preserve">’s computer systems with the specific authorisation of the </w:t>
      </w:r>
      <w:r w:rsidR="0034799D">
        <w:t>Government Party</w:t>
      </w:r>
      <w:r w:rsidR="00870038" w:rsidRPr="001A3F94">
        <w:t xml:space="preserve"> and only in the manner as directed by the </w:t>
      </w:r>
      <w:r w:rsidR="0034799D">
        <w:t>Government Party</w:t>
      </w:r>
      <w:r w:rsidR="00870038" w:rsidRPr="001A3F94">
        <w:t xml:space="preserve"> from time to time.</w:t>
      </w:r>
      <w:bookmarkEnd w:id="14"/>
    </w:p>
    <w:p w14:paraId="73681BA7" w14:textId="5318313B" w:rsidR="00870038" w:rsidRPr="001A3F94" w:rsidRDefault="00870038" w:rsidP="00331C3A">
      <w:pPr>
        <w:pStyle w:val="Heading2"/>
      </w:pPr>
      <w:r w:rsidRPr="001A3F94">
        <w:t xml:space="preserve">The </w:t>
      </w:r>
      <w:r w:rsidR="0034799D">
        <w:t>Government Party</w:t>
      </w:r>
      <w:r w:rsidRPr="001A3F94">
        <w:t xml:space="preserve"> reserves the right to refuse entry to any of the </w:t>
      </w:r>
      <w:r w:rsidR="0034799D">
        <w:t>Government Party</w:t>
      </w:r>
      <w:r w:rsidRPr="001A3F94">
        <w:t xml:space="preserve">’s premises to any of the </w:t>
      </w:r>
      <w:r w:rsidR="00971D32">
        <w:t>Supplier</w:t>
      </w:r>
      <w:r w:rsidR="00C0289E">
        <w:t xml:space="preserve">’s </w:t>
      </w:r>
      <w:r w:rsidRPr="001A3F94">
        <w:t xml:space="preserve">Personnel. </w:t>
      </w:r>
    </w:p>
    <w:p w14:paraId="7BF9CEAD" w14:textId="77777777" w:rsidR="00870038" w:rsidRPr="0051677F" w:rsidRDefault="00870038" w:rsidP="00331C3A">
      <w:pPr>
        <w:pStyle w:val="Heading1"/>
      </w:pPr>
      <w:r w:rsidRPr="0051677F">
        <w:t>PRICE AND PAYMENT</w:t>
      </w:r>
    </w:p>
    <w:p w14:paraId="397AAA2D" w14:textId="55E278A6" w:rsidR="00870038" w:rsidRPr="0051677F" w:rsidRDefault="00870038" w:rsidP="00331C3A">
      <w:pPr>
        <w:pStyle w:val="Heading2"/>
      </w:pPr>
      <w:r w:rsidRPr="0051677F">
        <w:t xml:space="preserve">In consideration for the supply of the Goods and/or the Services, the </w:t>
      </w:r>
      <w:r w:rsidR="0034799D">
        <w:t>Government Party</w:t>
      </w:r>
      <w:r w:rsidRPr="0051677F">
        <w:t xml:space="preserve"> will pay the Price. </w:t>
      </w:r>
    </w:p>
    <w:p w14:paraId="31DF4668" w14:textId="77777777" w:rsidR="00870038" w:rsidRPr="0051677F" w:rsidRDefault="003A6DF4" w:rsidP="00331C3A">
      <w:pPr>
        <w:pStyle w:val="Heading2"/>
      </w:pPr>
      <w:r w:rsidRPr="0051677F">
        <w:t>Unless otherwise expressly stated t</w:t>
      </w:r>
      <w:r w:rsidR="00870038" w:rsidRPr="0051677F">
        <w:t xml:space="preserve">he Price is </w:t>
      </w:r>
      <w:r w:rsidR="009D7584">
        <w:t xml:space="preserve">inclusive </w:t>
      </w:r>
      <w:r w:rsidR="00870038" w:rsidRPr="0051677F">
        <w:t xml:space="preserve">of GST. </w:t>
      </w:r>
    </w:p>
    <w:p w14:paraId="5D9CD740" w14:textId="3CD64F94" w:rsidR="00870038" w:rsidRDefault="00870038" w:rsidP="003A6DF4">
      <w:pPr>
        <w:pStyle w:val="Heading2"/>
      </w:pPr>
      <w:r w:rsidRPr="0051677F">
        <w:t xml:space="preserve">The </w:t>
      </w:r>
      <w:r w:rsidR="00971D32">
        <w:t>Supplier</w:t>
      </w:r>
      <w:r w:rsidRPr="0051677F">
        <w:t xml:space="preserve"> is entitled to invoice the </w:t>
      </w:r>
      <w:r w:rsidR="0034799D">
        <w:t>Government Party</w:t>
      </w:r>
      <w:r w:rsidRPr="0051677F">
        <w:t xml:space="preserve"> for payment in respect of the Goods and/or Services,</w:t>
      </w:r>
      <w:r w:rsidRPr="001A3F94">
        <w:t xml:space="preserve"> when the Goods have been supplied and accepted</w:t>
      </w:r>
      <w:r w:rsidR="00E25D08">
        <w:t xml:space="preserve"> </w:t>
      </w:r>
      <w:r w:rsidR="001B08F9">
        <w:t xml:space="preserve">under </w:t>
      </w:r>
      <w:r w:rsidR="00E25D08">
        <w:t xml:space="preserve">clause </w:t>
      </w:r>
      <w:r w:rsidR="00E25D08">
        <w:fldChar w:fldCharType="begin"/>
      </w:r>
      <w:r w:rsidR="00E25D08">
        <w:instrText xml:space="preserve"> REF _Ref231804768 \r \h </w:instrText>
      </w:r>
      <w:r w:rsidR="00E25D08">
        <w:fldChar w:fldCharType="separate"/>
      </w:r>
      <w:r w:rsidR="00B55012">
        <w:t>4</w:t>
      </w:r>
      <w:r w:rsidR="00E25D08">
        <w:fldChar w:fldCharType="end"/>
      </w:r>
      <w:r w:rsidRPr="001A3F94">
        <w:t>, and the Services have been supplied in accordance with this Agreement.</w:t>
      </w:r>
    </w:p>
    <w:p w14:paraId="64FA996D" w14:textId="77777777" w:rsidR="00870038" w:rsidRPr="001A3F94" w:rsidRDefault="00870038" w:rsidP="00331C3A">
      <w:pPr>
        <w:pStyle w:val="Heading1"/>
      </w:pPr>
      <w:bookmarkStart w:id="15" w:name="_Ref386705912"/>
      <w:r w:rsidRPr="001A3F94">
        <w:t>GST</w:t>
      </w:r>
      <w:bookmarkEnd w:id="15"/>
    </w:p>
    <w:p w14:paraId="7CDCC901" w14:textId="04B7A507" w:rsidR="00E77E6E" w:rsidRDefault="00E77E6E" w:rsidP="00E77E6E">
      <w:pPr>
        <w:pStyle w:val="Heading2"/>
      </w:pPr>
      <w:r>
        <w:t xml:space="preserve">Subject to clause </w:t>
      </w:r>
      <w:r w:rsidR="0001559B">
        <w:fldChar w:fldCharType="begin"/>
      </w:r>
      <w:r w:rsidR="0001559B">
        <w:instrText xml:space="preserve"> REF _Ref458507389 \r \h </w:instrText>
      </w:r>
      <w:r w:rsidR="0001559B">
        <w:fldChar w:fldCharType="separate"/>
      </w:r>
      <w:r w:rsidR="00B55012">
        <w:t>12.2</w:t>
      </w:r>
      <w:r w:rsidR="0001559B">
        <w:fldChar w:fldCharType="end"/>
      </w:r>
      <w:r w:rsidR="0001559B">
        <w:t xml:space="preserve"> </w:t>
      </w:r>
      <w:r>
        <w:t>t</w:t>
      </w:r>
      <w:r w:rsidR="00870038" w:rsidRPr="001A3F94">
        <w:t xml:space="preserve">he </w:t>
      </w:r>
      <w:r w:rsidR="00971D32">
        <w:t>Supplier</w:t>
      </w:r>
      <w:r w:rsidR="00870038" w:rsidRPr="001A3F94">
        <w:t xml:space="preserve"> represents that</w:t>
      </w:r>
      <w:r>
        <w:t xml:space="preserve">: </w:t>
      </w:r>
    </w:p>
    <w:p w14:paraId="3D182679" w14:textId="1442C33B" w:rsidR="00E77E6E" w:rsidRDefault="00870038" w:rsidP="00E77E6E">
      <w:pPr>
        <w:pStyle w:val="Heading3"/>
      </w:pPr>
      <w:proofErr w:type="gramStart"/>
      <w:r w:rsidRPr="001A3F94">
        <w:t>the</w:t>
      </w:r>
      <w:proofErr w:type="gramEnd"/>
      <w:r w:rsidRPr="001A3F94">
        <w:t xml:space="preserve"> ABN shown in Attachment 1 is the </w:t>
      </w:r>
      <w:r w:rsidR="00971D32">
        <w:t>Supplier</w:t>
      </w:r>
      <w:r w:rsidRPr="001A3F94">
        <w:t>’s ABN</w:t>
      </w:r>
      <w:r w:rsidR="00E77E6E">
        <w:t>; and</w:t>
      </w:r>
    </w:p>
    <w:p w14:paraId="6288B437" w14:textId="77777777" w:rsidR="00E77E6E" w:rsidRDefault="00E77E6E" w:rsidP="00E77E6E">
      <w:pPr>
        <w:pStyle w:val="Heading3"/>
      </w:pPr>
      <w:proofErr w:type="gramStart"/>
      <w:r w:rsidRPr="001A3F94">
        <w:t>it</w:t>
      </w:r>
      <w:proofErr w:type="gramEnd"/>
      <w:r w:rsidRPr="001A3F94">
        <w:t xml:space="preserve"> is registered under the </w:t>
      </w:r>
      <w:r w:rsidRPr="003C3CF5">
        <w:rPr>
          <w:i/>
        </w:rPr>
        <w:t>A New Tax System (Australian Business Number) Act 1999</w:t>
      </w:r>
      <w:r w:rsidRPr="001A3F94">
        <w:t xml:space="preserve"> (</w:t>
      </w:r>
      <w:proofErr w:type="spellStart"/>
      <w:r w:rsidRPr="001A3F94">
        <w:t>Cth</w:t>
      </w:r>
      <w:proofErr w:type="spellEnd"/>
      <w:r w:rsidRPr="001A3F94">
        <w:t>),</w:t>
      </w:r>
    </w:p>
    <w:p w14:paraId="31768E07" w14:textId="60485F0F" w:rsidR="00870038" w:rsidRPr="001A3F94" w:rsidRDefault="00E77E6E" w:rsidP="00E77E6E">
      <w:pPr>
        <w:pStyle w:val="Heading2"/>
      </w:pPr>
      <w:bookmarkStart w:id="16" w:name="_Ref458507389"/>
      <w:r>
        <w:t xml:space="preserve">If the </w:t>
      </w:r>
      <w:r w:rsidR="00971D32">
        <w:t>Supplier</w:t>
      </w:r>
      <w:r>
        <w:t xml:space="preserve"> is not registered for GST</w:t>
      </w:r>
      <w:r w:rsidR="003F4643">
        <w:t>,</w:t>
      </w:r>
      <w:r w:rsidRPr="001A3F94">
        <w:t xml:space="preserve"> </w:t>
      </w:r>
      <w:r>
        <w:t>then GST must not be charged on supplies made under this Agreement.</w:t>
      </w:r>
      <w:bookmarkEnd w:id="16"/>
    </w:p>
    <w:p w14:paraId="2C337989" w14:textId="77777777" w:rsidR="00870038" w:rsidRPr="001A3F94" w:rsidRDefault="00870038" w:rsidP="00331C3A">
      <w:pPr>
        <w:pStyle w:val="Heading1"/>
      </w:pPr>
      <w:bookmarkStart w:id="17" w:name="_Ref386706087"/>
      <w:r w:rsidRPr="001A3F94">
        <w:t>INTELLECTUAL PROPERTY RIGHTS</w:t>
      </w:r>
      <w:bookmarkEnd w:id="17"/>
    </w:p>
    <w:p w14:paraId="4DCA5230" w14:textId="77777777" w:rsidR="00BC3B21" w:rsidRDefault="00BC3B21" w:rsidP="00F94E6D">
      <w:pPr>
        <w:pStyle w:val="Heading2"/>
      </w:pPr>
      <w:bookmarkStart w:id="18" w:name="_Ref231012019"/>
      <w:r>
        <w:t>Nothing in this Agreement affects the ownership of Intellectual Property Rights created before the Commencement Date.</w:t>
      </w:r>
    </w:p>
    <w:p w14:paraId="65BFD7F9" w14:textId="3163D3A5" w:rsidR="00870038" w:rsidRDefault="00743E62" w:rsidP="00F94E6D">
      <w:pPr>
        <w:pStyle w:val="Heading2"/>
      </w:pPr>
      <w:r>
        <w:t>T</w:t>
      </w:r>
      <w:r w:rsidR="00870038" w:rsidRPr="001A3F94">
        <w:t xml:space="preserve">he </w:t>
      </w:r>
      <w:bookmarkEnd w:id="18"/>
      <w:r w:rsidR="00971D32">
        <w:t>Supplier</w:t>
      </w:r>
      <w:r w:rsidR="00870038" w:rsidRPr="001A3F94">
        <w:t xml:space="preserve"> grants to the </w:t>
      </w:r>
      <w:r w:rsidR="0034799D">
        <w:t>Government Party</w:t>
      </w:r>
      <w:r w:rsidR="00870038" w:rsidRPr="001A3F94">
        <w:t xml:space="preserve"> and the Crown</w:t>
      </w:r>
      <w:r w:rsidR="00870038">
        <w:t xml:space="preserve"> in right of the State of South Australia</w:t>
      </w:r>
      <w:r w:rsidR="00870038" w:rsidRPr="001A3F94">
        <w:t xml:space="preserve"> a perpetual, irrevocable, royalty free, fee free licence to use, copy, modify and adapt any Intellectual Property Rights in any</w:t>
      </w:r>
      <w:r>
        <w:t xml:space="preserve"> reports or manuals required to be supplied under this Agreement</w:t>
      </w:r>
      <w:r w:rsidR="00870038" w:rsidRPr="001A3F94">
        <w:t>.</w:t>
      </w:r>
    </w:p>
    <w:p w14:paraId="0BCD51D0" w14:textId="77777777" w:rsidR="00870038" w:rsidRPr="001A3F94" w:rsidRDefault="00870038" w:rsidP="00331C3A">
      <w:pPr>
        <w:pStyle w:val="Heading1"/>
      </w:pPr>
      <w:bookmarkStart w:id="19" w:name="_Ref447266333"/>
      <w:bookmarkStart w:id="20" w:name="_Ref386706204"/>
      <w:r w:rsidRPr="001A3F94">
        <w:t>INSURANCE</w:t>
      </w:r>
      <w:bookmarkEnd w:id="19"/>
    </w:p>
    <w:p w14:paraId="5EC850AF" w14:textId="6EFC682B" w:rsidR="007F66A5" w:rsidRPr="00280447" w:rsidRDefault="00CA42F7" w:rsidP="007F66A5">
      <w:pPr>
        <w:pStyle w:val="Heading2"/>
      </w:pPr>
      <w:r>
        <w:t>T</w:t>
      </w:r>
      <w:bookmarkStart w:id="21" w:name="_Ref450739964"/>
      <w:r w:rsidR="00136724" w:rsidRPr="00280447">
        <w:t xml:space="preserve">he </w:t>
      </w:r>
      <w:r w:rsidR="00971D32">
        <w:t>Supplier</w:t>
      </w:r>
      <w:r w:rsidR="00136724" w:rsidRPr="00280447">
        <w:t xml:space="preserve"> must </w:t>
      </w:r>
      <w:r w:rsidR="00870038" w:rsidRPr="00280447">
        <w:t>effect and maintain</w:t>
      </w:r>
      <w:r w:rsidR="00925C1B" w:rsidRPr="00280447">
        <w:t xml:space="preserve"> </w:t>
      </w:r>
      <w:r w:rsidR="00136724" w:rsidRPr="00280447">
        <w:t xml:space="preserve">the </w:t>
      </w:r>
      <w:r w:rsidR="00870038" w:rsidRPr="00280447">
        <w:t xml:space="preserve">policies of insurance </w:t>
      </w:r>
      <w:r w:rsidR="00136724" w:rsidRPr="00280447">
        <w:t>specified in Attachment 1</w:t>
      </w:r>
      <w:r>
        <w:t xml:space="preserve"> for not less than the amounts specified in Attachment 1</w:t>
      </w:r>
      <w:r w:rsidR="00136724" w:rsidRPr="00280447">
        <w:t>.</w:t>
      </w:r>
      <w:bookmarkEnd w:id="21"/>
      <w:r w:rsidR="00870038" w:rsidRPr="00280447">
        <w:t xml:space="preserve"> </w:t>
      </w:r>
    </w:p>
    <w:p w14:paraId="45CC2549" w14:textId="77777777" w:rsidR="00870038" w:rsidRPr="00EA4F76" w:rsidRDefault="00891F75" w:rsidP="007F66A5">
      <w:pPr>
        <w:pStyle w:val="Heading2"/>
      </w:pPr>
      <w:r>
        <w:t>T</w:t>
      </w:r>
      <w:r w:rsidR="009B3E1E">
        <w:t xml:space="preserve">he </w:t>
      </w:r>
      <w:r w:rsidR="00870038" w:rsidRPr="00EA4F76">
        <w:t xml:space="preserve">policies of insurance </w:t>
      </w:r>
      <w:r w:rsidR="009B3E1E">
        <w:t xml:space="preserve">referred to in clause </w:t>
      </w:r>
      <w:r w:rsidR="009B3E1E">
        <w:fldChar w:fldCharType="begin"/>
      </w:r>
      <w:r w:rsidR="009B3E1E">
        <w:instrText xml:space="preserve"> REF _Ref450739964 \r \h </w:instrText>
      </w:r>
      <w:r w:rsidR="009B3E1E">
        <w:fldChar w:fldCharType="separate"/>
      </w:r>
      <w:r w:rsidR="00B55012">
        <w:t>14.1</w:t>
      </w:r>
      <w:r w:rsidR="009B3E1E">
        <w:fldChar w:fldCharType="end"/>
      </w:r>
      <w:r w:rsidR="009B3E1E">
        <w:t xml:space="preserve"> </w:t>
      </w:r>
      <w:r>
        <w:t xml:space="preserve">must be held </w:t>
      </w:r>
      <w:r w:rsidR="00D068C9">
        <w:t xml:space="preserve">until the expiry </w:t>
      </w:r>
      <w:r w:rsidR="001B08F9">
        <w:t>of the Agreement</w:t>
      </w:r>
      <w:r w:rsidR="00870038" w:rsidRPr="00EA4F76">
        <w:t>.</w:t>
      </w:r>
    </w:p>
    <w:p w14:paraId="43BF47F2" w14:textId="77777777" w:rsidR="00343955" w:rsidRDefault="00343955" w:rsidP="00331C3A">
      <w:pPr>
        <w:pStyle w:val="Heading1"/>
      </w:pPr>
      <w:bookmarkStart w:id="22" w:name="_Ref447266334"/>
      <w:r>
        <w:t>liability</w:t>
      </w:r>
      <w:r w:rsidR="00276A46">
        <w:t xml:space="preserve"> limit</w:t>
      </w:r>
    </w:p>
    <w:p w14:paraId="1C37F45F" w14:textId="658B6CEB" w:rsidR="00343955" w:rsidRDefault="00343955" w:rsidP="00343955">
      <w:pPr>
        <w:pStyle w:val="Heading2"/>
        <w:rPr>
          <w:lang w:eastAsia="en-AU"/>
        </w:rPr>
      </w:pPr>
      <w:r>
        <w:rPr>
          <w:lang w:eastAsia="en-AU"/>
        </w:rPr>
        <w:t xml:space="preserve">The </w:t>
      </w:r>
      <w:r w:rsidR="00971D32">
        <w:rPr>
          <w:lang w:eastAsia="en-AU"/>
        </w:rPr>
        <w:t>Supplier</w:t>
      </w:r>
      <w:r>
        <w:rPr>
          <w:lang w:eastAsia="en-AU"/>
        </w:rPr>
        <w:t xml:space="preserve">’s liability to the </w:t>
      </w:r>
      <w:r w:rsidR="0034799D">
        <w:rPr>
          <w:lang w:eastAsia="en-AU"/>
        </w:rPr>
        <w:t>Government Party</w:t>
      </w:r>
      <w:r>
        <w:rPr>
          <w:lang w:eastAsia="en-AU"/>
        </w:rPr>
        <w:t xml:space="preserve"> </w:t>
      </w:r>
      <w:r w:rsidR="001B08F9">
        <w:rPr>
          <w:lang w:eastAsia="en-AU"/>
        </w:rPr>
        <w:t xml:space="preserve">under this Agreement is limited to the </w:t>
      </w:r>
      <w:r w:rsidR="003C3CF5">
        <w:rPr>
          <w:lang w:eastAsia="en-AU"/>
        </w:rPr>
        <w:t xml:space="preserve">amount </w:t>
      </w:r>
      <w:r>
        <w:rPr>
          <w:lang w:eastAsia="en-AU"/>
        </w:rPr>
        <w:t xml:space="preserve">specified in Attachment 1. </w:t>
      </w:r>
    </w:p>
    <w:p w14:paraId="29A691BE" w14:textId="77777777" w:rsidR="00870038" w:rsidRPr="001A3F94" w:rsidRDefault="00870038" w:rsidP="00331C3A">
      <w:pPr>
        <w:pStyle w:val="Heading1"/>
      </w:pPr>
      <w:bookmarkStart w:id="23" w:name="_Ref459114028"/>
      <w:r w:rsidRPr="001A3F94">
        <w:t>CONFIDENTIAL INFORMATION</w:t>
      </w:r>
      <w:bookmarkEnd w:id="20"/>
      <w:bookmarkEnd w:id="22"/>
      <w:bookmarkEnd w:id="23"/>
    </w:p>
    <w:p w14:paraId="7631E675" w14:textId="77777777" w:rsidR="00870038" w:rsidRPr="001A3F94" w:rsidRDefault="00C0289E" w:rsidP="00331C3A">
      <w:pPr>
        <w:pStyle w:val="Heading2"/>
      </w:pPr>
      <w:r>
        <w:t>Subject to this clause</w:t>
      </w:r>
      <w:r w:rsidR="00EC7F5F">
        <w:t xml:space="preserve"> </w:t>
      </w:r>
      <w:r w:rsidR="00EC7F5F">
        <w:fldChar w:fldCharType="begin"/>
      </w:r>
      <w:r w:rsidR="00EC7F5F">
        <w:instrText xml:space="preserve"> REF _Ref459114028 \r \h </w:instrText>
      </w:r>
      <w:r w:rsidR="00EC7F5F">
        <w:fldChar w:fldCharType="separate"/>
      </w:r>
      <w:r w:rsidR="00B55012">
        <w:t>16</w:t>
      </w:r>
      <w:r w:rsidR="00EC7F5F">
        <w:fldChar w:fldCharType="end"/>
      </w:r>
      <w:r w:rsidR="00870038" w:rsidRPr="001A3F94">
        <w:t xml:space="preserve">, neither Party may disclose any Confidential Information </w:t>
      </w:r>
      <w:r w:rsidR="00276A46">
        <w:t xml:space="preserve">belonging to </w:t>
      </w:r>
      <w:r w:rsidR="00870038" w:rsidRPr="001A3F94">
        <w:t>the other Party except as genuinely and necessarily required for the purpose of this Agreement.</w:t>
      </w:r>
    </w:p>
    <w:p w14:paraId="73631ECC" w14:textId="77777777" w:rsidR="00870038" w:rsidRPr="001A3F94" w:rsidRDefault="00870038" w:rsidP="00331C3A">
      <w:pPr>
        <w:pStyle w:val="Heading2"/>
        <w:rPr>
          <w:b/>
          <w:caps/>
        </w:rPr>
      </w:pPr>
      <w:r w:rsidRPr="001A3F94">
        <w:t xml:space="preserve">A Party may disclose Confidential Information </w:t>
      </w:r>
      <w:r w:rsidR="00276A46">
        <w:t xml:space="preserve">belonging to the </w:t>
      </w:r>
      <w:r w:rsidRPr="001A3F94">
        <w:t>other Party:</w:t>
      </w:r>
    </w:p>
    <w:p w14:paraId="3CA16189" w14:textId="77777777" w:rsidR="00870038" w:rsidRPr="001A3F94" w:rsidRDefault="00870038" w:rsidP="00331C3A">
      <w:pPr>
        <w:pStyle w:val="Heading3"/>
      </w:pPr>
      <w:proofErr w:type="gramStart"/>
      <w:r w:rsidRPr="001A3F94">
        <w:t>to</w:t>
      </w:r>
      <w:proofErr w:type="gramEnd"/>
      <w:r w:rsidRPr="001A3F94">
        <w:t xml:space="preserve"> an employee</w:t>
      </w:r>
      <w:r w:rsidR="003C3CF5">
        <w:t>,</w:t>
      </w:r>
      <w:r w:rsidRPr="001A3F94">
        <w:t xml:space="preserve"> agent or adviser of that Party, on a “need to know” and confidential basis;</w:t>
      </w:r>
    </w:p>
    <w:p w14:paraId="16278E21" w14:textId="77777777" w:rsidR="00870038" w:rsidRPr="001A3F94" w:rsidRDefault="00870038" w:rsidP="00331C3A">
      <w:pPr>
        <w:pStyle w:val="Heading3"/>
      </w:pPr>
      <w:proofErr w:type="gramStart"/>
      <w:r w:rsidRPr="001A3F94">
        <w:t>as</w:t>
      </w:r>
      <w:proofErr w:type="gramEnd"/>
      <w:r w:rsidRPr="001A3F94">
        <w:t xml:space="preserve"> required by law or a court order;</w:t>
      </w:r>
    </w:p>
    <w:p w14:paraId="068434CD" w14:textId="77777777" w:rsidR="00262B9C" w:rsidRDefault="00870038" w:rsidP="00331C3A">
      <w:pPr>
        <w:pStyle w:val="Heading3"/>
      </w:pPr>
      <w:proofErr w:type="gramStart"/>
      <w:r w:rsidRPr="001A3F94">
        <w:t>in</w:t>
      </w:r>
      <w:proofErr w:type="gramEnd"/>
      <w:r w:rsidRPr="001A3F94">
        <w:t xml:space="preserve"> accordance with any Parliamentary or constitutional convention; </w:t>
      </w:r>
    </w:p>
    <w:p w14:paraId="18EA416A" w14:textId="77777777" w:rsidR="00870038" w:rsidRPr="001A3F94" w:rsidRDefault="00262B9C" w:rsidP="00262B9C">
      <w:pPr>
        <w:pStyle w:val="Heading3"/>
      </w:pPr>
      <w:r>
        <w:t>to the Australian Competition and Consumer Com</w:t>
      </w:r>
      <w:r w:rsidR="00A1323F">
        <w:t xml:space="preserve">mission (ACCC) if the </w:t>
      </w:r>
      <w:r w:rsidR="003C3CF5">
        <w:t xml:space="preserve">party </w:t>
      </w:r>
      <w:r>
        <w:t xml:space="preserve">reasonably suspects, or is notified by the ACCC that it reasonably suspects, that there is Cartel Conduct or unlawful collusion in connection with the supply of Goods or Services under this Agreement; </w:t>
      </w:r>
      <w:r w:rsidR="00870038" w:rsidRPr="001A3F94">
        <w:t>or</w:t>
      </w:r>
    </w:p>
    <w:p w14:paraId="6DDC4809" w14:textId="77777777" w:rsidR="00870038" w:rsidRDefault="00870038" w:rsidP="00331C3A">
      <w:pPr>
        <w:pStyle w:val="Heading3"/>
      </w:pPr>
      <w:proofErr w:type="gramStart"/>
      <w:r w:rsidRPr="001A3F94">
        <w:t>for</w:t>
      </w:r>
      <w:proofErr w:type="gramEnd"/>
      <w:r w:rsidRPr="001A3F94">
        <w:t xml:space="preserve"> the purposes of prosecuting or defending proceedings.</w:t>
      </w:r>
    </w:p>
    <w:p w14:paraId="36C47AE1" w14:textId="77777777" w:rsidR="00F752F0" w:rsidRPr="001A3F94" w:rsidRDefault="00F752F0" w:rsidP="00F752F0">
      <w:pPr>
        <w:pStyle w:val="Heading2"/>
      </w:pPr>
      <w:r>
        <w:t xml:space="preserve">The Parties may </w:t>
      </w:r>
      <w:r w:rsidR="00276A46">
        <w:t xml:space="preserve">mutually </w:t>
      </w:r>
      <w:r>
        <w:t>agree to disclose Confidential Information.</w:t>
      </w:r>
    </w:p>
    <w:p w14:paraId="2AAADC16" w14:textId="77777777" w:rsidR="00C0289E" w:rsidRDefault="00C0289E" w:rsidP="00C0289E">
      <w:pPr>
        <w:pStyle w:val="Heading1"/>
      </w:pPr>
      <w:bookmarkStart w:id="24" w:name="_Ref386706437"/>
      <w:r>
        <w:t>set-off</w:t>
      </w:r>
    </w:p>
    <w:p w14:paraId="77CA035E" w14:textId="3A2DD975" w:rsidR="00C0289E" w:rsidRPr="001A3F94" w:rsidRDefault="00C0289E" w:rsidP="000E613B">
      <w:pPr>
        <w:pStyle w:val="Body1"/>
      </w:pPr>
      <w:r w:rsidRPr="001A3F94">
        <w:t xml:space="preserve">Any claim the </w:t>
      </w:r>
      <w:r w:rsidR="0034799D">
        <w:t>Government Party</w:t>
      </w:r>
      <w:r w:rsidRPr="001A3F94">
        <w:t xml:space="preserve"> may have against the </w:t>
      </w:r>
      <w:r w:rsidR="00971D32">
        <w:t>Supplier</w:t>
      </w:r>
      <w:r w:rsidRPr="001A3F94">
        <w:t xml:space="preserve"> may be set off against monies owed to the </w:t>
      </w:r>
      <w:r w:rsidR="00971D32">
        <w:t>Supplier</w:t>
      </w:r>
      <w:r w:rsidRPr="001A3F94">
        <w:t xml:space="preserve"> under this Agreement.</w:t>
      </w:r>
    </w:p>
    <w:p w14:paraId="1BF02303" w14:textId="77777777" w:rsidR="0082294B" w:rsidRDefault="0082294B" w:rsidP="00331C3A">
      <w:pPr>
        <w:pStyle w:val="Heading1"/>
      </w:pPr>
      <w:r>
        <w:t>dispute resolution</w:t>
      </w:r>
    </w:p>
    <w:p w14:paraId="667BF949" w14:textId="77777777" w:rsidR="00D36D4A" w:rsidRDefault="00D36D4A" w:rsidP="0082294B">
      <w:pPr>
        <w:pStyle w:val="Heading2"/>
      </w:pPr>
      <w:r>
        <w:t xml:space="preserve">Subject to clause </w:t>
      </w:r>
      <w:r>
        <w:fldChar w:fldCharType="begin"/>
      </w:r>
      <w:r>
        <w:instrText xml:space="preserve"> REF _Ref459883991 \r \h </w:instrText>
      </w:r>
      <w:r>
        <w:fldChar w:fldCharType="separate"/>
      </w:r>
      <w:r w:rsidR="00B55012">
        <w:t>18.4</w:t>
      </w:r>
      <w:r>
        <w:fldChar w:fldCharType="end"/>
      </w:r>
      <w:r>
        <w:t xml:space="preserve"> a </w:t>
      </w:r>
      <w:r w:rsidR="003C3CF5">
        <w:t>P</w:t>
      </w:r>
      <w:r>
        <w:t xml:space="preserve">arty may not commence legal proceedings without first referring the dispute to the other </w:t>
      </w:r>
      <w:r w:rsidR="003C3CF5">
        <w:t>P</w:t>
      </w:r>
      <w:r>
        <w:t>arty under this clause.</w:t>
      </w:r>
    </w:p>
    <w:p w14:paraId="3D17657F" w14:textId="77777777" w:rsidR="00462D4F" w:rsidRDefault="007A5BF0" w:rsidP="0082294B">
      <w:pPr>
        <w:pStyle w:val="Heading2"/>
      </w:pPr>
      <w:r>
        <w:t>Either P</w:t>
      </w:r>
      <w:r w:rsidR="0082294B">
        <w:t>arty may give the other a notice in writing (“</w:t>
      </w:r>
      <w:r w:rsidR="0082294B" w:rsidRPr="00E25D08">
        <w:rPr>
          <w:b/>
        </w:rPr>
        <w:t>dispute notice</w:t>
      </w:r>
      <w:r w:rsidR="0082294B">
        <w:t>”) setting out the details of the dispute.</w:t>
      </w:r>
    </w:p>
    <w:p w14:paraId="459D9C44" w14:textId="77777777" w:rsidR="0082294B" w:rsidRDefault="0082294B" w:rsidP="0082294B">
      <w:pPr>
        <w:pStyle w:val="Heading2"/>
      </w:pPr>
      <w:r>
        <w:t xml:space="preserve">Within 5 Business Days or such other period as may be agreed by the </w:t>
      </w:r>
      <w:r w:rsidR="003C3CF5">
        <w:t>P</w:t>
      </w:r>
      <w:r>
        <w:t>arties</w:t>
      </w:r>
      <w:r w:rsidR="003C3CF5">
        <w:t>,</w:t>
      </w:r>
      <w:r>
        <w:t xml:space="preserve"> representatives must meet and use reasonable endeavours to resolve the dispute. </w:t>
      </w:r>
    </w:p>
    <w:p w14:paraId="4A80C275" w14:textId="77777777" w:rsidR="0082294B" w:rsidRPr="0082294B" w:rsidRDefault="0082294B" w:rsidP="0082294B">
      <w:pPr>
        <w:pStyle w:val="Heading2"/>
      </w:pPr>
      <w:bookmarkStart w:id="25" w:name="_Ref459883991"/>
      <w:r>
        <w:t xml:space="preserve">A </w:t>
      </w:r>
      <w:r w:rsidR="003C3CF5">
        <w:t>P</w:t>
      </w:r>
      <w:r>
        <w:t xml:space="preserve">arty </w:t>
      </w:r>
      <w:r w:rsidR="00D36D4A">
        <w:t xml:space="preserve">may </w:t>
      </w:r>
      <w:r>
        <w:t>seek immediate interlocutory relief or other interim remedy in case of genuine urgency.</w:t>
      </w:r>
      <w:bookmarkEnd w:id="25"/>
      <w:r>
        <w:t xml:space="preserve"> </w:t>
      </w:r>
    </w:p>
    <w:p w14:paraId="48B0CF9B" w14:textId="77777777" w:rsidR="00870038" w:rsidRPr="001A3F94" w:rsidRDefault="000A2544" w:rsidP="00331C3A">
      <w:pPr>
        <w:pStyle w:val="Heading1"/>
      </w:pPr>
      <w:bookmarkStart w:id="26" w:name="_Ref386706449"/>
      <w:bookmarkEnd w:id="24"/>
      <w:r>
        <w:t>ending this contract</w:t>
      </w:r>
      <w:bookmarkEnd w:id="26"/>
    </w:p>
    <w:p w14:paraId="421943A0" w14:textId="4B9AEAB1" w:rsidR="00870038" w:rsidRPr="001A3F94" w:rsidRDefault="00870038" w:rsidP="00331C3A">
      <w:pPr>
        <w:pStyle w:val="Heading2"/>
        <w:rPr>
          <w:b/>
          <w:caps/>
        </w:rPr>
      </w:pPr>
      <w:r w:rsidRPr="001A3F94">
        <w:t xml:space="preserve">The </w:t>
      </w:r>
      <w:r w:rsidR="0034799D">
        <w:t>Government Party</w:t>
      </w:r>
      <w:r w:rsidRPr="001A3F94">
        <w:t xml:space="preserve"> may terminate this Agreement immediately upon giving notice in writing to the </w:t>
      </w:r>
      <w:r w:rsidR="00971D32">
        <w:t>Supplier</w:t>
      </w:r>
      <w:r w:rsidRPr="001A3F94">
        <w:t xml:space="preserve"> if:</w:t>
      </w:r>
    </w:p>
    <w:p w14:paraId="5E44348E" w14:textId="22B608BC" w:rsidR="00870038" w:rsidRPr="001A3F94" w:rsidRDefault="00870038" w:rsidP="00331C3A">
      <w:pPr>
        <w:pStyle w:val="Heading3"/>
      </w:pPr>
      <w:proofErr w:type="gramStart"/>
      <w:r w:rsidRPr="001A3F94">
        <w:t>the</w:t>
      </w:r>
      <w:proofErr w:type="gramEnd"/>
      <w:r w:rsidRPr="001A3F94">
        <w:t xml:space="preserve"> </w:t>
      </w:r>
      <w:r w:rsidR="0034799D">
        <w:t>Government Party</w:t>
      </w:r>
      <w:r w:rsidRPr="001A3F94">
        <w:t xml:space="preserve"> reasonably forms the opinion that the </w:t>
      </w:r>
      <w:r w:rsidR="00971D32">
        <w:t>Supplier</w:t>
      </w:r>
      <w:r w:rsidRPr="001A3F94">
        <w:t xml:space="preserve"> will be unable to perform its obligations </w:t>
      </w:r>
      <w:r w:rsidR="00743E62">
        <w:t>under</w:t>
      </w:r>
      <w:r w:rsidRPr="001A3F94">
        <w:t xml:space="preserve"> this Agreement; </w:t>
      </w:r>
    </w:p>
    <w:p w14:paraId="79A106D8" w14:textId="02DF12F8" w:rsidR="00870038" w:rsidRPr="001A3F94" w:rsidRDefault="00870038" w:rsidP="00331C3A">
      <w:pPr>
        <w:pStyle w:val="Heading3"/>
      </w:pPr>
      <w:r w:rsidRPr="001A3F94">
        <w:t xml:space="preserve">the </w:t>
      </w:r>
      <w:r w:rsidR="00971D32">
        <w:t>Supplier</w:t>
      </w:r>
      <w:r w:rsidRPr="001A3F94">
        <w:t xml:space="preserve"> is in breach of this Agreement and has not rectified such breach within </w:t>
      </w:r>
      <w:r w:rsidR="0082294B">
        <w:t xml:space="preserve">10 Business Days </w:t>
      </w:r>
      <w:r w:rsidRPr="001A3F94">
        <w:t xml:space="preserve">of the </w:t>
      </w:r>
      <w:r w:rsidR="0034799D">
        <w:t>Government Party</w:t>
      </w:r>
      <w:r w:rsidRPr="001A3F94">
        <w:t xml:space="preserve"> giving notice in writing to the </w:t>
      </w:r>
      <w:r w:rsidR="00971D32">
        <w:t>Supplier</w:t>
      </w:r>
      <w:r w:rsidRPr="001A3F94">
        <w:t xml:space="preserve"> requiring the rectification of such breach; </w:t>
      </w:r>
    </w:p>
    <w:p w14:paraId="319095D0" w14:textId="446E6757" w:rsidR="007F66A5" w:rsidRDefault="00870038" w:rsidP="00331C3A">
      <w:pPr>
        <w:pStyle w:val="Heading3"/>
      </w:pPr>
      <w:proofErr w:type="gramStart"/>
      <w:r w:rsidRPr="001A3F94">
        <w:t>the</w:t>
      </w:r>
      <w:proofErr w:type="gramEnd"/>
      <w:r w:rsidRPr="001A3F94">
        <w:t xml:space="preserve"> </w:t>
      </w:r>
      <w:r w:rsidR="0034799D">
        <w:t>Government Party</w:t>
      </w:r>
      <w:r w:rsidRPr="001A3F94">
        <w:t xml:space="preserve"> becomes aware that the </w:t>
      </w:r>
      <w:r w:rsidR="00971D32">
        <w:t>Supplier</w:t>
      </w:r>
      <w:r w:rsidRPr="001A3F94">
        <w:t xml:space="preserve"> is in breach of its statutory obligations with respect to its employees; </w:t>
      </w:r>
    </w:p>
    <w:p w14:paraId="12D02475" w14:textId="5A7F4E98" w:rsidR="00870038" w:rsidRPr="001A3F94" w:rsidRDefault="007F66A5" w:rsidP="007F66A5">
      <w:pPr>
        <w:pStyle w:val="Heading3"/>
      </w:pPr>
      <w:proofErr w:type="gramStart"/>
      <w:r w:rsidRPr="001A3F94">
        <w:t>the</w:t>
      </w:r>
      <w:proofErr w:type="gramEnd"/>
      <w:r w:rsidRPr="001A3F94">
        <w:t xml:space="preserve"> </w:t>
      </w:r>
      <w:r w:rsidR="00971D32">
        <w:t>Supplier</w:t>
      </w:r>
      <w:r w:rsidRPr="001A3F94">
        <w:t xml:space="preserve"> fails to comply with </w:t>
      </w:r>
      <w:r>
        <w:t xml:space="preserve">a notice issued under </w:t>
      </w:r>
      <w:r w:rsidR="003C3CF5">
        <w:t xml:space="preserve">clause </w:t>
      </w:r>
      <w:r>
        <w:fldChar w:fldCharType="begin"/>
      </w:r>
      <w:r>
        <w:instrText xml:space="preserve"> REF _Ref447869478 \r \h </w:instrText>
      </w:r>
      <w:r>
        <w:fldChar w:fldCharType="separate"/>
      </w:r>
      <w:r w:rsidR="00B55012">
        <w:t>10.2</w:t>
      </w:r>
      <w:r>
        <w:fldChar w:fldCharType="end"/>
      </w:r>
      <w:r>
        <w:t xml:space="preserve">; </w:t>
      </w:r>
      <w:r w:rsidR="00870038" w:rsidRPr="001A3F94">
        <w:t>or</w:t>
      </w:r>
    </w:p>
    <w:p w14:paraId="56135274" w14:textId="60F6FCD3" w:rsidR="00193CFD" w:rsidRDefault="00193CFD" w:rsidP="00E219CD">
      <w:pPr>
        <w:pStyle w:val="Heading3"/>
      </w:pPr>
      <w:proofErr w:type="gramStart"/>
      <w:r>
        <w:t>the</w:t>
      </w:r>
      <w:proofErr w:type="gramEnd"/>
      <w:r>
        <w:t xml:space="preserve"> </w:t>
      </w:r>
      <w:r w:rsidR="00971D32">
        <w:t>Supplier</w:t>
      </w:r>
      <w:r>
        <w:t xml:space="preserve"> fails to disclose a </w:t>
      </w:r>
      <w:r w:rsidR="003C3CF5">
        <w:t>c</w:t>
      </w:r>
      <w:r>
        <w:t xml:space="preserve">onflict of </w:t>
      </w:r>
      <w:r w:rsidR="003C3CF5">
        <w:t>i</w:t>
      </w:r>
      <w:r>
        <w:t>nterest;</w:t>
      </w:r>
    </w:p>
    <w:p w14:paraId="3E4EFD97" w14:textId="77777777" w:rsidR="00193CFD" w:rsidRDefault="00193CFD" w:rsidP="00E219CD">
      <w:pPr>
        <w:pStyle w:val="Heading3"/>
      </w:pPr>
      <w:proofErr w:type="gramStart"/>
      <w:r>
        <w:t>any</w:t>
      </w:r>
      <w:proofErr w:type="gramEnd"/>
      <w:r>
        <w:t xml:space="preserve"> </w:t>
      </w:r>
      <w:r w:rsidR="00E61D76">
        <w:t>Other Termination Right occurs; or</w:t>
      </w:r>
    </w:p>
    <w:p w14:paraId="77634E56" w14:textId="1681743C" w:rsidR="008772D5" w:rsidRDefault="00870038" w:rsidP="00E219CD">
      <w:pPr>
        <w:pStyle w:val="Heading3"/>
      </w:pPr>
      <w:proofErr w:type="gramStart"/>
      <w:r w:rsidRPr="001A3F94">
        <w:t>the</w:t>
      </w:r>
      <w:proofErr w:type="gramEnd"/>
      <w:r w:rsidRPr="001A3F94">
        <w:t xml:space="preserve"> </w:t>
      </w:r>
      <w:r w:rsidR="00971D32">
        <w:t>Supplier</w:t>
      </w:r>
      <w:r w:rsidRPr="001A3F94">
        <w:t xml:space="preserve"> suffers or, in the reasonable opinion of the </w:t>
      </w:r>
      <w:r w:rsidR="0034799D">
        <w:t>Government Party</w:t>
      </w:r>
      <w:r w:rsidRPr="001A3F94">
        <w:t>, is in jeopardy of becoming subject to any form of insolvency administration or bankruptcy</w:t>
      </w:r>
      <w:r w:rsidR="00E61D76">
        <w:t>.</w:t>
      </w:r>
    </w:p>
    <w:p w14:paraId="37C13A32" w14:textId="5DEEA59E" w:rsidR="00581013" w:rsidRPr="00581013" w:rsidRDefault="00581013" w:rsidP="00581013">
      <w:pPr>
        <w:pStyle w:val="Heading2"/>
      </w:pPr>
      <w:bookmarkStart w:id="27" w:name="_Ref450741026"/>
      <w:r>
        <w:t>T</w:t>
      </w:r>
      <w:r w:rsidR="00E61D76">
        <w:t xml:space="preserve">he </w:t>
      </w:r>
      <w:r w:rsidR="0034799D">
        <w:t>Government Party</w:t>
      </w:r>
      <w:r w:rsidR="00E61D76">
        <w:t xml:space="preserve"> may terminate </w:t>
      </w:r>
      <w:r>
        <w:t xml:space="preserve">this </w:t>
      </w:r>
      <w:r w:rsidRPr="00581013">
        <w:t xml:space="preserve">Agreement without cause by giving </w:t>
      </w:r>
      <w:r w:rsidR="006373AF">
        <w:t xml:space="preserve">the </w:t>
      </w:r>
      <w:r w:rsidR="00971D32">
        <w:t>Supplier</w:t>
      </w:r>
      <w:r w:rsidR="006373AF">
        <w:t xml:space="preserve"> the period of n</w:t>
      </w:r>
      <w:r>
        <w:t>otice specified in Attachment 1</w:t>
      </w:r>
      <w:r w:rsidR="00DC0B85">
        <w:t xml:space="preserve"> (“</w:t>
      </w:r>
      <w:r w:rsidR="00DC0B85" w:rsidRPr="00DC0B85">
        <w:rPr>
          <w:b/>
        </w:rPr>
        <w:t>Notice Period for Termination for Convenience</w:t>
      </w:r>
      <w:r w:rsidR="00DC0B85">
        <w:t>”)</w:t>
      </w:r>
      <w:r w:rsidRPr="00581013">
        <w:t>.</w:t>
      </w:r>
      <w:bookmarkEnd w:id="27"/>
    </w:p>
    <w:p w14:paraId="0AE25ADF" w14:textId="015FC06F" w:rsidR="00EC7F5F" w:rsidRDefault="00581013" w:rsidP="00581013">
      <w:pPr>
        <w:pStyle w:val="Heading2"/>
      </w:pPr>
      <w:r w:rsidRPr="00581013">
        <w:t xml:space="preserve">If </w:t>
      </w:r>
      <w:r>
        <w:t xml:space="preserve">the </w:t>
      </w:r>
      <w:r w:rsidR="0034799D">
        <w:t>Government Party</w:t>
      </w:r>
      <w:r>
        <w:t xml:space="preserve"> </w:t>
      </w:r>
      <w:r w:rsidRPr="00581013">
        <w:t>terminates this Agreement in accordance with clause</w:t>
      </w:r>
      <w:r>
        <w:t xml:space="preserve"> </w:t>
      </w:r>
      <w:r>
        <w:fldChar w:fldCharType="begin"/>
      </w:r>
      <w:r>
        <w:instrText xml:space="preserve"> REF _Ref450741026 \r \h </w:instrText>
      </w:r>
      <w:r>
        <w:fldChar w:fldCharType="separate"/>
      </w:r>
      <w:r w:rsidR="00B55012">
        <w:t>19.2</w:t>
      </w:r>
      <w:r>
        <w:fldChar w:fldCharType="end"/>
      </w:r>
      <w:r w:rsidR="00E25D08">
        <w:t>:</w:t>
      </w:r>
      <w:r w:rsidRPr="00581013">
        <w:t xml:space="preserve"> </w:t>
      </w:r>
    </w:p>
    <w:p w14:paraId="28C4D429" w14:textId="5379357E" w:rsidR="00EC7F5F" w:rsidRDefault="00581013" w:rsidP="00EC7F5F">
      <w:pPr>
        <w:pStyle w:val="Heading3"/>
      </w:pPr>
      <w:r>
        <w:t xml:space="preserve">the </w:t>
      </w:r>
      <w:r w:rsidR="00971D32">
        <w:t>Supplier</w:t>
      </w:r>
      <w:r w:rsidRPr="00581013">
        <w:t xml:space="preserve"> has no claim against </w:t>
      </w:r>
      <w:r w:rsidR="00212D34">
        <w:t xml:space="preserve">the </w:t>
      </w:r>
      <w:r w:rsidR="0034799D">
        <w:t>Government Party</w:t>
      </w:r>
      <w:r>
        <w:t xml:space="preserve"> </w:t>
      </w:r>
      <w:r w:rsidRPr="00581013">
        <w:t>arising out of or in relation to such termination</w:t>
      </w:r>
      <w:r>
        <w:t xml:space="preserve"> other than the right to </w:t>
      </w:r>
      <w:r w:rsidR="003C3CF5">
        <w:t xml:space="preserve">be </w:t>
      </w:r>
      <w:r>
        <w:t xml:space="preserve">paid for Goods accepted </w:t>
      </w:r>
      <w:r w:rsidR="00EC7F5F">
        <w:t>and/</w:t>
      </w:r>
      <w:r>
        <w:t>or Services provided</w:t>
      </w:r>
      <w:r w:rsidR="00EC7F5F">
        <w:t xml:space="preserve"> before the effective termination date;</w:t>
      </w:r>
      <w:r w:rsidR="00E25D08">
        <w:t xml:space="preserve"> and</w:t>
      </w:r>
    </w:p>
    <w:p w14:paraId="220BF6BF" w14:textId="3C098C99" w:rsidR="00EC7F5F" w:rsidRDefault="00EC7F5F" w:rsidP="00EC7F5F">
      <w:pPr>
        <w:pStyle w:val="Heading3"/>
      </w:pPr>
      <w:proofErr w:type="gramStart"/>
      <w:r>
        <w:lastRenderedPageBreak/>
        <w:t>the</w:t>
      </w:r>
      <w:proofErr w:type="gramEnd"/>
      <w:r>
        <w:t xml:space="preserve"> </w:t>
      </w:r>
      <w:r w:rsidR="00971D32">
        <w:t>Supplier</w:t>
      </w:r>
      <w:r>
        <w:t xml:space="preserve"> must comply with all reasonable directions given by the </w:t>
      </w:r>
      <w:r w:rsidR="0034799D">
        <w:t>Government Party</w:t>
      </w:r>
      <w:r>
        <w:t>.</w:t>
      </w:r>
    </w:p>
    <w:p w14:paraId="4005CCA9" w14:textId="21E85187" w:rsidR="0057783B" w:rsidRPr="007C60DD" w:rsidRDefault="0057783B" w:rsidP="0057783B">
      <w:pPr>
        <w:pStyle w:val="Heading2"/>
      </w:pPr>
      <w:r>
        <w:t xml:space="preserve">The </w:t>
      </w:r>
      <w:r w:rsidR="00971D32">
        <w:t>Supplier</w:t>
      </w:r>
      <w:r w:rsidR="0059685D">
        <w:t xml:space="preserve"> </w:t>
      </w:r>
      <w:r>
        <w:t xml:space="preserve">may terminate this </w:t>
      </w:r>
      <w:r w:rsidR="0059685D">
        <w:t xml:space="preserve">Agreement </w:t>
      </w:r>
      <w:r>
        <w:t xml:space="preserve">immediately upon giving notice in writing to the </w:t>
      </w:r>
      <w:r w:rsidR="0034799D">
        <w:t>Government Party</w:t>
      </w:r>
      <w:r w:rsidR="0059685D">
        <w:t xml:space="preserve"> </w:t>
      </w:r>
      <w:r>
        <w:t xml:space="preserve">if </w:t>
      </w:r>
      <w:r w:rsidRPr="000D0F62">
        <w:t xml:space="preserve">the </w:t>
      </w:r>
      <w:r w:rsidR="0034799D">
        <w:t>Government Party</w:t>
      </w:r>
      <w:r w:rsidR="0059685D">
        <w:t xml:space="preserve"> </w:t>
      </w:r>
      <w:r w:rsidRPr="000D0F62">
        <w:t xml:space="preserve">is in breach of this </w:t>
      </w:r>
      <w:r w:rsidR="0059685D">
        <w:t xml:space="preserve">Agreement </w:t>
      </w:r>
      <w:r w:rsidRPr="000D0F62">
        <w:t xml:space="preserve">and has not rectified such breach within 14 days of the </w:t>
      </w:r>
      <w:r w:rsidR="00971D32">
        <w:t>Supplier</w:t>
      </w:r>
      <w:r w:rsidR="0059685D">
        <w:t xml:space="preserve"> </w:t>
      </w:r>
      <w:r w:rsidRPr="000D0F62">
        <w:t xml:space="preserve">giving notice </w:t>
      </w:r>
      <w:r>
        <w:t xml:space="preserve">in writing </w:t>
      </w:r>
      <w:r w:rsidRPr="000D0F62">
        <w:t xml:space="preserve">to the </w:t>
      </w:r>
      <w:r w:rsidR="0059685D">
        <w:t xml:space="preserve">Purchaser </w:t>
      </w:r>
      <w:r w:rsidRPr="000D0F62">
        <w:t>requiring the rectification of such breach</w:t>
      </w:r>
      <w:r>
        <w:t>.</w:t>
      </w:r>
    </w:p>
    <w:p w14:paraId="39894FFA" w14:textId="77777777" w:rsidR="00870038" w:rsidRPr="001A3F94" w:rsidRDefault="00870038" w:rsidP="00331C3A">
      <w:pPr>
        <w:pStyle w:val="Heading1"/>
      </w:pPr>
      <w:bookmarkStart w:id="28" w:name="_Ref386706456"/>
      <w:r w:rsidRPr="001A3F94">
        <w:t xml:space="preserve">EFFECT OF </w:t>
      </w:r>
      <w:r w:rsidR="000A2544">
        <w:t xml:space="preserve">ending </w:t>
      </w:r>
      <w:r w:rsidRPr="001A3F94">
        <w:t xml:space="preserve">THIS </w:t>
      </w:r>
      <w:r w:rsidR="000A2544">
        <w:t>contract</w:t>
      </w:r>
      <w:bookmarkEnd w:id="28"/>
    </w:p>
    <w:p w14:paraId="63CE08D4" w14:textId="77777777" w:rsidR="00870038" w:rsidRPr="001A3F94" w:rsidRDefault="00870038" w:rsidP="00331C3A">
      <w:pPr>
        <w:pStyle w:val="Heading2"/>
      </w:pPr>
      <w:bookmarkStart w:id="29" w:name="_Ref324929550"/>
      <w:r w:rsidRPr="001A3F94">
        <w:t xml:space="preserve">Any termination of this Agreement by </w:t>
      </w:r>
      <w:r w:rsidR="0057783B">
        <w:t xml:space="preserve">either Party </w:t>
      </w:r>
      <w:r w:rsidRPr="001A3F94">
        <w:t>does not affect any accrued right of either Party.</w:t>
      </w:r>
    </w:p>
    <w:p w14:paraId="72359324" w14:textId="77777777" w:rsidR="00870038" w:rsidRPr="001A3F94" w:rsidRDefault="00870038" w:rsidP="00331C3A">
      <w:pPr>
        <w:pStyle w:val="Heading2"/>
      </w:pPr>
      <w:bookmarkStart w:id="30" w:name="_Ref447266378"/>
      <w:bookmarkEnd w:id="29"/>
      <w:r w:rsidRPr="001A3F94">
        <w:t>Despite termination or complet</w:t>
      </w:r>
      <w:r w:rsidR="007B799C">
        <w:t xml:space="preserve">ion of this Agreement, </w:t>
      </w:r>
      <w:r w:rsidR="00581013">
        <w:t xml:space="preserve">this clause </w:t>
      </w:r>
      <w:r w:rsidR="00581013">
        <w:fldChar w:fldCharType="begin"/>
      </w:r>
      <w:r w:rsidR="00581013">
        <w:instrText xml:space="preserve"> REF _Ref386706456 \r \h </w:instrText>
      </w:r>
      <w:r w:rsidR="00581013">
        <w:fldChar w:fldCharType="separate"/>
      </w:r>
      <w:r w:rsidR="00B55012">
        <w:t>20</w:t>
      </w:r>
      <w:r w:rsidR="00581013">
        <w:fldChar w:fldCharType="end"/>
      </w:r>
      <w:r w:rsidR="00581013">
        <w:t xml:space="preserve"> and </w:t>
      </w:r>
      <w:r w:rsidR="007B799C">
        <w:t>clauses</w:t>
      </w:r>
      <w:r w:rsidR="00A75814">
        <w:t xml:space="preserve"> </w:t>
      </w:r>
      <w:r w:rsidR="00A75814">
        <w:fldChar w:fldCharType="begin"/>
      </w:r>
      <w:r w:rsidR="00A75814">
        <w:instrText xml:space="preserve"> REF _Ref450810041 \r \h </w:instrText>
      </w:r>
      <w:r w:rsidR="00A75814">
        <w:fldChar w:fldCharType="separate"/>
      </w:r>
      <w:r w:rsidR="00B55012">
        <w:t>9</w:t>
      </w:r>
      <w:r w:rsidR="00A75814">
        <w:fldChar w:fldCharType="end"/>
      </w:r>
      <w:r w:rsidR="00322890">
        <w:t xml:space="preserve">, </w:t>
      </w:r>
      <w:r w:rsidR="00322890">
        <w:fldChar w:fldCharType="begin"/>
      </w:r>
      <w:r w:rsidR="00322890">
        <w:instrText xml:space="preserve"> REF _Ref386706087 \r \h </w:instrText>
      </w:r>
      <w:r w:rsidR="00322890">
        <w:fldChar w:fldCharType="separate"/>
      </w:r>
      <w:r w:rsidR="00B55012">
        <w:t>13</w:t>
      </w:r>
      <w:r w:rsidR="00322890">
        <w:fldChar w:fldCharType="end"/>
      </w:r>
      <w:r w:rsidR="00322890">
        <w:t xml:space="preserve">, </w:t>
      </w:r>
      <w:r w:rsidR="00322890">
        <w:fldChar w:fldCharType="begin"/>
      </w:r>
      <w:r w:rsidR="00322890">
        <w:instrText xml:space="preserve"> REF _Ref447266333 \r \h </w:instrText>
      </w:r>
      <w:r w:rsidR="00322890">
        <w:fldChar w:fldCharType="separate"/>
      </w:r>
      <w:r w:rsidR="00B55012">
        <w:t>14</w:t>
      </w:r>
      <w:r w:rsidR="00322890">
        <w:fldChar w:fldCharType="end"/>
      </w:r>
      <w:r w:rsidR="00322890">
        <w:t xml:space="preserve">, </w:t>
      </w:r>
      <w:r w:rsidR="00322890">
        <w:fldChar w:fldCharType="begin"/>
      </w:r>
      <w:r w:rsidR="00322890">
        <w:instrText xml:space="preserve"> REF _Ref447266334 \r \h </w:instrText>
      </w:r>
      <w:r w:rsidR="00322890">
        <w:fldChar w:fldCharType="separate"/>
      </w:r>
      <w:r w:rsidR="00B55012">
        <w:t>15</w:t>
      </w:r>
      <w:r w:rsidR="00322890">
        <w:fldChar w:fldCharType="end"/>
      </w:r>
      <w:r w:rsidR="00322890">
        <w:t xml:space="preserve">, </w:t>
      </w:r>
      <w:r w:rsidR="007246A7">
        <w:fldChar w:fldCharType="begin"/>
      </w:r>
      <w:r w:rsidR="007246A7">
        <w:instrText xml:space="preserve"> REF _Ref459114028 \r \h </w:instrText>
      </w:r>
      <w:r w:rsidR="007246A7">
        <w:fldChar w:fldCharType="separate"/>
      </w:r>
      <w:r w:rsidR="00B55012">
        <w:t>16</w:t>
      </w:r>
      <w:r w:rsidR="007246A7">
        <w:fldChar w:fldCharType="end"/>
      </w:r>
      <w:r w:rsidR="007246A7">
        <w:t xml:space="preserve">, </w:t>
      </w:r>
      <w:r w:rsidR="00322890">
        <w:fldChar w:fldCharType="begin"/>
      </w:r>
      <w:r w:rsidR="00322890">
        <w:instrText xml:space="preserve"> REF _Ref386706437 \r \h </w:instrText>
      </w:r>
      <w:r w:rsidR="00322890">
        <w:fldChar w:fldCharType="separate"/>
      </w:r>
      <w:r w:rsidR="00B55012">
        <w:t>17</w:t>
      </w:r>
      <w:r w:rsidR="00322890">
        <w:fldChar w:fldCharType="end"/>
      </w:r>
      <w:r w:rsidR="007246A7">
        <w:t xml:space="preserve"> </w:t>
      </w:r>
      <w:r w:rsidR="00A755B8">
        <w:t>and those Special Conditions that by their nature remain in force</w:t>
      </w:r>
      <w:r w:rsidR="003A6DF4">
        <w:t>,</w:t>
      </w:r>
      <w:r w:rsidR="00A755B8">
        <w:t xml:space="preserve"> shall </w:t>
      </w:r>
      <w:r w:rsidRPr="001A3F94">
        <w:t>survive</w:t>
      </w:r>
      <w:bookmarkEnd w:id="30"/>
      <w:r w:rsidR="00322890">
        <w:t>.</w:t>
      </w:r>
      <w:r w:rsidRPr="001A3F94">
        <w:t xml:space="preserve"> </w:t>
      </w:r>
    </w:p>
    <w:p w14:paraId="0C5ABC06" w14:textId="77777777" w:rsidR="00870038" w:rsidRPr="001A3F94" w:rsidRDefault="00870038" w:rsidP="00331C3A">
      <w:pPr>
        <w:pStyle w:val="Heading1"/>
      </w:pPr>
      <w:r w:rsidRPr="001A3F94">
        <w:t>SUBCONTRACTING</w:t>
      </w:r>
    </w:p>
    <w:p w14:paraId="0FEBF40B" w14:textId="6D7A19A6" w:rsidR="00870038" w:rsidRPr="001A3F94" w:rsidRDefault="00870038" w:rsidP="00331C3A">
      <w:pPr>
        <w:pStyle w:val="Heading2"/>
      </w:pPr>
      <w:r w:rsidRPr="001A3F94">
        <w:t>With the exceptio</w:t>
      </w:r>
      <w:r>
        <w:t>n of the Approved Subcontractors described in Attachment 1</w:t>
      </w:r>
      <w:r w:rsidRPr="001A3F94">
        <w:t xml:space="preserve">, the </w:t>
      </w:r>
      <w:r w:rsidR="00971D32">
        <w:t>Supplier</w:t>
      </w:r>
      <w:r w:rsidRPr="001A3F94">
        <w:t xml:space="preserve"> must not engage any subcontractor</w:t>
      </w:r>
      <w:r w:rsidR="00855368">
        <w:t xml:space="preserve"> without the prior written permission of the </w:t>
      </w:r>
      <w:r w:rsidR="0034799D">
        <w:t>Government Party</w:t>
      </w:r>
      <w:r w:rsidRPr="001A3F94">
        <w:t>.</w:t>
      </w:r>
    </w:p>
    <w:p w14:paraId="69FE16DF" w14:textId="53399ECE" w:rsidR="00870038" w:rsidRPr="001A3F94" w:rsidRDefault="00870038" w:rsidP="00331C3A">
      <w:pPr>
        <w:pStyle w:val="Heading2"/>
      </w:pPr>
      <w:r w:rsidRPr="001A3F94">
        <w:t xml:space="preserve">The </w:t>
      </w:r>
      <w:r w:rsidR="00971D32">
        <w:t>Supplier</w:t>
      </w:r>
      <w:r w:rsidRPr="001A3F94">
        <w:t xml:space="preserve"> remains responsible for obligations performed by the Approved Subcontractors to the same extent as if such obligations were performed by the </w:t>
      </w:r>
      <w:r w:rsidR="00971D32">
        <w:t>Supplier</w:t>
      </w:r>
      <w:r w:rsidRPr="001A3F94">
        <w:t>.</w:t>
      </w:r>
    </w:p>
    <w:p w14:paraId="53C050C9" w14:textId="77777777" w:rsidR="00F94E6D" w:rsidRDefault="00F94E6D" w:rsidP="00CB552B">
      <w:pPr>
        <w:pStyle w:val="Heading1"/>
      </w:pPr>
      <w:r>
        <w:t>Conflict of Interest</w:t>
      </w:r>
    </w:p>
    <w:p w14:paraId="13E81ED1" w14:textId="705D485F" w:rsidR="003C3CF5" w:rsidRDefault="00F94E6D" w:rsidP="0037052A">
      <w:pPr>
        <w:pStyle w:val="Heading2"/>
      </w:pPr>
      <w:r>
        <w:rPr>
          <w:lang w:eastAsia="en-AU"/>
        </w:rPr>
        <w:t xml:space="preserve">The </w:t>
      </w:r>
      <w:r w:rsidR="00971D32">
        <w:rPr>
          <w:lang w:eastAsia="en-AU"/>
        </w:rPr>
        <w:t>Supplier</w:t>
      </w:r>
      <w:r>
        <w:rPr>
          <w:lang w:eastAsia="en-AU"/>
        </w:rPr>
        <w:t xml:space="preserve"> </w:t>
      </w:r>
      <w:r w:rsidRPr="004352F8">
        <w:rPr>
          <w:lang w:eastAsia="en-AU"/>
        </w:rPr>
        <w:t xml:space="preserve">must </w:t>
      </w:r>
      <w:r>
        <w:rPr>
          <w:lang w:eastAsia="en-AU"/>
        </w:rPr>
        <w:t xml:space="preserve">disclose in writing to the </w:t>
      </w:r>
      <w:r w:rsidR="0034799D">
        <w:rPr>
          <w:lang w:eastAsia="en-AU"/>
        </w:rPr>
        <w:t>Government Party</w:t>
      </w:r>
      <w:r w:rsidRPr="004352F8">
        <w:rPr>
          <w:lang w:eastAsia="en-AU"/>
        </w:rPr>
        <w:t xml:space="preserve"> all ac</w:t>
      </w:r>
      <w:r>
        <w:rPr>
          <w:lang w:eastAsia="en-AU"/>
        </w:rPr>
        <w:t xml:space="preserve">tual and potential conflicts of </w:t>
      </w:r>
      <w:r w:rsidRPr="004352F8">
        <w:rPr>
          <w:lang w:eastAsia="en-AU"/>
        </w:rPr>
        <w:t xml:space="preserve">interest that exist, arise or may arise (either for </w:t>
      </w:r>
      <w:r>
        <w:rPr>
          <w:lang w:eastAsia="en-AU"/>
        </w:rPr>
        <w:t xml:space="preserve">the </w:t>
      </w:r>
      <w:r w:rsidR="00971D32">
        <w:rPr>
          <w:lang w:eastAsia="en-AU"/>
        </w:rPr>
        <w:t>Supplier</w:t>
      </w:r>
      <w:r>
        <w:rPr>
          <w:lang w:eastAsia="en-AU"/>
        </w:rPr>
        <w:t xml:space="preserve"> or the </w:t>
      </w:r>
      <w:r w:rsidR="00971D32">
        <w:rPr>
          <w:lang w:eastAsia="en-AU"/>
        </w:rPr>
        <w:t>Supplier</w:t>
      </w:r>
      <w:r>
        <w:rPr>
          <w:lang w:eastAsia="en-AU"/>
        </w:rPr>
        <w:t>’s Personnel</w:t>
      </w:r>
      <w:r w:rsidRPr="004352F8">
        <w:rPr>
          <w:lang w:eastAsia="en-AU"/>
        </w:rPr>
        <w:t>) in</w:t>
      </w:r>
      <w:r>
        <w:rPr>
          <w:lang w:eastAsia="en-AU"/>
        </w:rPr>
        <w:t xml:space="preserve"> </w:t>
      </w:r>
      <w:r w:rsidRPr="004352F8">
        <w:rPr>
          <w:lang w:eastAsia="en-AU"/>
        </w:rPr>
        <w:t xml:space="preserve">the course of performing its obligations </w:t>
      </w:r>
      <w:r w:rsidR="00743E62">
        <w:rPr>
          <w:lang w:eastAsia="en-AU"/>
        </w:rPr>
        <w:t>under</w:t>
      </w:r>
      <w:r>
        <w:rPr>
          <w:lang w:eastAsia="en-AU"/>
        </w:rPr>
        <w:t xml:space="preserve"> this Agreement as soon as </w:t>
      </w:r>
      <w:r w:rsidRPr="004352F8">
        <w:rPr>
          <w:lang w:eastAsia="en-AU"/>
        </w:rPr>
        <w:t>practical after it becomes aware of that conflict.</w:t>
      </w:r>
    </w:p>
    <w:p w14:paraId="4AF2EBB3" w14:textId="77777777" w:rsidR="00870038" w:rsidRPr="00FC0A0C" w:rsidRDefault="00870038" w:rsidP="003C3CF5">
      <w:pPr>
        <w:pStyle w:val="Heading1"/>
      </w:pPr>
      <w:r w:rsidRPr="00FC0A0C">
        <w:t>Compliance with Laws</w:t>
      </w:r>
    </w:p>
    <w:p w14:paraId="64491F92" w14:textId="45AE5474" w:rsidR="00870038" w:rsidRPr="000E613B" w:rsidRDefault="00870038" w:rsidP="000E613B">
      <w:pPr>
        <w:pStyle w:val="Body1"/>
      </w:pPr>
      <w:r w:rsidRPr="000E613B">
        <w:t xml:space="preserve">The </w:t>
      </w:r>
      <w:r w:rsidR="00971D32">
        <w:t>Supplier</w:t>
      </w:r>
      <w:r w:rsidRPr="000E613B">
        <w:t xml:space="preserve"> must comply with the laws in force in the State of South Australia in performing its obligations under this Agreement. </w:t>
      </w:r>
    </w:p>
    <w:p w14:paraId="644D134E" w14:textId="77777777" w:rsidR="00870038" w:rsidRPr="002E29DF" w:rsidRDefault="00870038" w:rsidP="003C6397">
      <w:pPr>
        <w:pStyle w:val="Heading1"/>
      </w:pPr>
      <w:r w:rsidRPr="002E29DF">
        <w:t>Governing Law and Jurisdiction</w:t>
      </w:r>
    </w:p>
    <w:p w14:paraId="7BEA8D6B" w14:textId="77777777" w:rsidR="00870038" w:rsidRPr="001A3F94" w:rsidRDefault="00870038" w:rsidP="003C6397">
      <w:pPr>
        <w:pStyle w:val="Heading2"/>
      </w:pPr>
      <w:r w:rsidRPr="001A3F94">
        <w:t xml:space="preserve">This Agreement is governed by the laws in the State of South Australia. </w:t>
      </w:r>
    </w:p>
    <w:p w14:paraId="70404C43" w14:textId="77777777" w:rsidR="00870038" w:rsidRPr="001A3F94" w:rsidRDefault="00870038" w:rsidP="003C6397">
      <w:pPr>
        <w:pStyle w:val="Heading2"/>
      </w:pPr>
      <w:r w:rsidRPr="001A3F94">
        <w:t xml:space="preserve">The courts of the State of South Australia have exclusive jurisdiction in connection with this Agreement. </w:t>
      </w:r>
    </w:p>
    <w:p w14:paraId="6DBA930F" w14:textId="77777777" w:rsidR="00870038" w:rsidRPr="00FC0A0C" w:rsidRDefault="00870038" w:rsidP="003C6397">
      <w:pPr>
        <w:pStyle w:val="Heading1"/>
      </w:pPr>
      <w:r w:rsidRPr="00FC0A0C">
        <w:t>Entire Agreement</w:t>
      </w:r>
    </w:p>
    <w:p w14:paraId="29A895DF" w14:textId="77777777" w:rsidR="00870038" w:rsidRPr="001A3F94" w:rsidRDefault="00870038" w:rsidP="000E613B">
      <w:pPr>
        <w:pStyle w:val="Body1"/>
      </w:pPr>
      <w:r w:rsidRPr="001A3F94">
        <w:t>The Agreement constitutes the entire agreement between the Parties in respect of the matters dealt with in this Agreement and supersedes all prior agreements, understanding and negotiations in respect of the matters dealt with in this Agreement.</w:t>
      </w:r>
    </w:p>
    <w:p w14:paraId="438A4362" w14:textId="77777777" w:rsidR="00870038" w:rsidRPr="00FC0A0C" w:rsidRDefault="00870038" w:rsidP="003C6397">
      <w:pPr>
        <w:pStyle w:val="Heading1"/>
      </w:pPr>
      <w:r w:rsidRPr="00FC0A0C">
        <w:t xml:space="preserve">No Assignment </w:t>
      </w:r>
    </w:p>
    <w:p w14:paraId="2A47E95C" w14:textId="09FBB907" w:rsidR="00870038" w:rsidRDefault="00870038" w:rsidP="00970D7B">
      <w:pPr>
        <w:pStyle w:val="Heading2"/>
      </w:pPr>
      <w:r w:rsidRPr="001A3F94">
        <w:t xml:space="preserve">The </w:t>
      </w:r>
      <w:r w:rsidR="00971D32">
        <w:t>Supplier</w:t>
      </w:r>
      <w:r w:rsidRPr="001A3F94">
        <w:t xml:space="preserve"> must not assign, encumber or otherwise transfer any of its rights or obligations under this Agreement</w:t>
      </w:r>
      <w:r w:rsidR="00E25D08">
        <w:t xml:space="preserve"> without the written approval of the </w:t>
      </w:r>
      <w:r w:rsidR="0034799D">
        <w:t>Government Party</w:t>
      </w:r>
      <w:r w:rsidR="00E25D08">
        <w:t xml:space="preserve"> which approval shall not be unreasonably withheld</w:t>
      </w:r>
      <w:r w:rsidRPr="001A3F94">
        <w:t xml:space="preserve">. </w:t>
      </w:r>
    </w:p>
    <w:p w14:paraId="23D03156" w14:textId="30DC3A6F" w:rsidR="00970D7B" w:rsidRPr="001A3F94" w:rsidRDefault="00970D7B" w:rsidP="00970D7B">
      <w:pPr>
        <w:pStyle w:val="Heading2"/>
      </w:pPr>
      <w:r w:rsidRPr="00970D7B">
        <w:t>Subject to any contr</w:t>
      </w:r>
      <w:r w:rsidR="007A5BF0">
        <w:t>ary legislative intention, the P</w:t>
      </w:r>
      <w:r w:rsidRPr="00970D7B">
        <w:t xml:space="preserve">arties agree that if there is any Machinery of Government </w:t>
      </w:r>
      <w:r w:rsidR="003C3CF5">
        <w:t>C</w:t>
      </w:r>
      <w:r w:rsidRPr="00970D7B">
        <w:t>hange</w:t>
      </w:r>
      <w:r w:rsidR="003C3CF5">
        <w:t>,</w:t>
      </w:r>
      <w:r w:rsidRPr="00970D7B">
        <w:t xml:space="preserve"> this Agreement is deemed to refer to the new entity succeeding or replacing the </w:t>
      </w:r>
      <w:r w:rsidR="0034799D">
        <w:t>Government Party</w:t>
      </w:r>
      <w:r w:rsidRPr="00970D7B">
        <w:t xml:space="preserve"> and all of the </w:t>
      </w:r>
      <w:r w:rsidR="0034799D">
        <w:t>Government Party</w:t>
      </w:r>
      <w:r w:rsidRPr="00970D7B">
        <w:t>’s rights and obligations under this Agreement will continue and will become rights and obligations of that new entity.</w:t>
      </w:r>
    </w:p>
    <w:p w14:paraId="05016B97" w14:textId="77777777" w:rsidR="00870038" w:rsidRPr="00FC0A0C" w:rsidRDefault="00870038" w:rsidP="003C6397">
      <w:pPr>
        <w:pStyle w:val="Heading1"/>
      </w:pPr>
      <w:r w:rsidRPr="00FC0A0C">
        <w:t>Modification</w:t>
      </w:r>
    </w:p>
    <w:p w14:paraId="22892DF0" w14:textId="77777777" w:rsidR="00870038" w:rsidRPr="001A3F94" w:rsidRDefault="00870038" w:rsidP="000E613B">
      <w:pPr>
        <w:pStyle w:val="Body1"/>
      </w:pPr>
      <w:r w:rsidRPr="001A3F94">
        <w:t xml:space="preserve">No addition to or modification of any provision of this Agreement will be binding upon the Parties unless made by written instrument signed by the Parties. </w:t>
      </w:r>
    </w:p>
    <w:p w14:paraId="03B41EDE" w14:textId="77777777" w:rsidR="00870038" w:rsidRPr="00FC0A0C" w:rsidRDefault="00870038" w:rsidP="003C6397">
      <w:pPr>
        <w:pStyle w:val="Heading1"/>
      </w:pPr>
      <w:r w:rsidRPr="00FC0A0C">
        <w:t>Severance</w:t>
      </w:r>
    </w:p>
    <w:p w14:paraId="3010D37C" w14:textId="77777777" w:rsidR="00870038" w:rsidRPr="001A3F94" w:rsidRDefault="00870038" w:rsidP="003C6397">
      <w:pPr>
        <w:pStyle w:val="Heading2"/>
      </w:pPr>
      <w:r w:rsidRPr="001A3F94">
        <w:t>Each word, phrase, sentence, paragraph and clause of this Agreement is severable.</w:t>
      </w:r>
    </w:p>
    <w:p w14:paraId="108E15AA" w14:textId="77777777" w:rsidR="00870038" w:rsidRPr="009E52FB" w:rsidRDefault="00870038" w:rsidP="003C6397">
      <w:pPr>
        <w:pStyle w:val="Heading2"/>
      </w:pPr>
      <w:r w:rsidRPr="001A3F94">
        <w:t xml:space="preserve">Severance of any part of this Agreement will not </w:t>
      </w:r>
      <w:r w:rsidRPr="009E52FB">
        <w:t xml:space="preserve">affect any other part of this Agreement. </w:t>
      </w:r>
    </w:p>
    <w:p w14:paraId="35E1D787" w14:textId="77777777" w:rsidR="00A905BD" w:rsidRDefault="00A905BD" w:rsidP="00A905BD">
      <w:pPr>
        <w:pStyle w:val="Heading1"/>
      </w:pPr>
      <w:bookmarkStart w:id="31" w:name="_Toc380572578"/>
      <w:bookmarkStart w:id="32" w:name="_Ref447266593"/>
      <w:r>
        <w:rPr>
          <w:b w:val="0"/>
        </w:rPr>
        <w:t>COUNTERPARTS</w:t>
      </w:r>
      <w:bookmarkEnd w:id="31"/>
    </w:p>
    <w:p w14:paraId="3416156F" w14:textId="77777777" w:rsidR="00A905BD" w:rsidRDefault="00A905BD" w:rsidP="000E613B">
      <w:pPr>
        <w:pStyle w:val="Body1"/>
      </w:pPr>
      <w:r>
        <w:t>This Agreement may be executed in any number of counterparts each of which is taken to be an original.  All of those counterparts taken together constitute one (1) instrument.  An executed counterpart may be delivered by email.</w:t>
      </w:r>
    </w:p>
    <w:p w14:paraId="4E41106D" w14:textId="77777777" w:rsidR="00870038" w:rsidRPr="00497DA8" w:rsidRDefault="00870038" w:rsidP="003C6397">
      <w:pPr>
        <w:pStyle w:val="Heading1"/>
      </w:pPr>
      <w:r w:rsidRPr="00497DA8">
        <w:t>Work Health &amp; Safety</w:t>
      </w:r>
      <w:bookmarkEnd w:id="32"/>
    </w:p>
    <w:p w14:paraId="311FFBEB" w14:textId="0EF8326A" w:rsidR="00870038" w:rsidRPr="00497DA8" w:rsidRDefault="00870038" w:rsidP="003C6397">
      <w:pPr>
        <w:pStyle w:val="Heading2"/>
      </w:pPr>
      <w:r w:rsidRPr="00497DA8">
        <w:t xml:space="preserve">The </w:t>
      </w:r>
      <w:r w:rsidR="00971D32">
        <w:t>Supplier</w:t>
      </w:r>
      <w:r w:rsidRPr="00497DA8">
        <w:t xml:space="preserve"> must comply with the </w:t>
      </w:r>
      <w:r w:rsidRPr="00497DA8">
        <w:rPr>
          <w:i/>
        </w:rPr>
        <w:t>Work Health and Safety Act 2012</w:t>
      </w:r>
      <w:r w:rsidRPr="00497DA8">
        <w:t xml:space="preserve"> </w:t>
      </w:r>
      <w:r w:rsidRPr="00497DA8">
        <w:rPr>
          <w:iCs/>
        </w:rPr>
        <w:t>(SA)</w:t>
      </w:r>
      <w:r w:rsidRPr="00497DA8">
        <w:t xml:space="preserve"> at all times, regardless of whether the </w:t>
      </w:r>
      <w:r w:rsidR="0034799D">
        <w:t>Government Party</w:t>
      </w:r>
      <w:r w:rsidRPr="00497DA8">
        <w:t xml:space="preserve"> issues direction in that regard or not.</w:t>
      </w:r>
    </w:p>
    <w:p w14:paraId="33102370" w14:textId="45E00F56" w:rsidR="00870038" w:rsidRDefault="00FC0A0C" w:rsidP="003C6397">
      <w:pPr>
        <w:pStyle w:val="Heading2"/>
      </w:pPr>
      <w:r w:rsidRPr="00497DA8">
        <w:t>I</w:t>
      </w:r>
      <w:r w:rsidR="00870038" w:rsidRPr="00497DA8">
        <w:t xml:space="preserve">f all or part of the work under this Agreement is to be provided on the premises of the </w:t>
      </w:r>
      <w:r w:rsidR="0034799D">
        <w:t>Government Party</w:t>
      </w:r>
      <w:r w:rsidR="00870038" w:rsidRPr="00497DA8">
        <w:t xml:space="preserve"> and under the direction of the </w:t>
      </w:r>
      <w:r w:rsidR="0034799D">
        <w:t>Government Party</w:t>
      </w:r>
      <w:r w:rsidR="00870038" w:rsidRPr="00497DA8">
        <w:t xml:space="preserve">, the </w:t>
      </w:r>
      <w:r w:rsidR="00971D32">
        <w:t>Supplier</w:t>
      </w:r>
      <w:r w:rsidR="00870038" w:rsidRPr="00497DA8">
        <w:t xml:space="preserve"> must</w:t>
      </w:r>
      <w:r w:rsidR="00870038" w:rsidRPr="009E52FB">
        <w:t xml:space="preserve"> comply with the </w:t>
      </w:r>
      <w:r w:rsidR="0034799D">
        <w:t>Government Party</w:t>
      </w:r>
      <w:r w:rsidR="00870038" w:rsidRPr="009E52FB">
        <w:t xml:space="preserve">’s work health and safety policies, procedures and instructions. If the </w:t>
      </w:r>
      <w:r w:rsidR="00971D32">
        <w:t>Supplier</w:t>
      </w:r>
      <w:r w:rsidR="00870038" w:rsidRPr="009E52FB">
        <w:t xml:space="preserve"> becomes aware of any potentially hazardous situation on the </w:t>
      </w:r>
      <w:r w:rsidR="0034799D">
        <w:t>Government Party</w:t>
      </w:r>
      <w:r w:rsidR="00870038" w:rsidRPr="009E52FB">
        <w:t xml:space="preserve">’s premises, the </w:t>
      </w:r>
      <w:r w:rsidR="00971D32">
        <w:t>Supplier</w:t>
      </w:r>
      <w:r w:rsidR="00870038" w:rsidRPr="009E52FB">
        <w:t xml:space="preserve"> must immediately bring it to the </w:t>
      </w:r>
      <w:r w:rsidR="0034799D">
        <w:t>Government Party</w:t>
      </w:r>
      <w:r w:rsidR="00870038" w:rsidRPr="009E52FB">
        <w:t>’s attention.</w:t>
      </w:r>
    </w:p>
    <w:p w14:paraId="0D2C5AF4" w14:textId="77777777" w:rsidR="009D7584" w:rsidRDefault="009D7584" w:rsidP="009938AF">
      <w:pPr>
        <w:pStyle w:val="Heading1"/>
      </w:pPr>
      <w:r>
        <w:t>acting ethically</w:t>
      </w:r>
    </w:p>
    <w:p w14:paraId="79A9FF41" w14:textId="0B101C60" w:rsidR="009D7584" w:rsidRPr="000E613B" w:rsidRDefault="009D7584" w:rsidP="000E613B">
      <w:pPr>
        <w:pStyle w:val="Body1"/>
      </w:pPr>
      <w:r w:rsidRPr="000E613B">
        <w:t xml:space="preserve">The </w:t>
      </w:r>
      <w:r w:rsidR="00971D32">
        <w:t>Supplier</w:t>
      </w:r>
      <w:r w:rsidRPr="000E613B">
        <w:t xml:space="preserve"> must conduct itself in a manner that does not invite, directly or indirectly, the </w:t>
      </w:r>
      <w:r w:rsidR="0034799D" w:rsidRPr="000E613B">
        <w:t>Government Party</w:t>
      </w:r>
      <w:r w:rsidRPr="000E613B">
        <w:t xml:space="preserve">’s officers, employees or agents or any public sector employee (as defined in the </w:t>
      </w:r>
      <w:r w:rsidRPr="000E613B">
        <w:rPr>
          <w:i/>
        </w:rPr>
        <w:t>Public Sector Act 2009</w:t>
      </w:r>
      <w:r w:rsidR="003C3CF5" w:rsidRPr="000E613B">
        <w:rPr>
          <w:i/>
        </w:rPr>
        <w:t xml:space="preserve"> </w:t>
      </w:r>
      <w:r w:rsidR="003C3CF5" w:rsidRPr="000E613B">
        <w:t>(SA)</w:t>
      </w:r>
      <w:r w:rsidRPr="000E613B">
        <w:t xml:space="preserve">) to behave unethically, to prefer private interests over the </w:t>
      </w:r>
      <w:r w:rsidR="0034799D" w:rsidRPr="000E613B">
        <w:t>Government Party</w:t>
      </w:r>
      <w:r w:rsidRPr="000E613B">
        <w:t>’s interests or to otherwise contravene the Code of Ethics for the South Australian Public Sector.</w:t>
      </w:r>
    </w:p>
    <w:p w14:paraId="09B25ECC" w14:textId="77777777" w:rsidR="009938AF" w:rsidRPr="009E52FB" w:rsidRDefault="009938AF" w:rsidP="009938AF">
      <w:pPr>
        <w:pStyle w:val="Heading1"/>
      </w:pPr>
      <w:r w:rsidRPr="009E52FB">
        <w:t>INTERPRETATION</w:t>
      </w:r>
    </w:p>
    <w:p w14:paraId="1AEB6718" w14:textId="77777777" w:rsidR="000A2544" w:rsidRDefault="009938AF" w:rsidP="000A2544">
      <w:pPr>
        <w:pStyle w:val="Heading2"/>
        <w:tabs>
          <w:tab w:val="num" w:pos="1418"/>
        </w:tabs>
      </w:pPr>
      <w:r w:rsidRPr="009E52FB">
        <w:t>Defined terms</w:t>
      </w:r>
      <w:r>
        <w:t xml:space="preserve"> are set out in the Glossary of Defined Terms in Attachment 3.</w:t>
      </w:r>
      <w:bookmarkStart w:id="33" w:name="_Toc492355733"/>
    </w:p>
    <w:p w14:paraId="53DEB2EC" w14:textId="77777777" w:rsidR="000A2544" w:rsidRPr="00FE4CA8" w:rsidRDefault="000A2544" w:rsidP="000A2544">
      <w:pPr>
        <w:pStyle w:val="Heading2"/>
        <w:tabs>
          <w:tab w:val="num" w:pos="1418"/>
        </w:tabs>
      </w:pPr>
      <w:r w:rsidRPr="00FE4CA8">
        <w:t xml:space="preserve">In resolving inconsistencies in this Agreement, </w:t>
      </w:r>
      <w:r>
        <w:t xml:space="preserve">the documents have the following </w:t>
      </w:r>
      <w:r w:rsidRPr="00FE4CA8">
        <w:t>order of priority:</w:t>
      </w:r>
    </w:p>
    <w:bookmarkEnd w:id="33"/>
    <w:p w14:paraId="2182F236" w14:textId="77777777" w:rsidR="000A2544" w:rsidRDefault="000A2544" w:rsidP="000A2544">
      <w:pPr>
        <w:pStyle w:val="Heading3"/>
      </w:pPr>
      <w:r>
        <w:t>Special Conditions (Attachment 4);</w:t>
      </w:r>
    </w:p>
    <w:p w14:paraId="3792B95D" w14:textId="77777777" w:rsidR="000A2544" w:rsidRDefault="000A2544" w:rsidP="000A2544">
      <w:pPr>
        <w:pStyle w:val="Heading3"/>
      </w:pPr>
      <w:r>
        <w:t>Standard Terms and Conditions (Attachment 2); and</w:t>
      </w:r>
    </w:p>
    <w:p w14:paraId="12DE0406" w14:textId="77777777" w:rsidR="000A2544" w:rsidRDefault="000A2544" w:rsidP="000A2544">
      <w:pPr>
        <w:pStyle w:val="Heading3"/>
      </w:pPr>
      <w:proofErr w:type="gramStart"/>
      <w:r>
        <w:t>the</w:t>
      </w:r>
      <w:proofErr w:type="gramEnd"/>
      <w:r>
        <w:t xml:space="preserve"> other Attachments. </w:t>
      </w:r>
    </w:p>
    <w:p w14:paraId="6A4D087C" w14:textId="77777777" w:rsidR="009938AF" w:rsidRPr="001A3F94" w:rsidRDefault="009938AF" w:rsidP="009938AF">
      <w:pPr>
        <w:pStyle w:val="Heading2"/>
      </w:pPr>
      <w:r w:rsidRPr="001A3F94">
        <w:t>In this Ag</w:t>
      </w:r>
      <w:r w:rsidRPr="00F63021">
        <w:t>r</w:t>
      </w:r>
      <w:r w:rsidRPr="001A3F94">
        <w:t>eement (unless the context requires otherwise):</w:t>
      </w:r>
    </w:p>
    <w:p w14:paraId="284B60A1" w14:textId="77777777" w:rsidR="009938AF" w:rsidRPr="001A3F94" w:rsidRDefault="009938AF" w:rsidP="009938AF">
      <w:pPr>
        <w:pStyle w:val="Heading3"/>
      </w:pPr>
      <w:proofErr w:type="gramStart"/>
      <w:r w:rsidRPr="001A3F94">
        <w:t>a</w:t>
      </w:r>
      <w:proofErr w:type="gramEnd"/>
      <w:r w:rsidRPr="001A3F94">
        <w:t xml:space="preserve"> reference to any legislation includes:</w:t>
      </w:r>
    </w:p>
    <w:p w14:paraId="6EC6C352" w14:textId="77777777" w:rsidR="00942C0B" w:rsidRDefault="009938AF" w:rsidP="00942C0B">
      <w:pPr>
        <w:pStyle w:val="Heading4"/>
      </w:pPr>
      <w:proofErr w:type="gramStart"/>
      <w:r w:rsidRPr="001A3F94">
        <w:t>all</w:t>
      </w:r>
      <w:proofErr w:type="gramEnd"/>
      <w:r w:rsidR="000A2544">
        <w:t xml:space="preserve"> legislation</w:t>
      </w:r>
      <w:r w:rsidR="005A5D02">
        <w:t xml:space="preserve">, regulations and other forms of </w:t>
      </w:r>
      <w:r w:rsidR="00837BB0">
        <w:t xml:space="preserve">statutory instrument </w:t>
      </w:r>
      <w:r w:rsidRPr="001A3F94">
        <w:t>issued under that legislation; and</w:t>
      </w:r>
    </w:p>
    <w:p w14:paraId="5A4021E4" w14:textId="77777777" w:rsidR="009938AF" w:rsidRPr="001A3F94" w:rsidRDefault="009938AF" w:rsidP="00942C0B">
      <w:pPr>
        <w:pStyle w:val="Heading4"/>
      </w:pPr>
      <w:proofErr w:type="gramStart"/>
      <w:r w:rsidRPr="001A3F94">
        <w:t>any</w:t>
      </w:r>
      <w:proofErr w:type="gramEnd"/>
      <w:r w:rsidRPr="001A3F94">
        <w:t xml:space="preserve"> modification, consolidation, amendment, re-enactment or substitution of that legislation;</w:t>
      </w:r>
    </w:p>
    <w:p w14:paraId="69610077" w14:textId="77777777" w:rsidR="009938AF" w:rsidRPr="001A3F94" w:rsidRDefault="009938AF" w:rsidP="009938AF">
      <w:pPr>
        <w:pStyle w:val="Heading3"/>
      </w:pPr>
      <w:proofErr w:type="gramStart"/>
      <w:r w:rsidRPr="001A3F94">
        <w:t>a</w:t>
      </w:r>
      <w:proofErr w:type="gramEnd"/>
      <w:r w:rsidRPr="001A3F94">
        <w:t xml:space="preserve"> word in the singular includes the plural and a word in the plural includes the singular;</w:t>
      </w:r>
    </w:p>
    <w:p w14:paraId="495BD0DD" w14:textId="77777777" w:rsidR="009938AF" w:rsidRDefault="009938AF" w:rsidP="009938AF">
      <w:pPr>
        <w:pStyle w:val="Heading3"/>
      </w:pPr>
      <w:proofErr w:type="gramStart"/>
      <w:r w:rsidRPr="001A3F94">
        <w:t>a</w:t>
      </w:r>
      <w:proofErr w:type="gramEnd"/>
      <w:r w:rsidRPr="001A3F94">
        <w:t xml:space="preserve"> reference to two or more persons </w:t>
      </w:r>
      <w:r w:rsidR="000A2544">
        <w:t>is a reference to those persons jointly and severally</w:t>
      </w:r>
      <w:r w:rsidRPr="001A3F94">
        <w:t>;</w:t>
      </w:r>
    </w:p>
    <w:p w14:paraId="62687CE2" w14:textId="77777777" w:rsidR="009938AF" w:rsidRPr="001A3F94" w:rsidRDefault="009938AF" w:rsidP="009938AF">
      <w:pPr>
        <w:pStyle w:val="Heading3"/>
      </w:pPr>
      <w:proofErr w:type="gramStart"/>
      <w:r w:rsidRPr="001A3F94">
        <w:t>a</w:t>
      </w:r>
      <w:proofErr w:type="gramEnd"/>
      <w:r w:rsidRPr="001A3F94">
        <w:t xml:space="preserve"> reference to dollars is to Australian dollars; </w:t>
      </w:r>
    </w:p>
    <w:p w14:paraId="5D8BD8B2" w14:textId="77777777" w:rsidR="009938AF" w:rsidRPr="001A3F94" w:rsidRDefault="007A5BF0" w:rsidP="009938AF">
      <w:pPr>
        <w:pStyle w:val="Heading3"/>
      </w:pPr>
      <w:proofErr w:type="gramStart"/>
      <w:r>
        <w:t>a</w:t>
      </w:r>
      <w:proofErr w:type="gramEnd"/>
      <w:r>
        <w:t xml:space="preserve"> reference to a P</w:t>
      </w:r>
      <w:r w:rsidR="009938AF" w:rsidRPr="001A3F94">
        <w:t>arty includes that party’s administrators, s</w:t>
      </w:r>
      <w:r w:rsidR="0037052A">
        <w:t>uccessors and permitted assigns.</w:t>
      </w:r>
    </w:p>
    <w:p w14:paraId="59050266" w14:textId="77777777" w:rsidR="00870038" w:rsidRPr="001A3F94" w:rsidRDefault="00870038" w:rsidP="0070635C">
      <w:pPr>
        <w:pStyle w:val="Heading1"/>
      </w:pPr>
      <w:r w:rsidRPr="001A3F94">
        <w:t>SPECIAL CONDITIONS</w:t>
      </w:r>
    </w:p>
    <w:p w14:paraId="3039E5D0" w14:textId="77777777" w:rsidR="00870038" w:rsidRPr="001A3F94" w:rsidRDefault="00870038" w:rsidP="000E613B">
      <w:pPr>
        <w:pStyle w:val="Body1"/>
      </w:pPr>
      <w:r w:rsidRPr="001A3F94">
        <w:t>The special conditions (i</w:t>
      </w:r>
      <w:r>
        <w:t xml:space="preserve">f any) </w:t>
      </w:r>
      <w:r w:rsidRPr="001A3F94">
        <w:t>form part of this Agreement</w:t>
      </w:r>
      <w:r>
        <w:t xml:space="preserve"> and to the extent of any inconsistency, take precedence over the other terms of this Agreement</w:t>
      </w:r>
      <w:r w:rsidRPr="001A3F94">
        <w:t>.</w:t>
      </w:r>
      <w:r>
        <w:t xml:space="preserve">  </w:t>
      </w:r>
    </w:p>
    <w:p w14:paraId="38321F79" w14:textId="77777777" w:rsidR="002E29DF" w:rsidRDefault="002E29DF" w:rsidP="00331C3A">
      <w:pPr>
        <w:rPr>
          <w:b/>
          <w:u w:val="single"/>
        </w:rPr>
        <w:sectPr w:rsidR="002E29DF" w:rsidSect="0037052A">
          <w:headerReference w:type="default" r:id="rId21"/>
          <w:footerReference w:type="default" r:id="rId22"/>
          <w:type w:val="continuous"/>
          <w:pgSz w:w="11907" w:h="16840" w:code="9"/>
          <w:pgMar w:top="1077" w:right="851" w:bottom="964" w:left="851" w:header="720" w:footer="454" w:gutter="0"/>
          <w:pgNumType w:start="1"/>
          <w:cols w:num="2" w:space="709"/>
          <w:titlePg/>
          <w:docGrid w:linePitch="299"/>
        </w:sectPr>
      </w:pPr>
    </w:p>
    <w:p w14:paraId="75EE46A9" w14:textId="77777777" w:rsidR="00870038" w:rsidRDefault="00870038" w:rsidP="00331C3A">
      <w:pPr>
        <w:rPr>
          <w:b/>
          <w:u w:val="single"/>
        </w:rPr>
      </w:pPr>
    </w:p>
    <w:p w14:paraId="5119BC34" w14:textId="77777777" w:rsidR="0030299C" w:rsidRDefault="0030299C" w:rsidP="00331C3A">
      <w:pPr>
        <w:rPr>
          <w:b/>
          <w:u w:val="single"/>
        </w:rPr>
        <w:sectPr w:rsidR="0030299C" w:rsidSect="0037052A">
          <w:type w:val="continuous"/>
          <w:pgSz w:w="11907" w:h="16840" w:code="9"/>
          <w:pgMar w:top="1077" w:right="851" w:bottom="964" w:left="851" w:header="720" w:footer="454" w:gutter="0"/>
          <w:pgNumType w:start="1"/>
          <w:cols w:space="709"/>
          <w:titlePg/>
          <w:docGrid w:linePitch="299"/>
        </w:sectPr>
      </w:pPr>
    </w:p>
    <w:p w14:paraId="6355E5A3" w14:textId="77777777" w:rsidR="000E613B" w:rsidRDefault="000E613B" w:rsidP="00BF2F6E">
      <w:pPr>
        <w:tabs>
          <w:tab w:val="left" w:pos="3828"/>
        </w:tabs>
        <w:jc w:val="center"/>
        <w:rPr>
          <w:b/>
          <w:sz w:val="20"/>
        </w:rPr>
        <w:sectPr w:rsidR="000E613B" w:rsidSect="0037052A">
          <w:headerReference w:type="first" r:id="rId23"/>
          <w:footerReference w:type="first" r:id="rId24"/>
          <w:type w:val="continuous"/>
          <w:pgSz w:w="11907" w:h="16840" w:code="9"/>
          <w:pgMar w:top="1077" w:right="851" w:bottom="964" w:left="851" w:header="720" w:footer="454" w:gutter="0"/>
          <w:pgNumType w:start="1"/>
          <w:cols w:space="709"/>
          <w:titlePg/>
          <w:docGrid w:linePitch="299"/>
        </w:sectPr>
      </w:pPr>
    </w:p>
    <w:p w14:paraId="71579ABE" w14:textId="77777777" w:rsidR="0030299C" w:rsidRDefault="0030299C" w:rsidP="00BF2F6E">
      <w:pPr>
        <w:tabs>
          <w:tab w:val="left" w:pos="3828"/>
        </w:tabs>
        <w:jc w:val="center"/>
        <w:rPr>
          <w:b/>
          <w:sz w:val="20"/>
        </w:rPr>
      </w:pPr>
      <w:r w:rsidRPr="001A3F94">
        <w:rPr>
          <w:b/>
          <w:sz w:val="20"/>
        </w:rPr>
        <w:lastRenderedPageBreak/>
        <w:t>A</w:t>
      </w:r>
      <w:r>
        <w:rPr>
          <w:b/>
          <w:sz w:val="20"/>
        </w:rPr>
        <w:t>ttachment 3 - Glossary of Defined Terms</w:t>
      </w:r>
    </w:p>
    <w:p w14:paraId="48D866E1" w14:textId="041D3EE8" w:rsidR="0030299C" w:rsidRPr="00AC36B1" w:rsidRDefault="007F66A5" w:rsidP="0030299C">
      <w:pPr>
        <w:pStyle w:val="Heading1"/>
        <w:numPr>
          <w:ilvl w:val="0"/>
          <w:numId w:val="0"/>
        </w:numPr>
        <w:ind w:left="567"/>
        <w:rPr>
          <w:rFonts w:ascii="Arial" w:hAnsi="Arial"/>
          <w:caps w:val="0"/>
          <w:kern w:val="0"/>
          <w:sz w:val="17"/>
          <w:szCs w:val="17"/>
        </w:rPr>
      </w:pPr>
      <w:r w:rsidRPr="00AC36B1">
        <w:rPr>
          <w:rFonts w:ascii="Arial" w:hAnsi="Arial"/>
          <w:caps w:val="0"/>
          <w:color w:val="FF0000"/>
          <w:kern w:val="0"/>
          <w:sz w:val="17"/>
          <w:szCs w:val="17"/>
        </w:rPr>
        <w:t xml:space="preserve">NOTE: Not all terms may be </w:t>
      </w:r>
      <w:r w:rsidR="00971D32" w:rsidRPr="00AC36B1">
        <w:rPr>
          <w:rFonts w:ascii="Arial" w:hAnsi="Arial"/>
          <w:caps w:val="0"/>
          <w:color w:val="FF0000"/>
          <w:kern w:val="0"/>
          <w:sz w:val="17"/>
          <w:szCs w:val="17"/>
        </w:rPr>
        <w:t xml:space="preserve">required </w:t>
      </w:r>
      <w:r w:rsidRPr="00AC36B1">
        <w:rPr>
          <w:rFonts w:ascii="Arial" w:hAnsi="Arial"/>
          <w:caps w:val="0"/>
          <w:color w:val="FF0000"/>
          <w:kern w:val="0"/>
          <w:sz w:val="17"/>
          <w:szCs w:val="17"/>
        </w:rPr>
        <w:t xml:space="preserve">for a particular </w:t>
      </w:r>
      <w:r w:rsidR="00EC5052" w:rsidRPr="00AC36B1">
        <w:rPr>
          <w:rFonts w:ascii="Arial" w:hAnsi="Arial"/>
          <w:caps w:val="0"/>
          <w:color w:val="FF0000"/>
          <w:kern w:val="0"/>
          <w:sz w:val="17"/>
          <w:szCs w:val="17"/>
        </w:rPr>
        <w:t>procurement</w:t>
      </w:r>
    </w:p>
    <w:p w14:paraId="30EFA952" w14:textId="77777777" w:rsidR="0030299C" w:rsidRPr="00AC36B1" w:rsidRDefault="0030299C" w:rsidP="000E613B">
      <w:pPr>
        <w:pStyle w:val="Body1"/>
        <w:rPr>
          <w:sz w:val="17"/>
          <w:szCs w:val="17"/>
        </w:rPr>
      </w:pPr>
      <w:r w:rsidRPr="00AC36B1">
        <w:rPr>
          <w:sz w:val="17"/>
          <w:szCs w:val="17"/>
        </w:rPr>
        <w:t>In this Agreement:</w:t>
      </w:r>
    </w:p>
    <w:p w14:paraId="753F719F" w14:textId="71030E50" w:rsidR="0030299C" w:rsidRPr="00AC36B1" w:rsidRDefault="0030299C" w:rsidP="0030299C">
      <w:pPr>
        <w:pStyle w:val="Heading3"/>
        <w:rPr>
          <w:bCs/>
          <w:sz w:val="17"/>
          <w:szCs w:val="17"/>
        </w:rPr>
      </w:pPr>
      <w:r w:rsidRPr="00AC36B1">
        <w:rPr>
          <w:bCs/>
          <w:sz w:val="17"/>
          <w:szCs w:val="17"/>
        </w:rPr>
        <w:t>“</w:t>
      </w:r>
      <w:r w:rsidRPr="00AC36B1">
        <w:rPr>
          <w:b/>
          <w:bCs/>
          <w:sz w:val="17"/>
          <w:szCs w:val="17"/>
        </w:rPr>
        <w:t>Acceptance Date</w:t>
      </w:r>
      <w:r w:rsidRPr="00AC36B1">
        <w:rPr>
          <w:bCs/>
          <w:sz w:val="17"/>
          <w:szCs w:val="17"/>
        </w:rPr>
        <w:t>”</w:t>
      </w:r>
      <w:r w:rsidRPr="00AC36B1">
        <w:rPr>
          <w:sz w:val="17"/>
          <w:szCs w:val="17"/>
        </w:rPr>
        <w:t xml:space="preserve"> means the date that the Goods are </w:t>
      </w:r>
      <w:r w:rsidR="007B777B" w:rsidRPr="00AC36B1">
        <w:rPr>
          <w:sz w:val="17"/>
          <w:szCs w:val="17"/>
        </w:rPr>
        <w:t xml:space="preserve">accepted by the </w:t>
      </w:r>
      <w:r w:rsidR="0034799D" w:rsidRPr="00AC36B1">
        <w:rPr>
          <w:sz w:val="17"/>
          <w:szCs w:val="17"/>
        </w:rPr>
        <w:t>Government Party</w:t>
      </w:r>
      <w:r w:rsidRPr="00AC36B1">
        <w:rPr>
          <w:sz w:val="17"/>
          <w:szCs w:val="17"/>
        </w:rPr>
        <w:t>;</w:t>
      </w:r>
    </w:p>
    <w:p w14:paraId="1DF6E1DE" w14:textId="77777777" w:rsidR="00454029" w:rsidRPr="00AC36B1" w:rsidRDefault="00454029" w:rsidP="0030299C">
      <w:pPr>
        <w:pStyle w:val="Heading3"/>
        <w:rPr>
          <w:sz w:val="17"/>
          <w:szCs w:val="17"/>
        </w:rPr>
      </w:pPr>
      <w:r w:rsidRPr="00AC36B1">
        <w:rPr>
          <w:sz w:val="17"/>
          <w:szCs w:val="17"/>
        </w:rPr>
        <w:t>“</w:t>
      </w:r>
      <w:r w:rsidRPr="00AC36B1">
        <w:rPr>
          <w:b/>
          <w:sz w:val="17"/>
          <w:szCs w:val="17"/>
        </w:rPr>
        <w:t>Approved Subcontractors</w:t>
      </w:r>
      <w:r w:rsidRPr="00AC36B1">
        <w:rPr>
          <w:sz w:val="17"/>
          <w:szCs w:val="17"/>
        </w:rPr>
        <w:t>” means those subcontractors specified in Attachment 1;</w:t>
      </w:r>
    </w:p>
    <w:p w14:paraId="2343B3ED" w14:textId="77777777" w:rsidR="0030299C" w:rsidRPr="00AC36B1" w:rsidRDefault="0030299C" w:rsidP="0030299C">
      <w:pPr>
        <w:pStyle w:val="Heading3"/>
        <w:rPr>
          <w:sz w:val="17"/>
          <w:szCs w:val="17"/>
        </w:rPr>
      </w:pPr>
      <w:r w:rsidRPr="00AC36B1">
        <w:rPr>
          <w:bCs/>
          <w:sz w:val="17"/>
          <w:szCs w:val="17"/>
        </w:rPr>
        <w:t>“</w:t>
      </w:r>
      <w:r w:rsidRPr="00AC36B1">
        <w:rPr>
          <w:b/>
          <w:bCs/>
          <w:sz w:val="17"/>
          <w:szCs w:val="17"/>
        </w:rPr>
        <w:t>Business Day</w:t>
      </w:r>
      <w:r w:rsidRPr="00AC36B1">
        <w:rPr>
          <w:bCs/>
          <w:sz w:val="17"/>
          <w:szCs w:val="17"/>
        </w:rPr>
        <w:t>”</w:t>
      </w:r>
      <w:r w:rsidRPr="00AC36B1">
        <w:rPr>
          <w:sz w:val="17"/>
          <w:szCs w:val="17"/>
        </w:rPr>
        <w:t xml:space="preserve"> means any day that is not a Saturday or Sunday or a public holiday in South Australia;</w:t>
      </w:r>
    </w:p>
    <w:p w14:paraId="775A605D" w14:textId="248EA480" w:rsidR="00262B9C" w:rsidRPr="00AC36B1" w:rsidRDefault="00262B9C" w:rsidP="00262B9C">
      <w:pPr>
        <w:pStyle w:val="Heading3"/>
        <w:rPr>
          <w:sz w:val="17"/>
          <w:szCs w:val="17"/>
        </w:rPr>
      </w:pPr>
      <w:r w:rsidRPr="00AC36B1">
        <w:rPr>
          <w:sz w:val="17"/>
          <w:szCs w:val="17"/>
        </w:rPr>
        <w:t>“</w:t>
      </w:r>
      <w:r w:rsidRPr="00AC36B1">
        <w:rPr>
          <w:b/>
          <w:sz w:val="17"/>
          <w:szCs w:val="17"/>
        </w:rPr>
        <w:t>Cartel Conduct</w:t>
      </w:r>
      <w:r w:rsidRPr="00AC36B1">
        <w:rPr>
          <w:sz w:val="17"/>
          <w:szCs w:val="17"/>
        </w:rPr>
        <w:t xml:space="preserve">” </w:t>
      </w:r>
      <w:r w:rsidRPr="00AC36B1">
        <w:rPr>
          <w:sz w:val="17"/>
          <w:szCs w:val="17"/>
          <w:lang w:eastAsia="en-AU"/>
        </w:rPr>
        <w:t xml:space="preserve">means conduct by two or more parties who are competitors (or would be but for the conduct) who enter into a contract, arrangement or understanding that involves price fixing, output restrictions, allocating customers, suppliers or territories, or bid-rigging, as defined in s44ZZRD of the </w:t>
      </w:r>
      <w:r w:rsidRPr="00AC36B1">
        <w:rPr>
          <w:i/>
          <w:sz w:val="17"/>
          <w:szCs w:val="17"/>
          <w:lang w:eastAsia="en-AU"/>
        </w:rPr>
        <w:t>Competition and Consumer Act</w:t>
      </w:r>
      <w:r w:rsidRPr="00AC36B1">
        <w:rPr>
          <w:sz w:val="17"/>
          <w:szCs w:val="17"/>
          <w:lang w:eastAsia="en-AU"/>
        </w:rPr>
        <w:t xml:space="preserve"> </w:t>
      </w:r>
      <w:r w:rsidRPr="00AC36B1">
        <w:rPr>
          <w:i/>
          <w:sz w:val="17"/>
          <w:szCs w:val="17"/>
          <w:lang w:eastAsia="en-AU"/>
        </w:rPr>
        <w:t>2010</w:t>
      </w:r>
      <w:r w:rsidR="00454029" w:rsidRPr="00AC36B1">
        <w:rPr>
          <w:i/>
          <w:sz w:val="17"/>
          <w:szCs w:val="17"/>
          <w:lang w:eastAsia="en-AU"/>
        </w:rPr>
        <w:t xml:space="preserve"> </w:t>
      </w:r>
      <w:r w:rsidR="00454029" w:rsidRPr="00AC36B1">
        <w:rPr>
          <w:sz w:val="17"/>
          <w:szCs w:val="17"/>
          <w:lang w:eastAsia="en-AU"/>
        </w:rPr>
        <w:t>(</w:t>
      </w:r>
      <w:proofErr w:type="spellStart"/>
      <w:r w:rsidR="00454029" w:rsidRPr="00AC36B1">
        <w:rPr>
          <w:sz w:val="17"/>
          <w:szCs w:val="17"/>
          <w:lang w:eastAsia="en-AU"/>
        </w:rPr>
        <w:t>Cth</w:t>
      </w:r>
      <w:proofErr w:type="spellEnd"/>
      <w:r w:rsidR="00454029" w:rsidRPr="00AC36B1">
        <w:rPr>
          <w:sz w:val="17"/>
          <w:szCs w:val="17"/>
          <w:lang w:eastAsia="en-AU"/>
        </w:rPr>
        <w:t>)</w:t>
      </w:r>
      <w:r w:rsidRPr="00AC36B1">
        <w:rPr>
          <w:sz w:val="17"/>
          <w:szCs w:val="17"/>
          <w:lang w:eastAsia="en-AU"/>
        </w:rPr>
        <w:t>;</w:t>
      </w:r>
    </w:p>
    <w:p w14:paraId="612FC4BF" w14:textId="77777777" w:rsidR="003C3CF5" w:rsidRPr="00AC36B1" w:rsidRDefault="003C3CF5" w:rsidP="00262B9C">
      <w:pPr>
        <w:pStyle w:val="Heading3"/>
        <w:rPr>
          <w:sz w:val="17"/>
          <w:szCs w:val="17"/>
        </w:rPr>
      </w:pPr>
      <w:r w:rsidRPr="00AC36B1">
        <w:rPr>
          <w:sz w:val="17"/>
          <w:szCs w:val="17"/>
          <w:lang w:eastAsia="en-AU"/>
        </w:rPr>
        <w:t>“</w:t>
      </w:r>
      <w:r w:rsidRPr="00AC36B1">
        <w:rPr>
          <w:b/>
          <w:sz w:val="17"/>
          <w:szCs w:val="17"/>
          <w:lang w:eastAsia="en-AU"/>
        </w:rPr>
        <w:t>Code of Ethics for the South Australian Public Sector</w:t>
      </w:r>
      <w:r w:rsidR="00EC5052" w:rsidRPr="00AC36B1">
        <w:rPr>
          <w:sz w:val="17"/>
          <w:szCs w:val="17"/>
          <w:lang w:eastAsia="en-AU"/>
        </w:rPr>
        <w:t xml:space="preserve">” is the code of ethics for the purposes of the </w:t>
      </w:r>
      <w:r w:rsidR="00EC5052" w:rsidRPr="00AC36B1">
        <w:rPr>
          <w:i/>
          <w:sz w:val="17"/>
          <w:szCs w:val="17"/>
          <w:lang w:eastAsia="en-AU"/>
        </w:rPr>
        <w:t>Public Sector Act 2009</w:t>
      </w:r>
      <w:r w:rsidR="00EC5052" w:rsidRPr="00AC36B1">
        <w:rPr>
          <w:sz w:val="17"/>
          <w:szCs w:val="17"/>
          <w:lang w:eastAsia="en-AU"/>
        </w:rPr>
        <w:t xml:space="preserve"> (SA);</w:t>
      </w:r>
    </w:p>
    <w:p w14:paraId="009BC20F" w14:textId="170D6E1C" w:rsidR="0030299C" w:rsidRPr="00AC36B1" w:rsidRDefault="0030299C" w:rsidP="0030299C">
      <w:pPr>
        <w:pStyle w:val="Heading3"/>
        <w:rPr>
          <w:sz w:val="17"/>
          <w:szCs w:val="17"/>
        </w:rPr>
      </w:pPr>
      <w:r w:rsidRPr="00AC36B1">
        <w:rPr>
          <w:bCs/>
          <w:sz w:val="17"/>
          <w:szCs w:val="17"/>
        </w:rPr>
        <w:t>“</w:t>
      </w:r>
      <w:r w:rsidRPr="00AC36B1">
        <w:rPr>
          <w:b/>
          <w:bCs/>
          <w:sz w:val="17"/>
          <w:szCs w:val="17"/>
        </w:rPr>
        <w:t>Confidential Information</w:t>
      </w:r>
      <w:r w:rsidRPr="00AC36B1">
        <w:rPr>
          <w:bCs/>
          <w:sz w:val="17"/>
          <w:szCs w:val="17"/>
        </w:rPr>
        <w:t>”</w:t>
      </w:r>
      <w:r w:rsidRPr="00AC36B1">
        <w:rPr>
          <w:b/>
          <w:bCs/>
          <w:sz w:val="17"/>
          <w:szCs w:val="17"/>
        </w:rPr>
        <w:t xml:space="preserve"> </w:t>
      </w:r>
      <w:r w:rsidRPr="00AC36B1">
        <w:rPr>
          <w:sz w:val="17"/>
          <w:szCs w:val="17"/>
        </w:rPr>
        <w:t xml:space="preserve">means information which is identified either as confidential information (if disclosed by the </w:t>
      </w:r>
      <w:r w:rsidR="0034799D" w:rsidRPr="00AC36B1">
        <w:rPr>
          <w:sz w:val="17"/>
          <w:szCs w:val="17"/>
        </w:rPr>
        <w:t>Government Party</w:t>
      </w:r>
      <w:r w:rsidRPr="00AC36B1">
        <w:rPr>
          <w:sz w:val="17"/>
          <w:szCs w:val="17"/>
        </w:rPr>
        <w:t xml:space="preserve">) or proprietary information (if disclosed by the </w:t>
      </w:r>
      <w:r w:rsidR="00971D32" w:rsidRPr="00AC36B1">
        <w:rPr>
          <w:sz w:val="17"/>
          <w:szCs w:val="17"/>
        </w:rPr>
        <w:t>Supplier</w:t>
      </w:r>
      <w:r w:rsidRPr="00AC36B1">
        <w:rPr>
          <w:sz w:val="17"/>
          <w:szCs w:val="17"/>
        </w:rPr>
        <w:t>), but does not include this Agreement;</w:t>
      </w:r>
    </w:p>
    <w:p w14:paraId="727077C9" w14:textId="77777777" w:rsidR="00F0674D" w:rsidRPr="00AC36B1" w:rsidRDefault="00136724" w:rsidP="00136724">
      <w:pPr>
        <w:pStyle w:val="Heading3"/>
        <w:rPr>
          <w:sz w:val="17"/>
          <w:szCs w:val="17"/>
        </w:rPr>
      </w:pPr>
      <w:r w:rsidRPr="00AC36B1">
        <w:rPr>
          <w:sz w:val="17"/>
          <w:szCs w:val="17"/>
        </w:rPr>
        <w:t>“</w:t>
      </w:r>
      <w:r w:rsidRPr="00AC36B1">
        <w:rPr>
          <w:b/>
          <w:sz w:val="17"/>
          <w:szCs w:val="17"/>
        </w:rPr>
        <w:t>Consultancy Services</w:t>
      </w:r>
      <w:r w:rsidRPr="00AC36B1">
        <w:rPr>
          <w:sz w:val="17"/>
          <w:szCs w:val="17"/>
        </w:rPr>
        <w:t xml:space="preserve">” means services provided by </w:t>
      </w:r>
      <w:r w:rsidR="00F0674D" w:rsidRPr="00AC36B1">
        <w:rPr>
          <w:sz w:val="17"/>
          <w:szCs w:val="17"/>
        </w:rPr>
        <w:t>Consultants</w:t>
      </w:r>
      <w:r w:rsidR="00280447" w:rsidRPr="00AC36B1">
        <w:rPr>
          <w:sz w:val="17"/>
          <w:szCs w:val="17"/>
        </w:rPr>
        <w:t>;</w:t>
      </w:r>
    </w:p>
    <w:p w14:paraId="5FB05F04" w14:textId="77777777" w:rsidR="00F75B2E" w:rsidRPr="00AC36B1" w:rsidRDefault="00F0674D" w:rsidP="00F75B2E">
      <w:pPr>
        <w:pStyle w:val="Heading3"/>
        <w:rPr>
          <w:sz w:val="17"/>
          <w:szCs w:val="17"/>
        </w:rPr>
      </w:pPr>
      <w:r w:rsidRPr="00AC36B1">
        <w:rPr>
          <w:sz w:val="17"/>
          <w:szCs w:val="17"/>
        </w:rPr>
        <w:t>“</w:t>
      </w:r>
      <w:r w:rsidRPr="00AC36B1">
        <w:rPr>
          <w:b/>
          <w:sz w:val="17"/>
          <w:szCs w:val="17"/>
        </w:rPr>
        <w:t>Consultant</w:t>
      </w:r>
      <w:r w:rsidRPr="00AC36B1">
        <w:rPr>
          <w:sz w:val="17"/>
          <w:szCs w:val="17"/>
        </w:rPr>
        <w:t xml:space="preserve">” has the same meaning as in DPC027 </w:t>
      </w:r>
      <w:r w:rsidRPr="00AC36B1">
        <w:rPr>
          <w:i/>
          <w:sz w:val="17"/>
          <w:szCs w:val="17"/>
        </w:rPr>
        <w:t>Disclosure of Government Contracts</w:t>
      </w:r>
      <w:r w:rsidR="00F75B2E" w:rsidRPr="00AC36B1">
        <w:rPr>
          <w:sz w:val="17"/>
          <w:szCs w:val="17"/>
        </w:rPr>
        <w:t xml:space="preserve"> and means a person or entity that is engaged by a public authority for a specified period to carry out a task that requires specialist skills and knowledge not available in the public authority. The objectives of the task will be achieved by the consultant free from direction by the public authority as to the way it is performed and in circumstances in which the engagement of a person under normal circumstances is not a feasible alternative;</w:t>
      </w:r>
    </w:p>
    <w:p w14:paraId="0C3A11B8" w14:textId="2CBC6A97" w:rsidR="0030299C" w:rsidRPr="00AC36B1" w:rsidRDefault="0030299C" w:rsidP="0030299C">
      <w:pPr>
        <w:pStyle w:val="Heading3"/>
        <w:rPr>
          <w:sz w:val="17"/>
          <w:szCs w:val="17"/>
        </w:rPr>
      </w:pPr>
      <w:r w:rsidRPr="00AC36B1">
        <w:rPr>
          <w:bCs/>
          <w:sz w:val="17"/>
          <w:szCs w:val="17"/>
        </w:rPr>
        <w:t>“</w:t>
      </w:r>
      <w:r w:rsidRPr="00AC36B1">
        <w:rPr>
          <w:b/>
          <w:bCs/>
          <w:sz w:val="17"/>
          <w:szCs w:val="17"/>
        </w:rPr>
        <w:t>Delivery Date</w:t>
      </w:r>
      <w:r w:rsidRPr="00AC36B1">
        <w:rPr>
          <w:bCs/>
          <w:sz w:val="17"/>
          <w:szCs w:val="17"/>
        </w:rPr>
        <w:t>”</w:t>
      </w:r>
      <w:r w:rsidRPr="00AC36B1">
        <w:rPr>
          <w:sz w:val="17"/>
          <w:szCs w:val="17"/>
        </w:rPr>
        <w:t xml:space="preserve"> means the date and time specified in Attachment 1 for delivery of the Goods;</w:t>
      </w:r>
    </w:p>
    <w:p w14:paraId="2AC67D96" w14:textId="77777777" w:rsidR="0030299C" w:rsidRPr="00AC36B1" w:rsidRDefault="0030299C" w:rsidP="0030299C">
      <w:pPr>
        <w:pStyle w:val="Heading3"/>
        <w:rPr>
          <w:sz w:val="17"/>
          <w:szCs w:val="17"/>
        </w:rPr>
      </w:pPr>
      <w:r w:rsidRPr="00AC36B1">
        <w:rPr>
          <w:bCs/>
          <w:sz w:val="17"/>
          <w:szCs w:val="17"/>
        </w:rPr>
        <w:t>“</w:t>
      </w:r>
      <w:r w:rsidRPr="00AC36B1">
        <w:rPr>
          <w:b/>
          <w:bCs/>
          <w:sz w:val="17"/>
          <w:szCs w:val="17"/>
        </w:rPr>
        <w:t>Delivery Point</w:t>
      </w:r>
      <w:r w:rsidRPr="00AC36B1">
        <w:rPr>
          <w:bCs/>
          <w:sz w:val="17"/>
          <w:szCs w:val="17"/>
        </w:rPr>
        <w:t>”</w:t>
      </w:r>
      <w:r w:rsidRPr="00AC36B1">
        <w:rPr>
          <w:sz w:val="17"/>
          <w:szCs w:val="17"/>
        </w:rPr>
        <w:t xml:space="preserve"> means the location(s) specified in Attachment 1, where the Goods and/or Services will be delivered;</w:t>
      </w:r>
    </w:p>
    <w:p w14:paraId="1BCCB0BF" w14:textId="77777777" w:rsidR="0043003B" w:rsidRPr="00AC36B1" w:rsidRDefault="0043003B" w:rsidP="0030299C">
      <w:pPr>
        <w:pStyle w:val="Heading3"/>
        <w:rPr>
          <w:sz w:val="17"/>
          <w:szCs w:val="17"/>
        </w:rPr>
      </w:pPr>
      <w:r w:rsidRPr="00AC36B1">
        <w:rPr>
          <w:sz w:val="17"/>
          <w:szCs w:val="17"/>
        </w:rPr>
        <w:t>“</w:t>
      </w:r>
      <w:r w:rsidR="00AA1067" w:rsidRPr="00AC36B1">
        <w:rPr>
          <w:b/>
          <w:sz w:val="17"/>
          <w:szCs w:val="17"/>
        </w:rPr>
        <w:t>Extension</w:t>
      </w:r>
      <w:r w:rsidRPr="00AC36B1">
        <w:rPr>
          <w:b/>
          <w:sz w:val="17"/>
          <w:szCs w:val="17"/>
        </w:rPr>
        <w:t xml:space="preserve"> Period</w:t>
      </w:r>
      <w:r w:rsidRPr="00AC36B1">
        <w:rPr>
          <w:sz w:val="17"/>
          <w:szCs w:val="17"/>
        </w:rPr>
        <w:t xml:space="preserve">” means the period by which the </w:t>
      </w:r>
      <w:r w:rsidR="001B08F9" w:rsidRPr="00AC36B1">
        <w:rPr>
          <w:sz w:val="17"/>
          <w:szCs w:val="17"/>
        </w:rPr>
        <w:t xml:space="preserve">Agreement </w:t>
      </w:r>
      <w:r w:rsidRPr="00AC36B1">
        <w:rPr>
          <w:sz w:val="17"/>
          <w:szCs w:val="17"/>
        </w:rPr>
        <w:t>is extended as specified in Attachment</w:t>
      </w:r>
      <w:r w:rsidR="00454029" w:rsidRPr="00AC36B1">
        <w:rPr>
          <w:sz w:val="17"/>
          <w:szCs w:val="17"/>
        </w:rPr>
        <w:t xml:space="preserve"> </w:t>
      </w:r>
      <w:r w:rsidRPr="00AC36B1">
        <w:rPr>
          <w:sz w:val="17"/>
          <w:szCs w:val="17"/>
        </w:rPr>
        <w:t>1;</w:t>
      </w:r>
    </w:p>
    <w:p w14:paraId="16A54D48" w14:textId="77777777" w:rsidR="0030299C" w:rsidRPr="00AC36B1" w:rsidRDefault="0030299C" w:rsidP="0030299C">
      <w:pPr>
        <w:pStyle w:val="Heading3"/>
        <w:rPr>
          <w:sz w:val="17"/>
          <w:szCs w:val="17"/>
        </w:rPr>
      </w:pPr>
      <w:r w:rsidRPr="00AC36B1">
        <w:rPr>
          <w:bCs/>
          <w:sz w:val="17"/>
          <w:szCs w:val="17"/>
        </w:rPr>
        <w:t>“</w:t>
      </w:r>
      <w:r w:rsidRPr="00AC36B1">
        <w:rPr>
          <w:b/>
          <w:bCs/>
          <w:sz w:val="17"/>
          <w:szCs w:val="17"/>
        </w:rPr>
        <w:t>Goods</w:t>
      </w:r>
      <w:r w:rsidRPr="00AC36B1">
        <w:rPr>
          <w:bCs/>
          <w:sz w:val="17"/>
          <w:szCs w:val="17"/>
        </w:rPr>
        <w:t>”</w:t>
      </w:r>
      <w:r w:rsidRPr="00AC36B1">
        <w:rPr>
          <w:sz w:val="17"/>
          <w:szCs w:val="17"/>
        </w:rPr>
        <w:t xml:space="preserve"> means the goods specified in Attachment 1;</w:t>
      </w:r>
    </w:p>
    <w:p w14:paraId="5E9277FB" w14:textId="77777777" w:rsidR="0030299C" w:rsidRPr="00AC36B1" w:rsidRDefault="0030299C" w:rsidP="0030299C">
      <w:pPr>
        <w:pStyle w:val="Heading3"/>
        <w:rPr>
          <w:sz w:val="17"/>
          <w:szCs w:val="17"/>
        </w:rPr>
      </w:pPr>
      <w:r w:rsidRPr="00AC36B1">
        <w:rPr>
          <w:bCs/>
          <w:sz w:val="17"/>
          <w:szCs w:val="17"/>
        </w:rPr>
        <w:t>“</w:t>
      </w:r>
      <w:r w:rsidRPr="00AC36B1">
        <w:rPr>
          <w:b/>
          <w:bCs/>
          <w:sz w:val="17"/>
          <w:szCs w:val="17"/>
        </w:rPr>
        <w:t>GST</w:t>
      </w:r>
      <w:r w:rsidRPr="00AC36B1">
        <w:rPr>
          <w:bCs/>
          <w:sz w:val="17"/>
          <w:szCs w:val="17"/>
        </w:rPr>
        <w:t>”</w:t>
      </w:r>
      <w:r w:rsidRPr="00AC36B1">
        <w:rPr>
          <w:sz w:val="17"/>
          <w:szCs w:val="17"/>
        </w:rPr>
        <w:t xml:space="preserve"> means the tax imposed by the GST Law;</w:t>
      </w:r>
    </w:p>
    <w:p w14:paraId="3411B432" w14:textId="77777777" w:rsidR="0030299C" w:rsidRPr="00AC36B1" w:rsidRDefault="0030299C" w:rsidP="0030299C">
      <w:pPr>
        <w:pStyle w:val="Heading3"/>
        <w:rPr>
          <w:sz w:val="17"/>
          <w:szCs w:val="17"/>
        </w:rPr>
      </w:pPr>
      <w:r w:rsidRPr="00AC36B1">
        <w:rPr>
          <w:bCs/>
          <w:sz w:val="17"/>
          <w:szCs w:val="17"/>
        </w:rPr>
        <w:t>“</w:t>
      </w:r>
      <w:r w:rsidRPr="00AC36B1">
        <w:rPr>
          <w:b/>
          <w:bCs/>
          <w:sz w:val="17"/>
          <w:szCs w:val="17"/>
        </w:rPr>
        <w:t>GST La</w:t>
      </w:r>
      <w:r w:rsidRPr="00AC36B1">
        <w:rPr>
          <w:b/>
          <w:sz w:val="17"/>
          <w:szCs w:val="17"/>
        </w:rPr>
        <w:t>w</w:t>
      </w:r>
      <w:proofErr w:type="gramStart"/>
      <w:r w:rsidRPr="00AC36B1">
        <w:rPr>
          <w:bCs/>
          <w:sz w:val="17"/>
          <w:szCs w:val="17"/>
        </w:rPr>
        <w:t>“</w:t>
      </w:r>
      <w:r w:rsidRPr="00AC36B1">
        <w:rPr>
          <w:sz w:val="17"/>
          <w:szCs w:val="17"/>
        </w:rPr>
        <w:t xml:space="preserve"> has</w:t>
      </w:r>
      <w:proofErr w:type="gramEnd"/>
      <w:r w:rsidRPr="00AC36B1">
        <w:rPr>
          <w:sz w:val="17"/>
          <w:szCs w:val="17"/>
        </w:rPr>
        <w:t xml:space="preserve"> the meaning attributed in the </w:t>
      </w:r>
      <w:r w:rsidRPr="00AC36B1">
        <w:rPr>
          <w:i/>
          <w:iCs/>
          <w:sz w:val="17"/>
          <w:szCs w:val="17"/>
        </w:rPr>
        <w:t>A New Tax System (Goods and Services Tax) Act 1999</w:t>
      </w:r>
      <w:r w:rsidRPr="00AC36B1">
        <w:rPr>
          <w:sz w:val="17"/>
          <w:szCs w:val="17"/>
        </w:rPr>
        <w:t xml:space="preserve"> (</w:t>
      </w:r>
      <w:proofErr w:type="spellStart"/>
      <w:r w:rsidRPr="00AC36B1">
        <w:rPr>
          <w:sz w:val="17"/>
          <w:szCs w:val="17"/>
        </w:rPr>
        <w:t>Cth</w:t>
      </w:r>
      <w:proofErr w:type="spellEnd"/>
      <w:r w:rsidRPr="00AC36B1">
        <w:rPr>
          <w:sz w:val="17"/>
          <w:szCs w:val="17"/>
        </w:rPr>
        <w:t>);</w:t>
      </w:r>
    </w:p>
    <w:p w14:paraId="263ABE1A" w14:textId="77777777" w:rsidR="0030299C" w:rsidRPr="00AC36B1" w:rsidRDefault="0030299C" w:rsidP="0030299C">
      <w:pPr>
        <w:pStyle w:val="Heading3"/>
        <w:rPr>
          <w:sz w:val="17"/>
          <w:szCs w:val="17"/>
        </w:rPr>
      </w:pPr>
      <w:r w:rsidRPr="00AC36B1">
        <w:rPr>
          <w:bCs/>
          <w:sz w:val="17"/>
          <w:szCs w:val="17"/>
        </w:rPr>
        <w:t>“</w:t>
      </w:r>
      <w:r w:rsidRPr="00AC36B1">
        <w:rPr>
          <w:b/>
          <w:bCs/>
          <w:sz w:val="17"/>
          <w:szCs w:val="17"/>
        </w:rPr>
        <w:t>Installation Date</w:t>
      </w:r>
      <w:r w:rsidRPr="00AC36B1">
        <w:rPr>
          <w:bCs/>
          <w:sz w:val="17"/>
          <w:szCs w:val="17"/>
        </w:rPr>
        <w:t>”</w:t>
      </w:r>
      <w:r w:rsidRPr="00AC36B1">
        <w:rPr>
          <w:sz w:val="17"/>
          <w:szCs w:val="17"/>
        </w:rPr>
        <w:t xml:space="preserve"> means the date specified in Attachment 1 for the installation of the Goods;</w:t>
      </w:r>
    </w:p>
    <w:p w14:paraId="369BC06A" w14:textId="77777777" w:rsidR="0030299C" w:rsidRPr="00AC36B1" w:rsidRDefault="0030299C" w:rsidP="0030299C">
      <w:pPr>
        <w:pStyle w:val="Heading3"/>
        <w:rPr>
          <w:sz w:val="17"/>
          <w:szCs w:val="17"/>
        </w:rPr>
      </w:pPr>
      <w:r w:rsidRPr="00AC36B1">
        <w:rPr>
          <w:bCs/>
          <w:sz w:val="17"/>
          <w:szCs w:val="17"/>
        </w:rPr>
        <w:t>“</w:t>
      </w:r>
      <w:r w:rsidRPr="00AC36B1">
        <w:rPr>
          <w:b/>
          <w:bCs/>
          <w:sz w:val="17"/>
          <w:szCs w:val="17"/>
        </w:rPr>
        <w:t>Intellectual Property Rights</w:t>
      </w:r>
      <w:r w:rsidRPr="00AC36B1">
        <w:rPr>
          <w:bCs/>
          <w:sz w:val="17"/>
          <w:szCs w:val="17"/>
        </w:rPr>
        <w:t>”</w:t>
      </w:r>
      <w:r w:rsidRPr="00AC36B1">
        <w:rPr>
          <w:sz w:val="17"/>
          <w:szCs w:val="17"/>
        </w:rPr>
        <w:t xml:space="preserve"> means </w:t>
      </w:r>
      <w:r w:rsidR="004F625C" w:rsidRPr="00AC36B1">
        <w:rPr>
          <w:sz w:val="17"/>
          <w:szCs w:val="17"/>
        </w:rPr>
        <w:t xml:space="preserve">all </w:t>
      </w:r>
      <w:r w:rsidRPr="00AC36B1">
        <w:rPr>
          <w:sz w:val="17"/>
          <w:szCs w:val="17"/>
        </w:rPr>
        <w:t>intellectual property rights, including</w:t>
      </w:r>
      <w:r w:rsidR="004F625C" w:rsidRPr="00AC36B1">
        <w:rPr>
          <w:sz w:val="17"/>
          <w:szCs w:val="17"/>
        </w:rPr>
        <w:t xml:space="preserve"> but not limited to</w:t>
      </w:r>
      <w:r w:rsidRPr="00AC36B1">
        <w:rPr>
          <w:sz w:val="17"/>
          <w:szCs w:val="17"/>
        </w:rPr>
        <w:t>:</w:t>
      </w:r>
    </w:p>
    <w:p w14:paraId="10317B9A" w14:textId="77777777" w:rsidR="008F0184" w:rsidRPr="00AC36B1" w:rsidRDefault="0030299C" w:rsidP="008F0184">
      <w:pPr>
        <w:pStyle w:val="Heading4"/>
        <w:rPr>
          <w:sz w:val="17"/>
          <w:szCs w:val="17"/>
        </w:rPr>
      </w:pPr>
      <w:proofErr w:type="gramStart"/>
      <w:r w:rsidRPr="00AC36B1">
        <w:rPr>
          <w:sz w:val="17"/>
          <w:szCs w:val="17"/>
        </w:rPr>
        <w:t>patents</w:t>
      </w:r>
      <w:proofErr w:type="gramEnd"/>
      <w:r w:rsidRPr="00AC36B1">
        <w:rPr>
          <w:sz w:val="17"/>
          <w:szCs w:val="17"/>
        </w:rPr>
        <w:t>, copyright, registered designs, trademarks, know-how and any right to have Confidential Information kept confidential; and</w:t>
      </w:r>
    </w:p>
    <w:p w14:paraId="555F754C" w14:textId="77777777" w:rsidR="0030299C" w:rsidRPr="00AC36B1" w:rsidRDefault="0030299C" w:rsidP="008F0184">
      <w:pPr>
        <w:pStyle w:val="Heading4"/>
        <w:rPr>
          <w:sz w:val="17"/>
          <w:szCs w:val="17"/>
        </w:rPr>
      </w:pPr>
      <w:proofErr w:type="gramStart"/>
      <w:r w:rsidRPr="00AC36B1">
        <w:rPr>
          <w:sz w:val="17"/>
          <w:szCs w:val="17"/>
        </w:rPr>
        <w:t>any</w:t>
      </w:r>
      <w:proofErr w:type="gramEnd"/>
      <w:r w:rsidRPr="00AC36B1">
        <w:rPr>
          <w:sz w:val="17"/>
          <w:szCs w:val="17"/>
        </w:rPr>
        <w:t xml:space="preserve"> application or right to apply for registration of any of the rights referred to in paragraph (a),</w:t>
      </w:r>
    </w:p>
    <w:p w14:paraId="4A23C0D9" w14:textId="77777777" w:rsidR="0030299C" w:rsidRPr="00AC36B1" w:rsidRDefault="0030299C" w:rsidP="004F625C">
      <w:pPr>
        <w:pStyle w:val="Heading3"/>
        <w:numPr>
          <w:ilvl w:val="0"/>
          <w:numId w:val="0"/>
        </w:numPr>
        <w:ind w:left="964"/>
        <w:rPr>
          <w:sz w:val="17"/>
          <w:szCs w:val="17"/>
        </w:rPr>
      </w:pPr>
      <w:proofErr w:type="gramStart"/>
      <w:r w:rsidRPr="00AC36B1">
        <w:rPr>
          <w:sz w:val="17"/>
          <w:szCs w:val="17"/>
        </w:rPr>
        <w:t>but</w:t>
      </w:r>
      <w:proofErr w:type="gramEnd"/>
      <w:r w:rsidRPr="00AC36B1">
        <w:rPr>
          <w:sz w:val="17"/>
          <w:szCs w:val="17"/>
        </w:rPr>
        <w:t xml:space="preserve"> for the avoidance of doubt excludes moral rights and performers’ rights;</w:t>
      </w:r>
    </w:p>
    <w:p w14:paraId="58AA0F4F" w14:textId="7945DD11" w:rsidR="00D0153B" w:rsidRPr="00AC36B1" w:rsidRDefault="00D0153B" w:rsidP="00D0153B">
      <w:pPr>
        <w:pStyle w:val="Heading3"/>
        <w:rPr>
          <w:sz w:val="17"/>
          <w:szCs w:val="17"/>
        </w:rPr>
      </w:pPr>
      <w:r w:rsidRPr="00AC36B1">
        <w:rPr>
          <w:sz w:val="17"/>
          <w:szCs w:val="17"/>
        </w:rPr>
        <w:t>“</w:t>
      </w:r>
      <w:r w:rsidRPr="00AC36B1">
        <w:rPr>
          <w:b/>
          <w:sz w:val="17"/>
          <w:szCs w:val="17"/>
        </w:rPr>
        <w:t>Machinery of Government</w:t>
      </w:r>
      <w:r w:rsidR="00454029" w:rsidRPr="00AC36B1">
        <w:rPr>
          <w:b/>
          <w:sz w:val="17"/>
          <w:szCs w:val="17"/>
        </w:rPr>
        <w:t xml:space="preserve"> Change</w:t>
      </w:r>
      <w:r w:rsidRPr="00AC36B1">
        <w:rPr>
          <w:sz w:val="17"/>
          <w:szCs w:val="17"/>
        </w:rPr>
        <w:t xml:space="preserve">” means a change to the structure, function or operations of the South Australian Government or </w:t>
      </w:r>
      <w:r w:rsidR="00136724" w:rsidRPr="00AC36B1">
        <w:rPr>
          <w:sz w:val="17"/>
          <w:szCs w:val="17"/>
        </w:rPr>
        <w:t xml:space="preserve">the </w:t>
      </w:r>
      <w:r w:rsidR="0034799D" w:rsidRPr="00AC36B1">
        <w:rPr>
          <w:sz w:val="17"/>
          <w:szCs w:val="17"/>
        </w:rPr>
        <w:t>Government Party</w:t>
      </w:r>
      <w:r w:rsidR="00136724" w:rsidRPr="00AC36B1">
        <w:rPr>
          <w:sz w:val="17"/>
          <w:szCs w:val="17"/>
        </w:rPr>
        <w:t xml:space="preserve"> </w:t>
      </w:r>
      <w:r w:rsidRPr="00AC36B1">
        <w:rPr>
          <w:sz w:val="17"/>
          <w:szCs w:val="17"/>
        </w:rPr>
        <w:t>as a result of any government reorganisation, restructuring or other organisational or functional change;</w:t>
      </w:r>
    </w:p>
    <w:p w14:paraId="0F1A38AC" w14:textId="77777777" w:rsidR="0030299C" w:rsidRPr="00AC36B1" w:rsidRDefault="0030299C" w:rsidP="0030299C">
      <w:pPr>
        <w:pStyle w:val="Heading3"/>
        <w:rPr>
          <w:sz w:val="17"/>
          <w:szCs w:val="17"/>
        </w:rPr>
      </w:pPr>
      <w:r w:rsidRPr="00AC36B1">
        <w:rPr>
          <w:sz w:val="17"/>
          <w:szCs w:val="17"/>
        </w:rPr>
        <w:t>“</w:t>
      </w:r>
      <w:r w:rsidRPr="00AC36B1">
        <w:rPr>
          <w:b/>
          <w:sz w:val="17"/>
          <w:szCs w:val="17"/>
        </w:rPr>
        <w:t>Measurement Period</w:t>
      </w:r>
      <w:r w:rsidRPr="00AC36B1">
        <w:rPr>
          <w:sz w:val="17"/>
          <w:szCs w:val="17"/>
        </w:rPr>
        <w:t>”</w:t>
      </w:r>
      <w:r w:rsidR="007F66A5" w:rsidRPr="00AC36B1">
        <w:rPr>
          <w:sz w:val="17"/>
          <w:szCs w:val="17"/>
        </w:rPr>
        <w:t xml:space="preserve"> means the period</w:t>
      </w:r>
      <w:r w:rsidR="00F94E6D" w:rsidRPr="00AC36B1">
        <w:rPr>
          <w:sz w:val="17"/>
          <w:szCs w:val="17"/>
        </w:rPr>
        <w:t xml:space="preserve"> ove</w:t>
      </w:r>
      <w:r w:rsidR="00AA1067" w:rsidRPr="00AC36B1">
        <w:rPr>
          <w:sz w:val="17"/>
          <w:szCs w:val="17"/>
        </w:rPr>
        <w:t>r which the performance of a Service Level</w:t>
      </w:r>
      <w:r w:rsidR="00F94E6D" w:rsidRPr="00AC36B1">
        <w:rPr>
          <w:sz w:val="17"/>
          <w:szCs w:val="17"/>
        </w:rPr>
        <w:t xml:space="preserve"> is measured;</w:t>
      </w:r>
    </w:p>
    <w:p w14:paraId="7BFCD255" w14:textId="77777777" w:rsidR="00581013" w:rsidRPr="00AC36B1" w:rsidRDefault="00581013" w:rsidP="0030299C">
      <w:pPr>
        <w:pStyle w:val="Heading3"/>
        <w:rPr>
          <w:sz w:val="17"/>
          <w:szCs w:val="17"/>
        </w:rPr>
      </w:pPr>
      <w:r w:rsidRPr="00AC36B1">
        <w:rPr>
          <w:sz w:val="17"/>
          <w:szCs w:val="17"/>
        </w:rPr>
        <w:t>“</w:t>
      </w:r>
      <w:r w:rsidRPr="00AC36B1">
        <w:rPr>
          <w:b/>
          <w:sz w:val="17"/>
          <w:szCs w:val="17"/>
        </w:rPr>
        <w:t>Milestone Dates</w:t>
      </w:r>
      <w:r w:rsidRPr="00AC36B1">
        <w:rPr>
          <w:sz w:val="17"/>
          <w:szCs w:val="17"/>
        </w:rPr>
        <w:t>”</w:t>
      </w:r>
      <w:r w:rsidR="00AA1067" w:rsidRPr="00AC36B1">
        <w:rPr>
          <w:sz w:val="17"/>
          <w:szCs w:val="17"/>
        </w:rPr>
        <w:t xml:space="preserve"> means dates by which Services must be delivered as specified in Attachment 1;</w:t>
      </w:r>
    </w:p>
    <w:p w14:paraId="2D1DFB65" w14:textId="77777777" w:rsidR="0030299C" w:rsidRPr="00AC36B1" w:rsidRDefault="0030299C" w:rsidP="0030299C">
      <w:pPr>
        <w:pStyle w:val="Heading3"/>
        <w:rPr>
          <w:sz w:val="17"/>
          <w:szCs w:val="17"/>
        </w:rPr>
      </w:pPr>
      <w:r w:rsidRPr="00AC36B1">
        <w:rPr>
          <w:sz w:val="17"/>
          <w:szCs w:val="17"/>
        </w:rPr>
        <w:t>“</w:t>
      </w:r>
      <w:r w:rsidR="00DE2C88" w:rsidRPr="00AC36B1">
        <w:rPr>
          <w:b/>
          <w:sz w:val="17"/>
          <w:szCs w:val="17"/>
        </w:rPr>
        <w:t>Named Persons</w:t>
      </w:r>
      <w:r w:rsidRPr="00AC36B1">
        <w:rPr>
          <w:sz w:val="17"/>
          <w:szCs w:val="17"/>
        </w:rPr>
        <w:t>” means the persons specified in Attachment 1;</w:t>
      </w:r>
    </w:p>
    <w:p w14:paraId="7242168C" w14:textId="77777777" w:rsidR="008F50C3" w:rsidRPr="00AC36B1" w:rsidRDefault="008F50C3" w:rsidP="0030299C">
      <w:pPr>
        <w:pStyle w:val="Heading3"/>
        <w:rPr>
          <w:sz w:val="17"/>
          <w:szCs w:val="17"/>
        </w:rPr>
      </w:pPr>
      <w:r w:rsidRPr="00AC36B1">
        <w:rPr>
          <w:sz w:val="17"/>
          <w:szCs w:val="17"/>
        </w:rPr>
        <w:t>“</w:t>
      </w:r>
      <w:r w:rsidRPr="00AC36B1">
        <w:rPr>
          <w:b/>
          <w:sz w:val="17"/>
          <w:szCs w:val="17"/>
        </w:rPr>
        <w:t>Notice Period</w:t>
      </w:r>
      <w:r w:rsidR="008553B9" w:rsidRPr="00AC36B1">
        <w:rPr>
          <w:b/>
          <w:sz w:val="17"/>
          <w:szCs w:val="17"/>
        </w:rPr>
        <w:t xml:space="preserve"> for Termination for Convenience</w:t>
      </w:r>
      <w:r w:rsidRPr="00AC36B1">
        <w:rPr>
          <w:sz w:val="17"/>
          <w:szCs w:val="17"/>
        </w:rPr>
        <w:t>” means</w:t>
      </w:r>
      <w:r w:rsidR="00497DA8" w:rsidRPr="00AC36B1">
        <w:rPr>
          <w:sz w:val="17"/>
          <w:szCs w:val="17"/>
        </w:rPr>
        <w:t xml:space="preserve"> the time period specified in Attachment 1;</w:t>
      </w:r>
    </w:p>
    <w:p w14:paraId="6C67F649" w14:textId="77777777" w:rsidR="00193CFD" w:rsidRPr="00AC36B1" w:rsidRDefault="00193CFD" w:rsidP="0030299C">
      <w:pPr>
        <w:pStyle w:val="Heading3"/>
        <w:rPr>
          <w:sz w:val="17"/>
          <w:szCs w:val="17"/>
        </w:rPr>
      </w:pPr>
      <w:r w:rsidRPr="00AC36B1">
        <w:rPr>
          <w:sz w:val="17"/>
          <w:szCs w:val="17"/>
        </w:rPr>
        <w:t>“</w:t>
      </w:r>
      <w:r w:rsidRPr="00AC36B1">
        <w:rPr>
          <w:b/>
          <w:sz w:val="17"/>
          <w:szCs w:val="17"/>
        </w:rPr>
        <w:t>Other Termination Right</w:t>
      </w:r>
      <w:r w:rsidRPr="00AC36B1">
        <w:rPr>
          <w:sz w:val="17"/>
          <w:szCs w:val="17"/>
        </w:rPr>
        <w:t>” means the termination rights specified in Attachment 1;</w:t>
      </w:r>
    </w:p>
    <w:p w14:paraId="6B60516B" w14:textId="77777777" w:rsidR="0030299C" w:rsidRPr="00AC36B1" w:rsidRDefault="0030299C" w:rsidP="0030299C">
      <w:pPr>
        <w:pStyle w:val="Heading3"/>
        <w:rPr>
          <w:sz w:val="17"/>
          <w:szCs w:val="17"/>
        </w:rPr>
      </w:pPr>
      <w:r w:rsidRPr="00AC36B1">
        <w:rPr>
          <w:sz w:val="17"/>
          <w:szCs w:val="17"/>
        </w:rPr>
        <w:t>“</w:t>
      </w:r>
      <w:r w:rsidRPr="00AC36B1">
        <w:rPr>
          <w:b/>
          <w:sz w:val="17"/>
          <w:szCs w:val="17"/>
        </w:rPr>
        <w:t>Party</w:t>
      </w:r>
      <w:r w:rsidRPr="00AC36B1">
        <w:rPr>
          <w:sz w:val="17"/>
          <w:szCs w:val="17"/>
        </w:rPr>
        <w:t>” means a party to this Agreement;</w:t>
      </w:r>
    </w:p>
    <w:p w14:paraId="69205C4C" w14:textId="77777777" w:rsidR="008F0184" w:rsidRPr="00AC36B1" w:rsidRDefault="008F0184" w:rsidP="008F0184">
      <w:pPr>
        <w:pStyle w:val="Heading3"/>
        <w:rPr>
          <w:sz w:val="17"/>
          <w:szCs w:val="17"/>
        </w:rPr>
      </w:pPr>
      <w:r w:rsidRPr="00AC36B1">
        <w:rPr>
          <w:sz w:val="17"/>
          <w:szCs w:val="17"/>
        </w:rPr>
        <w:t>“</w:t>
      </w:r>
      <w:r w:rsidRPr="00AC36B1">
        <w:rPr>
          <w:b/>
          <w:sz w:val="17"/>
          <w:szCs w:val="17"/>
        </w:rPr>
        <w:t>Personal Information</w:t>
      </w:r>
      <w:r w:rsidRPr="00AC36B1">
        <w:rPr>
          <w:sz w:val="17"/>
          <w:szCs w:val="17"/>
        </w:rPr>
        <w:t>” means information or an opinion, whether true or not, relating to a natural person or the affairs of a natural person whose identity is apparent, or can reasonable be ascertained, from the information or opinion;</w:t>
      </w:r>
    </w:p>
    <w:p w14:paraId="1981B524" w14:textId="6EEB6C34" w:rsidR="008772D5" w:rsidRPr="00AC36B1" w:rsidRDefault="008772D5" w:rsidP="0030299C">
      <w:pPr>
        <w:pStyle w:val="Heading3"/>
        <w:rPr>
          <w:sz w:val="17"/>
          <w:szCs w:val="17"/>
        </w:rPr>
      </w:pPr>
      <w:r w:rsidRPr="00AC36B1">
        <w:rPr>
          <w:sz w:val="17"/>
          <w:szCs w:val="17"/>
        </w:rPr>
        <w:t>“</w:t>
      </w:r>
      <w:r w:rsidRPr="00AC36B1">
        <w:rPr>
          <w:b/>
          <w:sz w:val="17"/>
          <w:szCs w:val="17"/>
        </w:rPr>
        <w:t>Purchase Order</w:t>
      </w:r>
      <w:r w:rsidRPr="00AC36B1">
        <w:rPr>
          <w:sz w:val="17"/>
          <w:szCs w:val="17"/>
        </w:rPr>
        <w:t xml:space="preserve">” means </w:t>
      </w:r>
      <w:r w:rsidR="00FB7FD9" w:rsidRPr="00AC36B1">
        <w:rPr>
          <w:sz w:val="17"/>
          <w:szCs w:val="17"/>
        </w:rPr>
        <w:t xml:space="preserve">an order for </w:t>
      </w:r>
      <w:r w:rsidR="00454029" w:rsidRPr="00AC36B1">
        <w:rPr>
          <w:sz w:val="17"/>
          <w:szCs w:val="17"/>
        </w:rPr>
        <w:t>G</w:t>
      </w:r>
      <w:r w:rsidR="00FB7FD9" w:rsidRPr="00AC36B1">
        <w:rPr>
          <w:sz w:val="17"/>
          <w:szCs w:val="17"/>
        </w:rPr>
        <w:t xml:space="preserve">oods and/or </w:t>
      </w:r>
      <w:r w:rsidR="00454029" w:rsidRPr="00AC36B1">
        <w:rPr>
          <w:sz w:val="17"/>
          <w:szCs w:val="17"/>
        </w:rPr>
        <w:t>S</w:t>
      </w:r>
      <w:r w:rsidR="00FB7FD9" w:rsidRPr="00AC36B1">
        <w:rPr>
          <w:sz w:val="17"/>
          <w:szCs w:val="17"/>
        </w:rPr>
        <w:t xml:space="preserve">ervices submitted by the </w:t>
      </w:r>
      <w:r w:rsidR="0034799D" w:rsidRPr="00AC36B1">
        <w:rPr>
          <w:sz w:val="17"/>
          <w:szCs w:val="17"/>
        </w:rPr>
        <w:t>Government Party</w:t>
      </w:r>
      <w:r w:rsidR="00FB7FD9" w:rsidRPr="00AC36B1">
        <w:rPr>
          <w:sz w:val="17"/>
          <w:szCs w:val="17"/>
        </w:rPr>
        <w:t xml:space="preserve"> to the </w:t>
      </w:r>
      <w:r w:rsidR="00971D32" w:rsidRPr="00AC36B1">
        <w:rPr>
          <w:sz w:val="17"/>
          <w:szCs w:val="17"/>
        </w:rPr>
        <w:t>Supplier</w:t>
      </w:r>
      <w:r w:rsidR="00FB7FD9" w:rsidRPr="00AC36B1">
        <w:rPr>
          <w:sz w:val="17"/>
          <w:szCs w:val="17"/>
        </w:rPr>
        <w:t>;</w:t>
      </w:r>
    </w:p>
    <w:p w14:paraId="200EDE47" w14:textId="77777777" w:rsidR="0030299C" w:rsidRPr="00AC36B1" w:rsidRDefault="0030299C" w:rsidP="0030299C">
      <w:pPr>
        <w:pStyle w:val="Heading3"/>
        <w:rPr>
          <w:sz w:val="17"/>
          <w:szCs w:val="17"/>
        </w:rPr>
      </w:pPr>
      <w:r w:rsidRPr="00AC36B1">
        <w:rPr>
          <w:sz w:val="17"/>
          <w:szCs w:val="17"/>
        </w:rPr>
        <w:t>“</w:t>
      </w:r>
      <w:r w:rsidRPr="00AC36B1">
        <w:rPr>
          <w:b/>
          <w:sz w:val="17"/>
          <w:szCs w:val="17"/>
        </w:rPr>
        <w:t>Price</w:t>
      </w:r>
      <w:r w:rsidRPr="00AC36B1">
        <w:rPr>
          <w:sz w:val="17"/>
          <w:szCs w:val="17"/>
        </w:rPr>
        <w:t xml:space="preserve">” means the price </w:t>
      </w:r>
      <w:r w:rsidR="00454029" w:rsidRPr="00AC36B1">
        <w:rPr>
          <w:sz w:val="17"/>
          <w:szCs w:val="17"/>
        </w:rPr>
        <w:t xml:space="preserve">payable under this Agreement specified in </w:t>
      </w:r>
      <w:r w:rsidRPr="00AC36B1">
        <w:rPr>
          <w:sz w:val="17"/>
          <w:szCs w:val="17"/>
        </w:rPr>
        <w:t>Attachment 1</w:t>
      </w:r>
      <w:r w:rsidR="003C3CF5" w:rsidRPr="00AC36B1">
        <w:rPr>
          <w:sz w:val="17"/>
          <w:szCs w:val="17"/>
        </w:rPr>
        <w:t xml:space="preserve"> </w:t>
      </w:r>
      <w:r w:rsidR="00454029" w:rsidRPr="00AC36B1">
        <w:rPr>
          <w:sz w:val="17"/>
          <w:szCs w:val="17"/>
        </w:rPr>
        <w:t xml:space="preserve">and includes any price varied </w:t>
      </w:r>
      <w:r w:rsidR="003C3CF5" w:rsidRPr="00AC36B1">
        <w:rPr>
          <w:sz w:val="17"/>
          <w:szCs w:val="17"/>
        </w:rPr>
        <w:t xml:space="preserve">under clause </w:t>
      </w:r>
      <w:r w:rsidR="003C3CF5" w:rsidRPr="00AC36B1">
        <w:rPr>
          <w:sz w:val="17"/>
          <w:szCs w:val="17"/>
        </w:rPr>
        <w:fldChar w:fldCharType="begin"/>
      </w:r>
      <w:r w:rsidR="003C3CF5" w:rsidRPr="00AC36B1">
        <w:rPr>
          <w:sz w:val="17"/>
          <w:szCs w:val="17"/>
        </w:rPr>
        <w:instrText xml:space="preserve"> REF _Ref459974776 \r \h </w:instrText>
      </w:r>
      <w:r w:rsidR="00AC36B1">
        <w:rPr>
          <w:sz w:val="17"/>
          <w:szCs w:val="17"/>
        </w:rPr>
        <w:instrText xml:space="preserve"> \* MERGEFORMAT </w:instrText>
      </w:r>
      <w:r w:rsidR="003C3CF5" w:rsidRPr="00AC36B1">
        <w:rPr>
          <w:sz w:val="17"/>
          <w:szCs w:val="17"/>
        </w:rPr>
      </w:r>
      <w:r w:rsidR="003C3CF5" w:rsidRPr="00AC36B1">
        <w:rPr>
          <w:sz w:val="17"/>
          <w:szCs w:val="17"/>
        </w:rPr>
        <w:fldChar w:fldCharType="separate"/>
      </w:r>
      <w:r w:rsidR="00B55012">
        <w:rPr>
          <w:sz w:val="17"/>
          <w:szCs w:val="17"/>
        </w:rPr>
        <w:t>8</w:t>
      </w:r>
      <w:r w:rsidR="003C3CF5" w:rsidRPr="00AC36B1">
        <w:rPr>
          <w:sz w:val="17"/>
          <w:szCs w:val="17"/>
        </w:rPr>
        <w:fldChar w:fldCharType="end"/>
      </w:r>
      <w:r w:rsidRPr="00AC36B1">
        <w:rPr>
          <w:sz w:val="17"/>
          <w:szCs w:val="17"/>
        </w:rPr>
        <w:t>;</w:t>
      </w:r>
    </w:p>
    <w:p w14:paraId="7572061B" w14:textId="77777777" w:rsidR="0030299C" w:rsidRPr="00AC36B1" w:rsidRDefault="0030299C" w:rsidP="0030299C">
      <w:pPr>
        <w:pStyle w:val="Heading3"/>
        <w:rPr>
          <w:sz w:val="17"/>
          <w:szCs w:val="17"/>
        </w:rPr>
      </w:pPr>
      <w:r w:rsidRPr="00AC36B1">
        <w:rPr>
          <w:sz w:val="17"/>
          <w:szCs w:val="17"/>
        </w:rPr>
        <w:t>“</w:t>
      </w:r>
      <w:r w:rsidRPr="00AC36B1">
        <w:rPr>
          <w:b/>
          <w:sz w:val="17"/>
          <w:szCs w:val="17"/>
        </w:rPr>
        <w:t>Service Levels</w:t>
      </w:r>
      <w:r w:rsidRPr="00AC36B1">
        <w:rPr>
          <w:sz w:val="17"/>
          <w:szCs w:val="17"/>
        </w:rPr>
        <w:t xml:space="preserve">” means the service levels </w:t>
      </w:r>
      <w:r w:rsidR="00454029" w:rsidRPr="00AC36B1">
        <w:rPr>
          <w:sz w:val="17"/>
          <w:szCs w:val="17"/>
        </w:rPr>
        <w:t>(</w:t>
      </w:r>
      <w:r w:rsidRPr="00AC36B1">
        <w:rPr>
          <w:sz w:val="17"/>
          <w:szCs w:val="17"/>
        </w:rPr>
        <w:t>if any</w:t>
      </w:r>
      <w:r w:rsidR="00454029" w:rsidRPr="00AC36B1">
        <w:rPr>
          <w:sz w:val="17"/>
          <w:szCs w:val="17"/>
        </w:rPr>
        <w:t>)</w:t>
      </w:r>
      <w:r w:rsidRPr="00AC36B1">
        <w:rPr>
          <w:sz w:val="17"/>
          <w:szCs w:val="17"/>
        </w:rPr>
        <w:t xml:space="preserve"> specified in the </w:t>
      </w:r>
      <w:r w:rsidR="00454029" w:rsidRPr="00AC36B1">
        <w:rPr>
          <w:sz w:val="17"/>
          <w:szCs w:val="17"/>
        </w:rPr>
        <w:t>Specifications</w:t>
      </w:r>
      <w:r w:rsidRPr="00AC36B1">
        <w:rPr>
          <w:sz w:val="17"/>
          <w:szCs w:val="17"/>
        </w:rPr>
        <w:t>;</w:t>
      </w:r>
    </w:p>
    <w:p w14:paraId="3261427B" w14:textId="77777777" w:rsidR="0030299C" w:rsidRPr="00AC36B1" w:rsidRDefault="0030299C" w:rsidP="0030299C">
      <w:pPr>
        <w:pStyle w:val="Heading3"/>
        <w:rPr>
          <w:sz w:val="17"/>
          <w:szCs w:val="17"/>
        </w:rPr>
      </w:pPr>
      <w:r w:rsidRPr="00AC36B1">
        <w:rPr>
          <w:bCs/>
          <w:sz w:val="17"/>
          <w:szCs w:val="17"/>
        </w:rPr>
        <w:t>“</w:t>
      </w:r>
      <w:r w:rsidRPr="00AC36B1">
        <w:rPr>
          <w:b/>
          <w:bCs/>
          <w:sz w:val="17"/>
          <w:szCs w:val="17"/>
        </w:rPr>
        <w:t>Services</w:t>
      </w:r>
      <w:r w:rsidRPr="00AC36B1">
        <w:rPr>
          <w:bCs/>
          <w:sz w:val="17"/>
          <w:szCs w:val="17"/>
        </w:rPr>
        <w:t>”</w:t>
      </w:r>
      <w:r w:rsidRPr="00AC36B1">
        <w:rPr>
          <w:sz w:val="17"/>
          <w:szCs w:val="17"/>
        </w:rPr>
        <w:t xml:space="preserve"> means the services specified in Attachment 1;</w:t>
      </w:r>
    </w:p>
    <w:p w14:paraId="58402826" w14:textId="77777777" w:rsidR="0030299C" w:rsidRPr="00AC36B1" w:rsidRDefault="0030299C" w:rsidP="0030299C">
      <w:pPr>
        <w:pStyle w:val="Heading3"/>
        <w:rPr>
          <w:sz w:val="17"/>
          <w:szCs w:val="17"/>
        </w:rPr>
      </w:pPr>
      <w:r w:rsidRPr="00AC36B1">
        <w:rPr>
          <w:sz w:val="17"/>
          <w:szCs w:val="17"/>
        </w:rPr>
        <w:t>“</w:t>
      </w:r>
      <w:r w:rsidRPr="00AC36B1">
        <w:rPr>
          <w:b/>
          <w:sz w:val="17"/>
          <w:szCs w:val="17"/>
        </w:rPr>
        <w:t>Special Conditions</w:t>
      </w:r>
      <w:r w:rsidRPr="00AC36B1">
        <w:rPr>
          <w:sz w:val="17"/>
          <w:szCs w:val="17"/>
        </w:rPr>
        <w:t>” means the conditions in Attachment 4</w:t>
      </w:r>
      <w:r w:rsidR="000B2D7E" w:rsidRPr="00AC36B1">
        <w:rPr>
          <w:sz w:val="17"/>
          <w:szCs w:val="17"/>
        </w:rPr>
        <w:t xml:space="preserve"> and where relevant includes agency specific Special Conditions</w:t>
      </w:r>
      <w:r w:rsidRPr="00AC36B1">
        <w:rPr>
          <w:sz w:val="17"/>
          <w:szCs w:val="17"/>
        </w:rPr>
        <w:t xml:space="preserve">; </w:t>
      </w:r>
    </w:p>
    <w:p w14:paraId="30510DE0" w14:textId="77777777" w:rsidR="00D63017" w:rsidRDefault="0030299C" w:rsidP="0030299C">
      <w:pPr>
        <w:pStyle w:val="Heading3"/>
        <w:rPr>
          <w:sz w:val="17"/>
          <w:szCs w:val="17"/>
        </w:rPr>
      </w:pPr>
      <w:r w:rsidRPr="00AC36B1">
        <w:rPr>
          <w:sz w:val="17"/>
          <w:szCs w:val="17"/>
        </w:rPr>
        <w:t>“</w:t>
      </w:r>
      <w:r w:rsidR="00454029" w:rsidRPr="00AC36B1">
        <w:rPr>
          <w:b/>
          <w:sz w:val="17"/>
          <w:szCs w:val="17"/>
        </w:rPr>
        <w:t>Specifications</w:t>
      </w:r>
      <w:r w:rsidRPr="00AC36B1">
        <w:rPr>
          <w:sz w:val="17"/>
          <w:szCs w:val="17"/>
        </w:rPr>
        <w:t>” means the detailed description of the Goods/Services in Attachment 5</w:t>
      </w:r>
      <w:r w:rsidR="00F0674D" w:rsidRPr="00AC36B1">
        <w:rPr>
          <w:sz w:val="17"/>
          <w:szCs w:val="17"/>
        </w:rPr>
        <w:t>;</w:t>
      </w:r>
    </w:p>
    <w:p w14:paraId="308E1C93" w14:textId="440D7D1C" w:rsidR="00D63017" w:rsidRPr="00AC36B1" w:rsidRDefault="00D63017" w:rsidP="00D63017">
      <w:pPr>
        <w:pStyle w:val="Heading3"/>
        <w:rPr>
          <w:sz w:val="17"/>
          <w:szCs w:val="17"/>
        </w:rPr>
      </w:pPr>
      <w:r w:rsidRPr="00AC36B1">
        <w:rPr>
          <w:bCs/>
          <w:sz w:val="17"/>
          <w:szCs w:val="17"/>
        </w:rPr>
        <w:t>“</w:t>
      </w:r>
      <w:r w:rsidRPr="00D63017">
        <w:rPr>
          <w:b/>
          <w:bCs/>
          <w:sz w:val="17"/>
          <w:szCs w:val="17"/>
        </w:rPr>
        <w:t>Supplier</w:t>
      </w:r>
      <w:r>
        <w:rPr>
          <w:bCs/>
          <w:sz w:val="17"/>
          <w:szCs w:val="17"/>
        </w:rPr>
        <w:t xml:space="preserve"> </w:t>
      </w:r>
      <w:r w:rsidRPr="00AC36B1">
        <w:rPr>
          <w:b/>
          <w:bCs/>
          <w:sz w:val="17"/>
          <w:szCs w:val="17"/>
        </w:rPr>
        <w:t>Personnel</w:t>
      </w:r>
      <w:r w:rsidRPr="00AC36B1">
        <w:rPr>
          <w:bCs/>
          <w:sz w:val="17"/>
          <w:szCs w:val="17"/>
        </w:rPr>
        <w:t>”</w:t>
      </w:r>
      <w:r w:rsidRPr="00AC36B1">
        <w:rPr>
          <w:sz w:val="17"/>
          <w:szCs w:val="17"/>
        </w:rPr>
        <w:t xml:space="preserve"> means any Approved Subcontractors, employees, agents and any other person employed or engaged by the Supplier to perform this Agreement and includes the Named Persons;</w:t>
      </w:r>
    </w:p>
    <w:p w14:paraId="56EAF0D8" w14:textId="77777777" w:rsidR="00DE0153" w:rsidRPr="00AC36B1" w:rsidRDefault="00E454EF" w:rsidP="0030299C">
      <w:pPr>
        <w:pStyle w:val="Heading3"/>
        <w:rPr>
          <w:sz w:val="17"/>
          <w:szCs w:val="17"/>
        </w:rPr>
      </w:pPr>
      <w:r w:rsidRPr="00AC36B1">
        <w:rPr>
          <w:sz w:val="17"/>
          <w:szCs w:val="17"/>
        </w:rPr>
        <w:t>“</w:t>
      </w:r>
      <w:r w:rsidRPr="00AC36B1">
        <w:rPr>
          <w:b/>
          <w:sz w:val="17"/>
          <w:szCs w:val="17"/>
        </w:rPr>
        <w:t>Term</w:t>
      </w:r>
      <w:r w:rsidRPr="00AC36B1">
        <w:rPr>
          <w:sz w:val="17"/>
          <w:szCs w:val="17"/>
        </w:rPr>
        <w:t>” means the period commencing on the Commencement and ending on the Expiry Date unless terminated earlier and includes any extension and;</w:t>
      </w:r>
    </w:p>
    <w:p w14:paraId="0E266637" w14:textId="77777777" w:rsidR="00B916AF" w:rsidRPr="00AC36B1" w:rsidRDefault="00DE0153" w:rsidP="00331C3A">
      <w:pPr>
        <w:pStyle w:val="Heading3"/>
        <w:rPr>
          <w:sz w:val="17"/>
          <w:szCs w:val="17"/>
        </w:rPr>
      </w:pPr>
      <w:r w:rsidRPr="00AC36B1">
        <w:rPr>
          <w:sz w:val="17"/>
          <w:szCs w:val="17"/>
        </w:rPr>
        <w:t>“</w:t>
      </w:r>
      <w:r w:rsidRPr="00AC36B1">
        <w:rPr>
          <w:b/>
          <w:sz w:val="17"/>
          <w:szCs w:val="17"/>
        </w:rPr>
        <w:t>Warranty Period</w:t>
      </w:r>
      <w:r w:rsidRPr="00AC36B1">
        <w:rPr>
          <w:sz w:val="17"/>
          <w:szCs w:val="17"/>
        </w:rPr>
        <w:t>” means the period specified in Attachment 1</w:t>
      </w:r>
      <w:r w:rsidR="0030299C" w:rsidRPr="00AC36B1">
        <w:rPr>
          <w:sz w:val="17"/>
          <w:szCs w:val="17"/>
        </w:rPr>
        <w:t>.</w:t>
      </w:r>
    </w:p>
    <w:p w14:paraId="722BF3FD" w14:textId="77777777" w:rsidR="0058299E" w:rsidRPr="00AC36B1" w:rsidRDefault="0058299E" w:rsidP="00331C3A">
      <w:pPr>
        <w:rPr>
          <w:sz w:val="17"/>
          <w:szCs w:val="17"/>
        </w:rPr>
        <w:sectPr w:rsidR="0058299E" w:rsidRPr="00AC36B1" w:rsidSect="000E613B">
          <w:pgSz w:w="11907" w:h="16840" w:code="9"/>
          <w:pgMar w:top="1077" w:right="851" w:bottom="964" w:left="851" w:header="720" w:footer="454" w:gutter="0"/>
          <w:pgNumType w:start="1"/>
          <w:cols w:space="709"/>
          <w:titlePg/>
          <w:docGrid w:linePitch="299"/>
        </w:sectPr>
      </w:pPr>
    </w:p>
    <w:p w14:paraId="1B3C30F7" w14:textId="77777777" w:rsidR="0058299E" w:rsidRPr="001A3F94" w:rsidRDefault="0058299E" w:rsidP="0058299E">
      <w:pPr>
        <w:jc w:val="center"/>
        <w:rPr>
          <w:b/>
          <w:sz w:val="20"/>
        </w:rPr>
      </w:pPr>
      <w:r w:rsidRPr="001A3F94">
        <w:rPr>
          <w:b/>
          <w:sz w:val="20"/>
        </w:rPr>
        <w:lastRenderedPageBreak/>
        <w:t>A</w:t>
      </w:r>
      <w:r>
        <w:rPr>
          <w:b/>
          <w:sz w:val="20"/>
        </w:rPr>
        <w:t>ttachment 4</w:t>
      </w:r>
      <w:r w:rsidRPr="001A3F94">
        <w:rPr>
          <w:b/>
          <w:sz w:val="20"/>
        </w:rPr>
        <w:t xml:space="preserve"> - </w:t>
      </w:r>
      <w:r>
        <w:rPr>
          <w:b/>
          <w:sz w:val="20"/>
        </w:rPr>
        <w:t>Special Conditions</w:t>
      </w:r>
    </w:p>
    <w:p w14:paraId="6F2F378A" w14:textId="77777777" w:rsidR="0058299E" w:rsidRDefault="0058299E" w:rsidP="00331C3A"/>
    <w:p w14:paraId="017291BD" w14:textId="77777777" w:rsidR="00EC7F5F" w:rsidRPr="00EC7F5F" w:rsidRDefault="00EC7F5F" w:rsidP="00331C3A">
      <w:pPr>
        <w:rPr>
          <w:sz w:val="20"/>
        </w:rPr>
        <w:sectPr w:rsidR="00EC7F5F" w:rsidRPr="00EC7F5F" w:rsidSect="0037052A">
          <w:headerReference w:type="first" r:id="rId25"/>
          <w:footerReference w:type="first" r:id="rId26"/>
          <w:pgSz w:w="11907" w:h="16840" w:code="9"/>
          <w:pgMar w:top="1077" w:right="851" w:bottom="964" w:left="851" w:header="720" w:footer="454" w:gutter="0"/>
          <w:pgNumType w:start="1"/>
          <w:cols w:space="709"/>
          <w:titlePg/>
          <w:docGrid w:linePitch="299"/>
        </w:sectPr>
      </w:pPr>
      <w:r w:rsidRPr="00EC7F5F">
        <w:rPr>
          <w:sz w:val="20"/>
          <w:highlight w:val="yellow"/>
        </w:rPr>
        <w:t>&lt;</w:t>
      </w:r>
      <w:proofErr w:type="gramStart"/>
      <w:r w:rsidRPr="00EC7F5F">
        <w:rPr>
          <w:sz w:val="20"/>
          <w:highlight w:val="yellow"/>
        </w:rPr>
        <w:t>insert</w:t>
      </w:r>
      <w:proofErr w:type="gramEnd"/>
      <w:r w:rsidRPr="00EC7F5F">
        <w:rPr>
          <w:sz w:val="20"/>
          <w:highlight w:val="yellow"/>
        </w:rPr>
        <w:t xml:space="preserve"> Special Conditions or insert “not used”&gt;</w:t>
      </w:r>
      <w:r w:rsidRPr="00EC7F5F">
        <w:rPr>
          <w:sz w:val="20"/>
        </w:rPr>
        <w:t xml:space="preserve"> </w:t>
      </w:r>
    </w:p>
    <w:p w14:paraId="234DA2A7" w14:textId="77777777" w:rsidR="0058299E" w:rsidRPr="001A3F94" w:rsidRDefault="0058299E" w:rsidP="0058299E">
      <w:pPr>
        <w:jc w:val="center"/>
        <w:rPr>
          <w:b/>
          <w:sz w:val="20"/>
        </w:rPr>
      </w:pPr>
      <w:r w:rsidRPr="001A3F94">
        <w:rPr>
          <w:b/>
          <w:sz w:val="20"/>
        </w:rPr>
        <w:lastRenderedPageBreak/>
        <w:t>A</w:t>
      </w:r>
      <w:r>
        <w:rPr>
          <w:b/>
          <w:sz w:val="20"/>
        </w:rPr>
        <w:t>ttachment 5</w:t>
      </w:r>
      <w:r w:rsidRPr="001A3F94">
        <w:rPr>
          <w:b/>
          <w:sz w:val="20"/>
        </w:rPr>
        <w:t xml:space="preserve"> - </w:t>
      </w:r>
      <w:r w:rsidR="00454029">
        <w:rPr>
          <w:b/>
          <w:sz w:val="20"/>
        </w:rPr>
        <w:t>Specifications</w:t>
      </w:r>
    </w:p>
    <w:p w14:paraId="7465B3D6" w14:textId="77777777" w:rsidR="00EC7F5F" w:rsidRDefault="00EC7F5F" w:rsidP="0058299E">
      <w:pPr>
        <w:jc w:val="both"/>
        <w:rPr>
          <w:sz w:val="20"/>
          <w:highlight w:val="yellow"/>
        </w:rPr>
      </w:pPr>
    </w:p>
    <w:p w14:paraId="7CB115E8" w14:textId="77777777" w:rsidR="0058299E" w:rsidRPr="001A3F94" w:rsidRDefault="000D72EC" w:rsidP="0058299E">
      <w:pPr>
        <w:jc w:val="both"/>
        <w:rPr>
          <w:sz w:val="20"/>
        </w:rPr>
      </w:pPr>
      <w:r>
        <w:rPr>
          <w:sz w:val="20"/>
          <w:highlight w:val="yellow"/>
        </w:rPr>
        <w:t>&lt;</w:t>
      </w:r>
      <w:proofErr w:type="gramStart"/>
      <w:r>
        <w:rPr>
          <w:sz w:val="20"/>
          <w:highlight w:val="yellow"/>
        </w:rPr>
        <w:t>insert</w:t>
      </w:r>
      <w:proofErr w:type="gramEnd"/>
      <w:r>
        <w:rPr>
          <w:sz w:val="20"/>
          <w:highlight w:val="yellow"/>
        </w:rPr>
        <w:t xml:space="preserve"> detailed </w:t>
      </w:r>
      <w:r w:rsidR="00454029">
        <w:rPr>
          <w:sz w:val="20"/>
          <w:highlight w:val="yellow"/>
        </w:rPr>
        <w:t>Specifications</w:t>
      </w:r>
      <w:r w:rsidR="00EC7F5F" w:rsidRPr="00EC7F5F">
        <w:rPr>
          <w:sz w:val="20"/>
          <w:highlight w:val="yellow"/>
        </w:rPr>
        <w:t xml:space="preserve"> or insert “not used”&gt;</w:t>
      </w:r>
    </w:p>
    <w:p w14:paraId="30A262F0" w14:textId="77777777" w:rsidR="00003757" w:rsidRDefault="00003757" w:rsidP="00003757">
      <w:pPr>
        <w:jc w:val="center"/>
        <w:rPr>
          <w:b/>
          <w:sz w:val="20"/>
        </w:rPr>
      </w:pPr>
    </w:p>
    <w:p w14:paraId="60BA5C30" w14:textId="77777777" w:rsidR="00003757" w:rsidRDefault="00003757" w:rsidP="00003757">
      <w:pPr>
        <w:jc w:val="center"/>
        <w:rPr>
          <w:b/>
          <w:sz w:val="20"/>
        </w:rPr>
      </w:pPr>
    </w:p>
    <w:p w14:paraId="686F96D2" w14:textId="77777777" w:rsidR="00003757" w:rsidRDefault="00003757" w:rsidP="00003757">
      <w:pPr>
        <w:jc w:val="center"/>
        <w:rPr>
          <w:b/>
          <w:sz w:val="20"/>
        </w:rPr>
      </w:pPr>
    </w:p>
    <w:p w14:paraId="1BF9DA05" w14:textId="77777777" w:rsidR="00003757" w:rsidRDefault="00003757" w:rsidP="00003757">
      <w:pPr>
        <w:jc w:val="center"/>
        <w:rPr>
          <w:b/>
          <w:sz w:val="20"/>
        </w:rPr>
      </w:pPr>
    </w:p>
    <w:p w14:paraId="5B2DC296" w14:textId="77777777" w:rsidR="00003757" w:rsidRDefault="00003757" w:rsidP="00003757">
      <w:pPr>
        <w:jc w:val="center"/>
        <w:rPr>
          <w:b/>
          <w:sz w:val="20"/>
        </w:rPr>
      </w:pPr>
    </w:p>
    <w:p w14:paraId="058EED5B" w14:textId="77777777" w:rsidR="00003757" w:rsidRDefault="00003757" w:rsidP="00003757">
      <w:pPr>
        <w:jc w:val="center"/>
        <w:rPr>
          <w:b/>
          <w:sz w:val="20"/>
        </w:rPr>
      </w:pPr>
    </w:p>
    <w:p w14:paraId="57346F02" w14:textId="77777777" w:rsidR="00003757" w:rsidRDefault="00003757" w:rsidP="00003757">
      <w:pPr>
        <w:jc w:val="center"/>
        <w:rPr>
          <w:b/>
          <w:sz w:val="20"/>
        </w:rPr>
      </w:pPr>
    </w:p>
    <w:p w14:paraId="11938D5A" w14:textId="77777777" w:rsidR="00003757" w:rsidRDefault="00003757" w:rsidP="00003757">
      <w:pPr>
        <w:jc w:val="center"/>
        <w:rPr>
          <w:b/>
          <w:sz w:val="20"/>
        </w:rPr>
      </w:pPr>
    </w:p>
    <w:p w14:paraId="64A25F34" w14:textId="77777777" w:rsidR="00003757" w:rsidRDefault="00003757" w:rsidP="00003757">
      <w:pPr>
        <w:jc w:val="center"/>
        <w:rPr>
          <w:b/>
          <w:sz w:val="20"/>
        </w:rPr>
      </w:pPr>
    </w:p>
    <w:p w14:paraId="442B3FDB" w14:textId="77777777" w:rsidR="00003757" w:rsidRDefault="00003757" w:rsidP="00003757">
      <w:pPr>
        <w:jc w:val="center"/>
        <w:rPr>
          <w:b/>
          <w:sz w:val="20"/>
        </w:rPr>
      </w:pPr>
    </w:p>
    <w:p w14:paraId="4A3D98F6" w14:textId="77777777" w:rsidR="00003757" w:rsidRDefault="00003757" w:rsidP="00003757">
      <w:pPr>
        <w:jc w:val="center"/>
        <w:rPr>
          <w:b/>
          <w:sz w:val="20"/>
        </w:rPr>
      </w:pPr>
    </w:p>
    <w:p w14:paraId="3821FE7E" w14:textId="77777777" w:rsidR="00003757" w:rsidRDefault="00003757" w:rsidP="00003757">
      <w:pPr>
        <w:jc w:val="center"/>
        <w:rPr>
          <w:b/>
          <w:sz w:val="20"/>
        </w:rPr>
      </w:pPr>
    </w:p>
    <w:p w14:paraId="0B2CFB8C" w14:textId="77777777" w:rsidR="00003757" w:rsidRDefault="00003757" w:rsidP="00003757">
      <w:pPr>
        <w:jc w:val="center"/>
        <w:rPr>
          <w:b/>
          <w:sz w:val="20"/>
        </w:rPr>
      </w:pPr>
    </w:p>
    <w:p w14:paraId="57BAE02E" w14:textId="77777777" w:rsidR="00003757" w:rsidRDefault="00003757" w:rsidP="00003757">
      <w:pPr>
        <w:jc w:val="center"/>
        <w:rPr>
          <w:b/>
          <w:sz w:val="20"/>
        </w:rPr>
      </w:pPr>
    </w:p>
    <w:p w14:paraId="37373900" w14:textId="77777777" w:rsidR="00003757" w:rsidRDefault="00003757" w:rsidP="00003757">
      <w:pPr>
        <w:jc w:val="center"/>
        <w:rPr>
          <w:b/>
          <w:sz w:val="20"/>
        </w:rPr>
      </w:pPr>
    </w:p>
    <w:p w14:paraId="5C928B3E" w14:textId="77777777" w:rsidR="00003757" w:rsidRDefault="00003757" w:rsidP="00003757">
      <w:pPr>
        <w:jc w:val="center"/>
        <w:rPr>
          <w:b/>
          <w:sz w:val="20"/>
        </w:rPr>
      </w:pPr>
    </w:p>
    <w:p w14:paraId="7CF4A5FB" w14:textId="77777777" w:rsidR="00003757" w:rsidRDefault="00003757" w:rsidP="00003757">
      <w:pPr>
        <w:jc w:val="center"/>
        <w:rPr>
          <w:b/>
          <w:sz w:val="20"/>
        </w:rPr>
      </w:pPr>
    </w:p>
    <w:p w14:paraId="509093EE" w14:textId="77777777" w:rsidR="00003757" w:rsidRDefault="00003757" w:rsidP="00003757">
      <w:pPr>
        <w:jc w:val="center"/>
        <w:rPr>
          <w:b/>
          <w:sz w:val="20"/>
        </w:rPr>
      </w:pPr>
    </w:p>
    <w:p w14:paraId="5587F424" w14:textId="77777777" w:rsidR="00003757" w:rsidRDefault="00003757" w:rsidP="00003757">
      <w:pPr>
        <w:jc w:val="center"/>
        <w:rPr>
          <w:b/>
          <w:sz w:val="20"/>
        </w:rPr>
      </w:pPr>
    </w:p>
    <w:p w14:paraId="5BADEB62" w14:textId="77777777" w:rsidR="00003757" w:rsidRDefault="00003757" w:rsidP="00003757">
      <w:pPr>
        <w:jc w:val="center"/>
        <w:rPr>
          <w:b/>
          <w:sz w:val="20"/>
        </w:rPr>
      </w:pPr>
    </w:p>
    <w:p w14:paraId="3A2BF46E" w14:textId="77777777" w:rsidR="00003757" w:rsidRDefault="00003757" w:rsidP="00003757">
      <w:pPr>
        <w:jc w:val="center"/>
        <w:rPr>
          <w:b/>
          <w:sz w:val="20"/>
        </w:rPr>
      </w:pPr>
    </w:p>
    <w:p w14:paraId="434CF408" w14:textId="77777777" w:rsidR="00003757" w:rsidRDefault="00003757" w:rsidP="00003757">
      <w:pPr>
        <w:jc w:val="center"/>
        <w:rPr>
          <w:b/>
          <w:sz w:val="20"/>
        </w:rPr>
      </w:pPr>
    </w:p>
    <w:p w14:paraId="7A3AA919" w14:textId="77777777" w:rsidR="00003757" w:rsidRDefault="00003757" w:rsidP="00003757">
      <w:pPr>
        <w:jc w:val="center"/>
        <w:rPr>
          <w:b/>
          <w:sz w:val="20"/>
        </w:rPr>
      </w:pPr>
    </w:p>
    <w:p w14:paraId="37762E40" w14:textId="77777777" w:rsidR="00003757" w:rsidRDefault="00003757" w:rsidP="00003757">
      <w:pPr>
        <w:jc w:val="center"/>
        <w:rPr>
          <w:b/>
          <w:sz w:val="20"/>
        </w:rPr>
      </w:pPr>
    </w:p>
    <w:p w14:paraId="4BD924FE" w14:textId="77777777" w:rsidR="00003757" w:rsidRDefault="00003757" w:rsidP="00003757">
      <w:pPr>
        <w:jc w:val="center"/>
        <w:rPr>
          <w:b/>
          <w:sz w:val="20"/>
        </w:rPr>
      </w:pPr>
    </w:p>
    <w:p w14:paraId="646CF2A6" w14:textId="77777777" w:rsidR="00003757" w:rsidRDefault="00003757" w:rsidP="00003757">
      <w:pPr>
        <w:jc w:val="center"/>
        <w:rPr>
          <w:b/>
          <w:sz w:val="20"/>
        </w:rPr>
      </w:pPr>
    </w:p>
    <w:p w14:paraId="42A5A3FE" w14:textId="77777777" w:rsidR="00003757" w:rsidRDefault="00003757" w:rsidP="00003757">
      <w:pPr>
        <w:jc w:val="center"/>
        <w:rPr>
          <w:b/>
          <w:sz w:val="20"/>
        </w:rPr>
      </w:pPr>
    </w:p>
    <w:p w14:paraId="6791315F" w14:textId="77777777" w:rsidR="00003757" w:rsidRDefault="00003757" w:rsidP="00003757">
      <w:pPr>
        <w:jc w:val="center"/>
        <w:rPr>
          <w:b/>
          <w:sz w:val="20"/>
        </w:rPr>
      </w:pPr>
    </w:p>
    <w:p w14:paraId="481FEB25" w14:textId="77777777" w:rsidR="00003757" w:rsidRDefault="00003757" w:rsidP="00003757">
      <w:pPr>
        <w:jc w:val="center"/>
        <w:rPr>
          <w:b/>
          <w:sz w:val="20"/>
        </w:rPr>
      </w:pPr>
    </w:p>
    <w:p w14:paraId="0B8CB7EC" w14:textId="77777777" w:rsidR="00003757" w:rsidRDefault="00003757" w:rsidP="00003757">
      <w:pPr>
        <w:jc w:val="center"/>
        <w:rPr>
          <w:b/>
          <w:sz w:val="20"/>
        </w:rPr>
      </w:pPr>
    </w:p>
    <w:p w14:paraId="3078852B" w14:textId="77777777" w:rsidR="00003757" w:rsidRDefault="00003757" w:rsidP="00003757">
      <w:pPr>
        <w:jc w:val="center"/>
        <w:rPr>
          <w:b/>
          <w:sz w:val="20"/>
        </w:rPr>
      </w:pPr>
    </w:p>
    <w:p w14:paraId="1A999173" w14:textId="77777777" w:rsidR="00003757" w:rsidRDefault="00003757" w:rsidP="00003757">
      <w:pPr>
        <w:jc w:val="center"/>
        <w:rPr>
          <w:b/>
          <w:sz w:val="20"/>
        </w:rPr>
      </w:pPr>
    </w:p>
    <w:p w14:paraId="106D9F8E" w14:textId="77777777" w:rsidR="00003757" w:rsidRDefault="00003757" w:rsidP="00003757">
      <w:pPr>
        <w:jc w:val="center"/>
        <w:rPr>
          <w:b/>
          <w:sz w:val="20"/>
        </w:rPr>
      </w:pPr>
    </w:p>
    <w:p w14:paraId="588EB598" w14:textId="77777777" w:rsidR="00003757" w:rsidRDefault="00003757" w:rsidP="00003757">
      <w:pPr>
        <w:jc w:val="center"/>
        <w:rPr>
          <w:b/>
          <w:sz w:val="20"/>
        </w:rPr>
      </w:pPr>
    </w:p>
    <w:p w14:paraId="75D96C18" w14:textId="77777777" w:rsidR="00003757" w:rsidRDefault="00003757" w:rsidP="00003757">
      <w:pPr>
        <w:jc w:val="center"/>
        <w:rPr>
          <w:b/>
          <w:sz w:val="20"/>
        </w:rPr>
      </w:pPr>
    </w:p>
    <w:p w14:paraId="3114D9CB" w14:textId="77777777" w:rsidR="00003757" w:rsidRDefault="00003757" w:rsidP="00003757">
      <w:pPr>
        <w:jc w:val="center"/>
        <w:rPr>
          <w:b/>
          <w:sz w:val="20"/>
        </w:rPr>
      </w:pPr>
    </w:p>
    <w:p w14:paraId="07F40B01" w14:textId="77777777" w:rsidR="00003757" w:rsidRDefault="00003757" w:rsidP="00003757">
      <w:pPr>
        <w:jc w:val="center"/>
        <w:rPr>
          <w:b/>
          <w:sz w:val="20"/>
        </w:rPr>
      </w:pPr>
    </w:p>
    <w:p w14:paraId="3856D911" w14:textId="77777777" w:rsidR="00003757" w:rsidRDefault="00003757" w:rsidP="00003757">
      <w:pPr>
        <w:jc w:val="center"/>
        <w:rPr>
          <w:b/>
          <w:sz w:val="20"/>
        </w:rPr>
      </w:pPr>
    </w:p>
    <w:p w14:paraId="76D22163" w14:textId="77777777" w:rsidR="00003757" w:rsidRDefault="00003757" w:rsidP="00003757">
      <w:pPr>
        <w:jc w:val="center"/>
        <w:rPr>
          <w:b/>
          <w:sz w:val="20"/>
        </w:rPr>
      </w:pPr>
    </w:p>
    <w:p w14:paraId="7657C65A" w14:textId="77777777" w:rsidR="00003757" w:rsidRDefault="00003757" w:rsidP="00003757">
      <w:pPr>
        <w:jc w:val="center"/>
        <w:rPr>
          <w:b/>
          <w:sz w:val="20"/>
        </w:rPr>
      </w:pPr>
    </w:p>
    <w:p w14:paraId="20616069" w14:textId="77777777" w:rsidR="00003757" w:rsidRPr="001A3F94" w:rsidRDefault="00003757" w:rsidP="00352371">
      <w:pPr>
        <w:ind w:left="0" w:firstLine="0"/>
        <w:jc w:val="center"/>
        <w:rPr>
          <w:b/>
          <w:sz w:val="20"/>
        </w:rPr>
      </w:pPr>
      <w:r w:rsidRPr="001A3F94">
        <w:rPr>
          <w:b/>
          <w:sz w:val="20"/>
        </w:rPr>
        <w:t>A</w:t>
      </w:r>
      <w:r>
        <w:rPr>
          <w:b/>
          <w:sz w:val="20"/>
        </w:rPr>
        <w:t>ttachment 6</w:t>
      </w:r>
      <w:r w:rsidRPr="001A3F94">
        <w:rPr>
          <w:b/>
          <w:sz w:val="20"/>
        </w:rPr>
        <w:t xml:space="preserve"> </w:t>
      </w:r>
      <w:r>
        <w:rPr>
          <w:b/>
          <w:sz w:val="20"/>
        </w:rPr>
        <w:t>–</w:t>
      </w:r>
      <w:r w:rsidRPr="001A3F94">
        <w:rPr>
          <w:b/>
          <w:sz w:val="20"/>
        </w:rPr>
        <w:t xml:space="preserve"> </w:t>
      </w:r>
      <w:r>
        <w:rPr>
          <w:b/>
          <w:sz w:val="20"/>
        </w:rPr>
        <w:t>Pricing and Payment</w:t>
      </w:r>
    </w:p>
    <w:p w14:paraId="52BC5D68" w14:textId="77777777" w:rsidR="000D72EC" w:rsidRDefault="000D72EC" w:rsidP="000D72EC">
      <w:pPr>
        <w:jc w:val="both"/>
        <w:rPr>
          <w:sz w:val="20"/>
          <w:highlight w:val="yellow"/>
        </w:rPr>
      </w:pPr>
    </w:p>
    <w:p w14:paraId="1F5840A4" w14:textId="77777777" w:rsidR="000D72EC" w:rsidRPr="001A3F94" w:rsidRDefault="000D72EC" w:rsidP="000D72EC">
      <w:pPr>
        <w:jc w:val="both"/>
        <w:rPr>
          <w:sz w:val="20"/>
        </w:rPr>
      </w:pPr>
      <w:r>
        <w:rPr>
          <w:sz w:val="20"/>
          <w:highlight w:val="yellow"/>
        </w:rPr>
        <w:t>&lt;</w:t>
      </w:r>
      <w:proofErr w:type="gramStart"/>
      <w:r>
        <w:rPr>
          <w:sz w:val="20"/>
          <w:highlight w:val="yellow"/>
        </w:rPr>
        <w:t>insert</w:t>
      </w:r>
      <w:proofErr w:type="gramEnd"/>
      <w:r>
        <w:rPr>
          <w:sz w:val="20"/>
          <w:highlight w:val="yellow"/>
        </w:rPr>
        <w:t xml:space="preserve"> detailed pricing and payment</w:t>
      </w:r>
      <w:r w:rsidRPr="00EC7F5F">
        <w:rPr>
          <w:sz w:val="20"/>
          <w:highlight w:val="yellow"/>
        </w:rPr>
        <w:t xml:space="preserve"> or insert “not used”&gt;</w:t>
      </w:r>
    </w:p>
    <w:p w14:paraId="17B48F99" w14:textId="77777777" w:rsidR="000D72EC" w:rsidRDefault="000D72EC" w:rsidP="00331C3A"/>
    <w:p w14:paraId="04F5A705" w14:textId="77777777" w:rsidR="00331C3A" w:rsidRDefault="00331C3A" w:rsidP="00331C3A"/>
    <w:sectPr w:rsidR="00331C3A" w:rsidSect="0037052A">
      <w:headerReference w:type="default" r:id="rId27"/>
      <w:footerReference w:type="default" r:id="rId28"/>
      <w:headerReference w:type="first" r:id="rId29"/>
      <w:footerReference w:type="first" r:id="rId30"/>
      <w:pgSz w:w="11906" w:h="16838" w:code="9"/>
      <w:pgMar w:top="1079" w:right="851" w:bottom="964" w:left="851" w:header="357" w:footer="709" w:gutter="0"/>
      <w:cols w:space="70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2F0FE9" w14:textId="77777777" w:rsidR="001D3A07" w:rsidRDefault="001D3A07">
      <w:pPr>
        <w:spacing w:before="0" w:after="0"/>
      </w:pPr>
      <w:r>
        <w:separator/>
      </w:r>
    </w:p>
  </w:endnote>
  <w:endnote w:type="continuationSeparator" w:id="0">
    <w:p w14:paraId="07DEE778" w14:textId="77777777" w:rsidR="001D3A07" w:rsidRDefault="001D3A0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770D0" w14:textId="77777777" w:rsidR="001D3A07" w:rsidRDefault="001D3A07" w:rsidP="001B08F9">
    <w:pPr>
      <w:pStyle w:val="Footer"/>
      <w:pBdr>
        <w:top w:val="none" w:sz="0" w:space="0" w:color="auto"/>
      </w:pBdr>
      <w:tabs>
        <w:tab w:val="clear" w:pos="9072"/>
        <w:tab w:val="right" w:pos="10206"/>
      </w:tabs>
    </w:pPr>
    <w:r>
      <w:rPr>
        <w:sz w:val="14"/>
      </w:rPr>
      <w:t>Reference No:</w:t>
    </w:r>
    <w:r>
      <w:rPr>
        <w:sz w:val="14"/>
      </w:rPr>
      <w:tab/>
    </w:r>
    <w:r>
      <w:rPr>
        <w:sz w:val="14"/>
      </w:rPr>
      <w:tab/>
    </w:r>
    <w:r>
      <w:rPr>
        <w:sz w:val="14"/>
      </w:rPr>
      <w:fldChar w:fldCharType="begin"/>
    </w:r>
    <w:r>
      <w:rPr>
        <w:sz w:val="14"/>
      </w:rPr>
      <w:instrText xml:space="preserve"> PAGE  \* Arabic  \* MERGEFORMAT </w:instrText>
    </w:r>
    <w:r>
      <w:rPr>
        <w:sz w:val="14"/>
      </w:rPr>
      <w:fldChar w:fldCharType="separate"/>
    </w:r>
    <w:r>
      <w:rPr>
        <w:noProof/>
        <w:sz w:val="14"/>
      </w:rPr>
      <w:t>2</w:t>
    </w:r>
    <w:r>
      <w:rPr>
        <w:sz w:val="14"/>
      </w:rPr>
      <w:fldChar w:fldCharType="end"/>
    </w:r>
    <w:r>
      <w:rPr>
        <w:sz w:val="14"/>
      </w:rPr>
      <w:tab/>
    </w:r>
    <w:r>
      <w:rPr>
        <w:sz w:val="14"/>
      </w:rP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DDF94" w14:textId="77777777" w:rsidR="001D3A07" w:rsidRDefault="001D3A07" w:rsidP="00146DCA">
    <w:pPr>
      <w:pStyle w:val="Footer"/>
      <w:pBdr>
        <w:top w:val="none" w:sz="0" w:space="0" w:color="auto"/>
      </w:pBdr>
      <w:tabs>
        <w:tab w:val="clear" w:pos="9072"/>
        <w:tab w:val="right" w:pos="10206"/>
      </w:tabs>
    </w:pPr>
    <w:r>
      <w:rPr>
        <w:sz w:val="14"/>
      </w:rPr>
      <w:t>Reference No:</w:t>
    </w:r>
    <w:r>
      <w:rPr>
        <w:sz w:val="14"/>
      </w:rPr>
      <w:tab/>
    </w:r>
    <w:r>
      <w:rPr>
        <w:sz w:val="14"/>
      </w:rPr>
      <w:tab/>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015434" w14:textId="77777777" w:rsidR="001D3A07" w:rsidRPr="00A8106F" w:rsidRDefault="001D3A07" w:rsidP="00146DCA">
    <w:pPr>
      <w:pStyle w:val="Footer"/>
      <w:pBdr>
        <w:top w:val="none" w:sz="0" w:space="0" w:color="auto"/>
      </w:pBdr>
      <w:tabs>
        <w:tab w:val="clear" w:pos="4536"/>
        <w:tab w:val="clear" w:pos="9072"/>
        <w:tab w:val="right" w:pos="9071"/>
      </w:tabs>
      <w:ind w:left="0" w:firstLine="0"/>
      <w:rPr>
        <w:sz w:val="14"/>
      </w:rPr>
    </w:pPr>
    <w:r>
      <w:rPr>
        <w:sz w:val="14"/>
      </w:rPr>
      <w:t>Reference No:</w:t>
    </w:r>
    <w:r>
      <w:rPr>
        <w:sz w:val="14"/>
      </w:rPr>
      <w:ta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906C96" w14:textId="77777777" w:rsidR="00B07ED2" w:rsidRDefault="001D3A07" w:rsidP="001B08F9">
    <w:pPr>
      <w:pStyle w:val="Footer"/>
      <w:pBdr>
        <w:top w:val="none" w:sz="0" w:space="0" w:color="auto"/>
      </w:pBdr>
      <w:tabs>
        <w:tab w:val="clear" w:pos="4536"/>
        <w:tab w:val="clear" w:pos="9072"/>
        <w:tab w:val="right" w:pos="10206"/>
      </w:tabs>
      <w:ind w:left="0" w:firstLine="0"/>
      <w:rPr>
        <w:sz w:val="14"/>
      </w:rPr>
    </w:pPr>
    <w:r>
      <w:rPr>
        <w:sz w:val="14"/>
      </w:rPr>
      <w:t>Reference No:</w:t>
    </w:r>
  </w:p>
  <w:p w14:paraId="2F7CAEE9" w14:textId="2CDCA5F3" w:rsidR="001D3A07" w:rsidRPr="00A8106F" w:rsidRDefault="00B07ED2" w:rsidP="001B08F9">
    <w:pPr>
      <w:pStyle w:val="Footer"/>
      <w:pBdr>
        <w:top w:val="none" w:sz="0" w:space="0" w:color="auto"/>
      </w:pBdr>
      <w:tabs>
        <w:tab w:val="clear" w:pos="4536"/>
        <w:tab w:val="clear" w:pos="9072"/>
        <w:tab w:val="right" w:pos="10206"/>
      </w:tabs>
      <w:ind w:left="0" w:firstLine="0"/>
      <w:rPr>
        <w:sz w:val="14"/>
      </w:rPr>
    </w:pPr>
    <w:r>
      <w:rPr>
        <w:sz w:val="14"/>
      </w:rPr>
      <w:t xml:space="preserve">Version </w:t>
    </w:r>
    <w:proofErr w:type="gramStart"/>
    <w:r>
      <w:rPr>
        <w:sz w:val="14"/>
      </w:rPr>
      <w:t>2</w:t>
    </w:r>
    <w:r w:rsidR="00C861F1">
      <w:rPr>
        <w:sz w:val="14"/>
      </w:rPr>
      <w:t xml:space="preserve">.1 </w:t>
    </w:r>
    <w:r>
      <w:rPr>
        <w:sz w:val="14"/>
      </w:rPr>
      <w:t xml:space="preserve"> </w:t>
    </w:r>
    <w:r w:rsidR="00C861F1">
      <w:rPr>
        <w:sz w:val="14"/>
      </w:rPr>
      <w:t>April</w:t>
    </w:r>
    <w:proofErr w:type="gramEnd"/>
    <w:r>
      <w:rPr>
        <w:sz w:val="14"/>
      </w:rPr>
      <w:t xml:space="preserve"> </w:t>
    </w:r>
    <w:r w:rsidR="00C861F1">
      <w:rPr>
        <w:sz w:val="14"/>
      </w:rPr>
      <w:t>2017</w:t>
    </w:r>
    <w:r w:rsidR="001D3A07">
      <w:rPr>
        <w:sz w:val="14"/>
      </w:rPr>
      <w:tab/>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C70B6" w14:textId="77777777" w:rsidR="00B07ED2" w:rsidRDefault="00B07ED2" w:rsidP="00B07ED2">
    <w:pPr>
      <w:pStyle w:val="Footer"/>
      <w:pBdr>
        <w:top w:val="none" w:sz="0" w:space="0" w:color="auto"/>
      </w:pBdr>
      <w:tabs>
        <w:tab w:val="clear" w:pos="4536"/>
        <w:tab w:val="clear" w:pos="9072"/>
        <w:tab w:val="right" w:pos="10206"/>
      </w:tabs>
      <w:ind w:left="0" w:firstLine="0"/>
      <w:rPr>
        <w:sz w:val="14"/>
      </w:rPr>
    </w:pPr>
    <w:r>
      <w:rPr>
        <w:sz w:val="14"/>
      </w:rPr>
      <w:t>Reference No:</w:t>
    </w:r>
  </w:p>
  <w:p w14:paraId="692BE47B" w14:textId="27D7302C" w:rsidR="001D3A07" w:rsidRDefault="00B07ED2" w:rsidP="00B07ED2">
    <w:pPr>
      <w:pStyle w:val="Footer"/>
      <w:pBdr>
        <w:top w:val="none" w:sz="0" w:space="0" w:color="auto"/>
      </w:pBdr>
      <w:tabs>
        <w:tab w:val="clear" w:pos="9072"/>
        <w:tab w:val="right" w:pos="10206"/>
      </w:tabs>
    </w:pPr>
    <w:r>
      <w:rPr>
        <w:sz w:val="14"/>
      </w:rPr>
      <w:t>Version 2</w:t>
    </w:r>
    <w:r w:rsidR="00C861F1">
      <w:rPr>
        <w:sz w:val="14"/>
      </w:rPr>
      <w:t>.1</w:t>
    </w:r>
    <w:r>
      <w:rPr>
        <w:sz w:val="14"/>
      </w:rPr>
      <w:t xml:space="preserve">: </w:t>
    </w:r>
    <w:r w:rsidR="00C861F1">
      <w:rPr>
        <w:sz w:val="14"/>
      </w:rPr>
      <w:t>April 2017</w:t>
    </w:r>
    <w:r w:rsidR="001D3A07">
      <w:rPr>
        <w:sz w:val="14"/>
      </w:rPr>
      <w:tab/>
    </w:r>
    <w:r w:rsidR="001D3A07">
      <w:rPr>
        <w:sz w:val="14"/>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9287D0" w14:textId="77777777" w:rsidR="00B07ED2" w:rsidRDefault="00B07ED2" w:rsidP="00B07ED2">
    <w:pPr>
      <w:pStyle w:val="Footer"/>
      <w:pBdr>
        <w:top w:val="none" w:sz="0" w:space="0" w:color="auto"/>
      </w:pBdr>
      <w:tabs>
        <w:tab w:val="clear" w:pos="4536"/>
        <w:tab w:val="clear" w:pos="9072"/>
        <w:tab w:val="right" w:pos="10206"/>
      </w:tabs>
      <w:ind w:left="0" w:firstLine="0"/>
      <w:rPr>
        <w:sz w:val="14"/>
      </w:rPr>
    </w:pPr>
    <w:r>
      <w:rPr>
        <w:sz w:val="14"/>
      </w:rPr>
      <w:t>Reference No:</w:t>
    </w:r>
  </w:p>
  <w:p w14:paraId="6E0FD9E2" w14:textId="493F1AA5" w:rsidR="001D3A07" w:rsidRPr="00A8106F" w:rsidRDefault="00B07ED2" w:rsidP="00B07ED2">
    <w:pPr>
      <w:pStyle w:val="Footer"/>
      <w:pBdr>
        <w:top w:val="none" w:sz="0" w:space="0" w:color="auto"/>
      </w:pBdr>
      <w:tabs>
        <w:tab w:val="clear" w:pos="4536"/>
        <w:tab w:val="clear" w:pos="9072"/>
        <w:tab w:val="right" w:pos="10206"/>
      </w:tabs>
      <w:ind w:left="0" w:firstLine="0"/>
      <w:rPr>
        <w:sz w:val="14"/>
      </w:rPr>
    </w:pPr>
    <w:r>
      <w:rPr>
        <w:sz w:val="14"/>
      </w:rPr>
      <w:t>Version 2</w:t>
    </w:r>
    <w:r w:rsidR="00C861F1">
      <w:rPr>
        <w:sz w:val="14"/>
      </w:rPr>
      <w:t>.1</w:t>
    </w:r>
    <w:r>
      <w:rPr>
        <w:sz w:val="14"/>
      </w:rPr>
      <w:t xml:space="preserve">: </w:t>
    </w:r>
    <w:r w:rsidR="00C861F1">
      <w:rPr>
        <w:sz w:val="14"/>
      </w:rPr>
      <w:t>April 2017</w:t>
    </w:r>
    <w:r w:rsidR="001D3A07">
      <w:rPr>
        <w:sz w:val="14"/>
      </w:rPr>
      <w:tab/>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F8E27E" w14:textId="77777777" w:rsidR="001D3A07" w:rsidRPr="00A8106F" w:rsidRDefault="001D3A07" w:rsidP="003337EB">
    <w:pPr>
      <w:pStyle w:val="Footer"/>
      <w:tabs>
        <w:tab w:val="clear" w:pos="4536"/>
        <w:tab w:val="clear" w:pos="9072"/>
        <w:tab w:val="right" w:pos="9071"/>
      </w:tabs>
      <w:ind w:left="0" w:firstLine="0"/>
      <w:rPr>
        <w:sz w:val="14"/>
      </w:rPr>
    </w:pPr>
    <w:r>
      <w:rPr>
        <w:sz w:val="14"/>
      </w:rPr>
      <w:t>Reference No:</w:t>
    </w:r>
    <w:r>
      <w:rPr>
        <w:sz w:val="14"/>
      </w:rPr>
      <w:tab/>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88581E" w14:textId="77777777" w:rsidR="00B07ED2" w:rsidRDefault="00B07ED2" w:rsidP="00B07ED2">
    <w:pPr>
      <w:pStyle w:val="Footer"/>
      <w:pBdr>
        <w:top w:val="none" w:sz="0" w:space="0" w:color="auto"/>
      </w:pBdr>
      <w:tabs>
        <w:tab w:val="clear" w:pos="4536"/>
        <w:tab w:val="clear" w:pos="9072"/>
        <w:tab w:val="right" w:pos="10206"/>
      </w:tabs>
      <w:ind w:left="0" w:firstLine="0"/>
      <w:rPr>
        <w:sz w:val="14"/>
      </w:rPr>
    </w:pPr>
    <w:r>
      <w:rPr>
        <w:sz w:val="14"/>
      </w:rPr>
      <w:t>Reference No:</w:t>
    </w:r>
  </w:p>
  <w:p w14:paraId="3939CA66" w14:textId="14EE07CE" w:rsidR="001D3A07" w:rsidRPr="00A8106F" w:rsidRDefault="00B07ED2" w:rsidP="00146DCA">
    <w:pPr>
      <w:pStyle w:val="Footer"/>
      <w:pBdr>
        <w:top w:val="none" w:sz="0" w:space="0" w:color="auto"/>
      </w:pBdr>
      <w:tabs>
        <w:tab w:val="clear" w:pos="4536"/>
        <w:tab w:val="clear" w:pos="9072"/>
        <w:tab w:val="right" w:pos="10206"/>
      </w:tabs>
      <w:ind w:left="0" w:firstLine="0"/>
      <w:rPr>
        <w:sz w:val="14"/>
      </w:rPr>
    </w:pPr>
    <w:r>
      <w:rPr>
        <w:sz w:val="14"/>
      </w:rPr>
      <w:t>Version 2</w:t>
    </w:r>
    <w:r w:rsidR="00C861F1">
      <w:rPr>
        <w:sz w:val="14"/>
      </w:rPr>
      <w:t>.1 April 2017</w:t>
    </w:r>
    <w:r w:rsidR="001D3A07">
      <w:rPr>
        <w:sz w:val="14"/>
      </w:rPr>
      <w:tab/>
      <w:t xml:space="preserve"> </w:t>
    </w:r>
    <w:r w:rsidR="001D3A07">
      <w:rPr>
        <w:sz w:val="14"/>
      </w:rPr>
      <w:fldChar w:fldCharType="begin"/>
    </w:r>
    <w:r w:rsidR="001D3A07">
      <w:rPr>
        <w:sz w:val="14"/>
      </w:rPr>
      <w:instrText xml:space="preserve"> PAGE  \* Arabic  \* MERGEFORMAT </w:instrText>
    </w:r>
    <w:r w:rsidR="001D3A07">
      <w:rPr>
        <w:sz w:val="14"/>
      </w:rPr>
      <w:fldChar w:fldCharType="separate"/>
    </w:r>
    <w:r w:rsidR="00543C49">
      <w:rPr>
        <w:noProof/>
        <w:sz w:val="14"/>
      </w:rPr>
      <w:t>1</w:t>
    </w:r>
    <w:r w:rsidR="001D3A07">
      <w:rPr>
        <w:sz w:val="1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EA94B4" w14:textId="77777777" w:rsidR="001D3A07" w:rsidRDefault="001D3A07" w:rsidP="00146DCA">
    <w:pPr>
      <w:pStyle w:val="Footer"/>
      <w:pBdr>
        <w:top w:val="none" w:sz="0" w:space="0" w:color="auto"/>
      </w:pBdr>
      <w:tabs>
        <w:tab w:val="clear" w:pos="9072"/>
        <w:tab w:val="right" w:pos="10206"/>
      </w:tabs>
    </w:pPr>
    <w:r>
      <w:rPr>
        <w:sz w:val="14"/>
      </w:rPr>
      <w:t>Reference No:</w:t>
    </w:r>
    <w:r>
      <w:rPr>
        <w:sz w:val="14"/>
      </w:rPr>
      <w:tab/>
    </w:r>
    <w:r>
      <w:rPr>
        <w:sz w:val="14"/>
      </w:rPr>
      <w:tab/>
    </w:r>
    <w:r>
      <w:rPr>
        <w:sz w:val="14"/>
      </w:rPr>
      <w:fldChar w:fldCharType="begin"/>
    </w:r>
    <w:r>
      <w:rPr>
        <w:sz w:val="14"/>
      </w:rPr>
      <w:instrText xml:space="preserve"> PAGE  \* Arabic  \* MERGEFORMAT </w:instrText>
    </w:r>
    <w:r>
      <w:rPr>
        <w:sz w:val="14"/>
      </w:rPr>
      <w:fldChar w:fldCharType="separate"/>
    </w:r>
    <w:r w:rsidR="00543C49">
      <w:rPr>
        <w:noProof/>
        <w:sz w:val="14"/>
      </w:rPr>
      <w:t>3</w:t>
    </w:r>
    <w:r>
      <w:rPr>
        <w:sz w:val="1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482B4F" w14:textId="77777777" w:rsidR="001D3A07" w:rsidRPr="00A8106F" w:rsidRDefault="001D3A07" w:rsidP="00146DCA">
    <w:pPr>
      <w:pStyle w:val="Footer"/>
      <w:pBdr>
        <w:top w:val="none" w:sz="0" w:space="0" w:color="auto"/>
      </w:pBdr>
      <w:tabs>
        <w:tab w:val="clear" w:pos="4536"/>
        <w:tab w:val="clear" w:pos="9072"/>
        <w:tab w:val="right" w:pos="9071"/>
      </w:tabs>
      <w:ind w:left="0" w:firstLine="0"/>
      <w:rPr>
        <w:sz w:val="14"/>
      </w:rPr>
    </w:pPr>
    <w:r>
      <w:rPr>
        <w:sz w:val="14"/>
      </w:rPr>
      <w:t>Reference No:</w:t>
    </w:r>
    <w:r>
      <w:rPr>
        <w:sz w:val="14"/>
      </w:rPr>
      <w:tab/>
      <w:t xml:space="preserve">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1F604" w14:textId="77777777" w:rsidR="001D3A07" w:rsidRPr="00A8106F" w:rsidRDefault="001D3A07" w:rsidP="00146DCA">
    <w:pPr>
      <w:pStyle w:val="Footer"/>
      <w:pBdr>
        <w:top w:val="none" w:sz="0" w:space="0" w:color="auto"/>
      </w:pBdr>
      <w:tabs>
        <w:tab w:val="clear" w:pos="4536"/>
        <w:tab w:val="clear" w:pos="9072"/>
        <w:tab w:val="right" w:pos="9071"/>
      </w:tabs>
      <w:ind w:left="0" w:firstLine="0"/>
      <w:rPr>
        <w:sz w:val="14"/>
      </w:rPr>
    </w:pPr>
    <w:r>
      <w:rPr>
        <w:sz w:val="14"/>
      </w:rPr>
      <w:t>Reference No:</w:t>
    </w:r>
    <w:r>
      <w:rPr>
        <w:sz w:val="14"/>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6794DD" w14:textId="77777777" w:rsidR="001D3A07" w:rsidRDefault="001D3A07">
      <w:pPr>
        <w:spacing w:before="0" w:after="0"/>
      </w:pPr>
      <w:r>
        <w:separator/>
      </w:r>
    </w:p>
  </w:footnote>
  <w:footnote w:type="continuationSeparator" w:id="0">
    <w:p w14:paraId="0DB60E9A" w14:textId="77777777" w:rsidR="001D3A07" w:rsidRDefault="001D3A07">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C8CA30" w14:textId="77777777" w:rsidR="001D3A07" w:rsidRDefault="001D3A07" w:rsidP="0037052A">
    <w:pPr>
      <w:pStyle w:val="Header"/>
      <w:pBdr>
        <w:bottom w:val="none" w:sz="0" w:space="0" w:color="auto"/>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08C3FF" w14:textId="77777777" w:rsidR="001D3A07" w:rsidRDefault="001D3A07" w:rsidP="0037052A">
    <w:pPr>
      <w:pStyle w:val="Header"/>
      <w:pBdr>
        <w:bottom w:val="none" w:sz="0" w:space="0" w:color="auto"/>
      </w:pBd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C2522" w14:textId="77777777" w:rsidR="001D3A07" w:rsidRDefault="001D3A07" w:rsidP="00146DCA">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2C2978" w14:textId="77777777" w:rsidR="001D3A07" w:rsidRDefault="001D3A07" w:rsidP="001B08F9">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2B75E0" w14:textId="77777777" w:rsidR="001D3A07" w:rsidRDefault="001D3A07" w:rsidP="0037052A">
    <w:pPr>
      <w:pStyle w:val="Heade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EA9BF" w14:textId="77777777" w:rsidR="001D3A07" w:rsidRDefault="001D3A07" w:rsidP="001B08F9">
    <w:pPr>
      <w:pStyle w:val="Header"/>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5957F" w14:textId="77777777" w:rsidR="001D3A07" w:rsidRDefault="001D3A0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BBB6D0" w14:textId="77777777" w:rsidR="001D3A07" w:rsidRDefault="001D3A07" w:rsidP="0037052A">
    <w:pPr>
      <w:pStyle w:val="Header"/>
      <w:pBdr>
        <w:bottom w:val="none" w:sz="0" w:space="0" w:color="auto"/>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AA85BC" w14:textId="77777777" w:rsidR="001D3A07" w:rsidRDefault="001D3A07" w:rsidP="0037052A">
    <w:pPr>
      <w:pStyle w:val="Header"/>
      <w:pBdr>
        <w:bottom w:val="none" w:sz="0" w:space="0" w:color="auto"/>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15D4DC" w14:textId="77777777" w:rsidR="001D3A07" w:rsidRPr="00146DCA" w:rsidRDefault="001D3A07" w:rsidP="00146DCA">
    <w:pPr>
      <w:pStyle w:val="Header"/>
      <w:pBdr>
        <w:bottom w:val="none" w:sz="0" w:space="0" w:color="auto"/>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03C30C" w14:textId="77777777" w:rsidR="001D3A07" w:rsidRDefault="001D3A07" w:rsidP="00146DCA">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091B4F"/>
    <w:multiLevelType w:val="singleLevel"/>
    <w:tmpl w:val="6F4AFBE0"/>
    <w:lvl w:ilvl="0">
      <w:start w:val="1"/>
      <w:numFmt w:val="upperLetter"/>
      <w:lvlText w:val="%1."/>
      <w:legacy w:legacy="1" w:legacySpace="0" w:legacyIndent="567"/>
      <w:lvlJc w:val="left"/>
      <w:pPr>
        <w:ind w:left="567" w:hanging="567"/>
      </w:pPr>
    </w:lvl>
  </w:abstractNum>
  <w:abstractNum w:abstractNumId="1" w15:restartNumberingAfterBreak="0">
    <w:nsid w:val="21AB45AD"/>
    <w:multiLevelType w:val="multilevel"/>
    <w:tmpl w:val="E33888FC"/>
    <w:lvl w:ilvl="0">
      <w:start w:val="1"/>
      <w:numFmt w:val="decimal"/>
      <w:lvlText w:val="%1."/>
      <w:lvlJc w:val="left"/>
      <w:pPr>
        <w:tabs>
          <w:tab w:val="num" w:pos="709"/>
        </w:tabs>
        <w:ind w:left="709" w:hanging="709"/>
      </w:pPr>
      <w:rPr>
        <w:rFonts w:ascii="Arial" w:hAnsi="Arial" w:hint="default"/>
        <w:b w:val="0"/>
        <w:i w:val="0"/>
        <w:sz w:val="22"/>
        <w:u w:val="none"/>
      </w:rPr>
    </w:lvl>
    <w:lvl w:ilvl="1">
      <w:start w:val="1"/>
      <w:numFmt w:val="decimal"/>
      <w:lvlText w:val="%1.%2"/>
      <w:lvlJc w:val="left"/>
      <w:pPr>
        <w:tabs>
          <w:tab w:val="num" w:pos="1418"/>
        </w:tabs>
        <w:ind w:left="1418" w:hanging="709"/>
      </w:pPr>
      <w:rPr>
        <w:rFonts w:ascii="Arial" w:hAnsi="Arial" w:hint="default"/>
        <w:b w:val="0"/>
        <w:i w:val="0"/>
        <w:sz w:val="22"/>
        <w:u w:val="none"/>
      </w:rPr>
    </w:lvl>
    <w:lvl w:ilvl="2">
      <w:start w:val="1"/>
      <w:numFmt w:val="decimal"/>
      <w:lvlText w:val="%1.%2.%3"/>
      <w:lvlJc w:val="left"/>
      <w:pPr>
        <w:tabs>
          <w:tab w:val="num" w:pos="2268"/>
        </w:tabs>
        <w:ind w:left="2268" w:hanging="850"/>
      </w:pPr>
      <w:rPr>
        <w:rFonts w:ascii="Arial" w:hAnsi="Arial" w:hint="default"/>
        <w:b w:val="0"/>
        <w:i w:val="0"/>
        <w:sz w:val="22"/>
        <w:u w:val="none"/>
      </w:rPr>
    </w:lvl>
    <w:lvl w:ilvl="3">
      <w:start w:val="1"/>
      <w:numFmt w:val="lowerLetter"/>
      <w:lvlText w:val="(%4)"/>
      <w:lvlJc w:val="left"/>
      <w:pPr>
        <w:tabs>
          <w:tab w:val="num" w:pos="2835"/>
        </w:tabs>
        <w:ind w:left="2835" w:hanging="567"/>
      </w:pPr>
      <w:rPr>
        <w:rFonts w:ascii="Arial" w:hAnsi="Arial" w:hint="default"/>
        <w:b w:val="0"/>
        <w:i w:val="0"/>
        <w:sz w:val="22"/>
      </w:rPr>
    </w:lvl>
    <w:lvl w:ilvl="4">
      <w:start w:val="1"/>
      <w:numFmt w:val="lowerRoman"/>
      <w:lvlText w:val="(%5)"/>
      <w:lvlJc w:val="left"/>
      <w:pPr>
        <w:tabs>
          <w:tab w:val="num" w:pos="-709"/>
        </w:tabs>
        <w:ind w:left="2835" w:hanging="709"/>
      </w:pPr>
      <w:rPr>
        <w:rFonts w:ascii="Arial" w:hAnsi="Arial" w:hint="default"/>
        <w:b w:val="0"/>
        <w:i w:val="0"/>
        <w:sz w:val="22"/>
      </w:rPr>
    </w:lvl>
    <w:lvl w:ilvl="5">
      <w:start w:val="1"/>
      <w:numFmt w:val="decimal"/>
      <w:lvlText w:val="(%6)"/>
      <w:lvlJc w:val="left"/>
      <w:pPr>
        <w:tabs>
          <w:tab w:val="num" w:pos="-709"/>
        </w:tabs>
        <w:ind w:left="3544" w:hanging="709"/>
      </w:pPr>
      <w:rPr>
        <w:rFonts w:ascii="Arial" w:hAnsi="Arial" w:hint="default"/>
        <w:b w:val="0"/>
        <w:i w:val="0"/>
        <w:sz w:val="22"/>
      </w:rPr>
    </w:lvl>
    <w:lvl w:ilvl="6">
      <w:start w:val="1"/>
      <w:numFmt w:val="upperLetter"/>
      <w:lvlText w:val="(%7)"/>
      <w:lvlJc w:val="left"/>
      <w:pPr>
        <w:tabs>
          <w:tab w:val="num" w:pos="-709"/>
        </w:tabs>
        <w:ind w:left="4253" w:hanging="709"/>
      </w:pPr>
      <w:rPr>
        <w:rFonts w:hint="default"/>
      </w:rPr>
    </w:lvl>
    <w:lvl w:ilvl="7">
      <w:start w:val="1"/>
      <w:numFmt w:val="lowerLetter"/>
      <w:lvlText w:val="(%8)"/>
      <w:lvlJc w:val="left"/>
      <w:pPr>
        <w:tabs>
          <w:tab w:val="num" w:pos="-709"/>
        </w:tabs>
        <w:ind w:left="4961" w:hanging="708"/>
      </w:pPr>
      <w:rPr>
        <w:rFonts w:hint="default"/>
      </w:rPr>
    </w:lvl>
    <w:lvl w:ilvl="8">
      <w:start w:val="1"/>
      <w:numFmt w:val="lowerRoman"/>
      <w:lvlText w:val="(%9)"/>
      <w:lvlJc w:val="left"/>
      <w:pPr>
        <w:tabs>
          <w:tab w:val="num" w:pos="-709"/>
        </w:tabs>
        <w:ind w:left="5669" w:hanging="708"/>
      </w:pPr>
      <w:rPr>
        <w:rFonts w:hint="default"/>
      </w:rPr>
    </w:lvl>
  </w:abstractNum>
  <w:abstractNum w:abstractNumId="2" w15:restartNumberingAfterBreak="0">
    <w:nsid w:val="26483F41"/>
    <w:multiLevelType w:val="hybridMultilevel"/>
    <w:tmpl w:val="D5884712"/>
    <w:lvl w:ilvl="0" w:tplc="CF80DF54">
      <w:start w:val="1"/>
      <w:numFmt w:val="bullet"/>
      <w:lvlRestart w:val="0"/>
      <w:lvlText w:val=""/>
      <w:lvlJc w:val="left"/>
      <w:pPr>
        <w:tabs>
          <w:tab w:val="num" w:pos="567"/>
        </w:tabs>
        <w:ind w:left="567" w:hanging="567"/>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8690060"/>
    <w:multiLevelType w:val="multilevel"/>
    <w:tmpl w:val="C6F8C7E6"/>
    <w:lvl w:ilvl="0">
      <w:start w:val="1"/>
      <w:numFmt w:val="decimal"/>
      <w:lvlText w:val="%1."/>
      <w:lvlJc w:val="left"/>
      <w:pPr>
        <w:tabs>
          <w:tab w:val="num" w:pos="709"/>
        </w:tabs>
        <w:ind w:left="709" w:hanging="709"/>
      </w:pPr>
      <w:rPr>
        <w:rFonts w:ascii="Arial" w:hAnsi="Arial" w:hint="default"/>
        <w:b w:val="0"/>
        <w:i w:val="0"/>
        <w:sz w:val="22"/>
        <w:u w:val="none"/>
      </w:rPr>
    </w:lvl>
    <w:lvl w:ilvl="1">
      <w:start w:val="1"/>
      <w:numFmt w:val="decimal"/>
      <w:lvlRestart w:val="0"/>
      <w:lvlText w:val="%1.%2"/>
      <w:lvlJc w:val="left"/>
      <w:pPr>
        <w:tabs>
          <w:tab w:val="num" w:pos="1418"/>
        </w:tabs>
        <w:ind w:left="1418" w:hanging="709"/>
      </w:pPr>
      <w:rPr>
        <w:rFonts w:hint="default"/>
        <w:b w:val="0"/>
        <w:i w:val="0"/>
        <w:u w:val="none"/>
      </w:rPr>
    </w:lvl>
    <w:lvl w:ilvl="2">
      <w:start w:val="1"/>
      <w:numFmt w:val="decimal"/>
      <w:lvlText w:val="%1.%2.%3"/>
      <w:lvlJc w:val="left"/>
      <w:pPr>
        <w:tabs>
          <w:tab w:val="num" w:pos="0"/>
        </w:tabs>
        <w:ind w:left="2268" w:hanging="851"/>
      </w:pPr>
      <w:rPr>
        <w:rFonts w:hint="default"/>
        <w:b w:val="0"/>
        <w:i w:val="0"/>
        <w:u w:val="none"/>
      </w:rPr>
    </w:lvl>
    <w:lvl w:ilvl="3">
      <w:start w:val="1"/>
      <w:numFmt w:val="lowerLetter"/>
      <w:lvlText w:val="(%4)"/>
      <w:lvlJc w:val="left"/>
      <w:pPr>
        <w:tabs>
          <w:tab w:val="num" w:pos="2835"/>
        </w:tabs>
        <w:ind w:left="2835" w:hanging="567"/>
      </w:pPr>
      <w:rPr>
        <w:rFonts w:hint="default"/>
      </w:rPr>
    </w:lvl>
    <w:lvl w:ilvl="4">
      <w:start w:val="1"/>
      <w:numFmt w:val="lowerRoman"/>
      <w:lvlText w:val="(%5)"/>
      <w:lvlJc w:val="left"/>
      <w:pPr>
        <w:tabs>
          <w:tab w:val="num" w:pos="3483"/>
        </w:tabs>
        <w:ind w:left="3483" w:hanging="709"/>
      </w:pPr>
      <w:rPr>
        <w:rFonts w:hint="default"/>
      </w:rPr>
    </w:lvl>
    <w:lvl w:ilvl="5">
      <w:start w:val="1"/>
      <w:numFmt w:val="upperLetter"/>
      <w:lvlText w:val="(%6)"/>
      <w:lvlJc w:val="left"/>
      <w:pPr>
        <w:tabs>
          <w:tab w:val="num" w:pos="4050"/>
        </w:tabs>
        <w:ind w:left="4050" w:hanging="567"/>
      </w:pPr>
      <w:rPr>
        <w:rFonts w:hint="default"/>
      </w:rPr>
    </w:lvl>
    <w:lvl w:ilvl="6">
      <w:start w:val="1"/>
      <w:numFmt w:val="upperLetter"/>
      <w:lvlText w:val="(%7)"/>
      <w:lvlJc w:val="left"/>
      <w:pPr>
        <w:tabs>
          <w:tab w:val="num" w:pos="0"/>
        </w:tabs>
        <w:ind w:left="4962" w:hanging="709"/>
      </w:pPr>
      <w:rPr>
        <w:rFonts w:hint="default"/>
      </w:rPr>
    </w:lvl>
    <w:lvl w:ilvl="7">
      <w:start w:val="1"/>
      <w:numFmt w:val="lowerLetter"/>
      <w:lvlText w:val="(%8)"/>
      <w:lvlJc w:val="left"/>
      <w:pPr>
        <w:tabs>
          <w:tab w:val="num" w:pos="0"/>
        </w:tabs>
        <w:ind w:left="5670" w:hanging="708"/>
      </w:pPr>
      <w:rPr>
        <w:rFonts w:hint="default"/>
      </w:rPr>
    </w:lvl>
    <w:lvl w:ilvl="8">
      <w:start w:val="1"/>
      <w:numFmt w:val="lowerRoman"/>
      <w:lvlText w:val="(%9)"/>
      <w:lvlJc w:val="left"/>
      <w:pPr>
        <w:tabs>
          <w:tab w:val="num" w:pos="0"/>
        </w:tabs>
        <w:ind w:left="6378" w:hanging="708"/>
      </w:pPr>
      <w:rPr>
        <w:rFonts w:hint="default"/>
      </w:rPr>
    </w:lvl>
  </w:abstractNum>
  <w:abstractNum w:abstractNumId="4" w15:restartNumberingAfterBreak="0">
    <w:nsid w:val="32813B40"/>
    <w:multiLevelType w:val="multilevel"/>
    <w:tmpl w:val="C4EE5ACE"/>
    <w:lvl w:ilvl="0">
      <w:start w:val="1"/>
      <w:numFmt w:val="decimal"/>
      <w:lvlText w:val="%1."/>
      <w:lvlJc w:val="left"/>
      <w:pPr>
        <w:tabs>
          <w:tab w:val="num" w:pos="567"/>
        </w:tabs>
        <w:ind w:left="567" w:hanging="567"/>
      </w:pPr>
      <w:rPr>
        <w:rFonts w:ascii="Arial" w:hAnsi="Arial" w:hint="default"/>
        <w:b w:val="0"/>
        <w:i w:val="0"/>
        <w:sz w:val="20"/>
        <w:u w:val="none"/>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134"/>
        </w:tabs>
        <w:ind w:left="1134" w:hanging="567"/>
      </w:pPr>
      <w:rPr>
        <w:rFonts w:hint="default"/>
        <w:b w:val="0"/>
        <w:i w:val="0"/>
        <w:sz w:val="20"/>
        <w:u w:val="none"/>
      </w:rPr>
    </w:lvl>
    <w:lvl w:ilvl="3">
      <w:start w:val="1"/>
      <w:numFmt w:val="lowerRoman"/>
      <w:lvlText w:val="(%4)"/>
      <w:lvlJc w:val="left"/>
      <w:pPr>
        <w:tabs>
          <w:tab w:val="num" w:pos="1701"/>
        </w:tabs>
        <w:ind w:left="1701" w:hanging="567"/>
      </w:pPr>
      <w:rPr>
        <w:rFonts w:hint="default"/>
        <w:sz w:val="20"/>
      </w:rPr>
    </w:lvl>
    <w:lvl w:ilvl="4">
      <w:start w:val="1"/>
      <w:numFmt w:val="lowerRoman"/>
      <w:lvlText w:val="(%5)"/>
      <w:lvlJc w:val="left"/>
      <w:pPr>
        <w:tabs>
          <w:tab w:val="num" w:pos="3402"/>
        </w:tabs>
        <w:ind w:left="3402" w:hanging="567"/>
      </w:pPr>
      <w:rPr>
        <w:rFonts w:hint="default"/>
      </w:rPr>
    </w:lvl>
    <w:lvl w:ilvl="5">
      <w:start w:val="1"/>
      <w:numFmt w:val="decimal"/>
      <w:lvlText w:val="(%6)"/>
      <w:lvlJc w:val="left"/>
      <w:pPr>
        <w:tabs>
          <w:tab w:val="num" w:pos="0"/>
        </w:tabs>
        <w:ind w:left="3969" w:hanging="567"/>
      </w:pPr>
      <w:rPr>
        <w:rFonts w:ascii="Arial" w:hAnsi="Arial" w:hint="default"/>
        <w:b w:val="0"/>
        <w:i w:val="0"/>
        <w:sz w:val="22"/>
      </w:rPr>
    </w:lvl>
    <w:lvl w:ilvl="6">
      <w:start w:val="1"/>
      <w:numFmt w:val="upperLetter"/>
      <w:lvlText w:val="(%7)"/>
      <w:lvlJc w:val="left"/>
      <w:pPr>
        <w:tabs>
          <w:tab w:val="num" w:pos="0"/>
        </w:tabs>
        <w:ind w:left="4962" w:hanging="709"/>
      </w:pPr>
      <w:rPr>
        <w:rFonts w:hint="default"/>
      </w:rPr>
    </w:lvl>
    <w:lvl w:ilvl="7">
      <w:start w:val="1"/>
      <w:numFmt w:val="lowerLetter"/>
      <w:lvlText w:val="(%8)"/>
      <w:lvlJc w:val="left"/>
      <w:pPr>
        <w:tabs>
          <w:tab w:val="num" w:pos="0"/>
        </w:tabs>
        <w:ind w:left="5670" w:hanging="708"/>
      </w:pPr>
      <w:rPr>
        <w:rFonts w:hint="default"/>
      </w:rPr>
    </w:lvl>
    <w:lvl w:ilvl="8">
      <w:start w:val="1"/>
      <w:numFmt w:val="lowerRoman"/>
      <w:lvlText w:val="(%9)"/>
      <w:lvlJc w:val="left"/>
      <w:pPr>
        <w:tabs>
          <w:tab w:val="num" w:pos="0"/>
        </w:tabs>
        <w:ind w:left="6378" w:hanging="708"/>
      </w:pPr>
      <w:rPr>
        <w:rFonts w:hint="default"/>
      </w:rPr>
    </w:lvl>
  </w:abstractNum>
  <w:abstractNum w:abstractNumId="5" w15:restartNumberingAfterBreak="0">
    <w:nsid w:val="38333FB4"/>
    <w:multiLevelType w:val="multilevel"/>
    <w:tmpl w:val="FDD20260"/>
    <w:lvl w:ilvl="0">
      <w:start w:val="1"/>
      <w:numFmt w:val="decimal"/>
      <w:lvlText w:val="Item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66743770"/>
    <w:multiLevelType w:val="hybridMultilevel"/>
    <w:tmpl w:val="1194C36E"/>
    <w:lvl w:ilvl="0" w:tplc="CFE29F7E">
      <w:start w:val="1"/>
      <w:numFmt w:val="upperLetter"/>
      <w:lvlText w:val="%1."/>
      <w:lvlJc w:val="left"/>
      <w:pPr>
        <w:ind w:left="927" w:hanging="360"/>
      </w:pPr>
      <w:rPr>
        <w:rFonts w:hint="default"/>
      </w:r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7" w15:restartNumberingAfterBreak="0">
    <w:nsid w:val="7E072733"/>
    <w:multiLevelType w:val="multilevel"/>
    <w:tmpl w:val="A52E6310"/>
    <w:lvl w:ilvl="0">
      <w:start w:val="1"/>
      <w:numFmt w:val="decimal"/>
      <w:lvlRestart w:val="0"/>
      <w:pStyle w:val="Heading1"/>
      <w:lvlText w:val="%1."/>
      <w:lvlJc w:val="left"/>
      <w:pPr>
        <w:tabs>
          <w:tab w:val="num" w:pos="0"/>
        </w:tabs>
        <w:ind w:left="567" w:hanging="567"/>
      </w:pPr>
      <w:rPr>
        <w:rFonts w:hint="default"/>
        <w:b/>
        <w:sz w:val="15"/>
      </w:rPr>
    </w:lvl>
    <w:lvl w:ilvl="1">
      <w:start w:val="1"/>
      <w:numFmt w:val="decimal"/>
      <w:pStyle w:val="Heading2"/>
      <w:lvlText w:val="%1.%2"/>
      <w:lvlJc w:val="left"/>
      <w:pPr>
        <w:tabs>
          <w:tab w:val="num" w:pos="567"/>
        </w:tabs>
        <w:ind w:left="567" w:hanging="567"/>
      </w:pPr>
      <w:rPr>
        <w:rFonts w:hint="default"/>
        <w:b w:val="0"/>
        <w:sz w:val="15"/>
        <w:szCs w:val="18"/>
      </w:rPr>
    </w:lvl>
    <w:lvl w:ilvl="2">
      <w:start w:val="1"/>
      <w:numFmt w:val="lowerLetter"/>
      <w:pStyle w:val="Heading3"/>
      <w:lvlText w:val="(%3)"/>
      <w:lvlJc w:val="left"/>
      <w:pPr>
        <w:tabs>
          <w:tab w:val="num" w:pos="1134"/>
        </w:tabs>
        <w:ind w:left="964" w:hanging="397"/>
      </w:pPr>
      <w:rPr>
        <w:rFonts w:hint="default"/>
        <w:sz w:val="16"/>
      </w:rPr>
    </w:lvl>
    <w:lvl w:ilvl="3">
      <w:start w:val="1"/>
      <w:numFmt w:val="lowerRoman"/>
      <w:pStyle w:val="Heading4"/>
      <w:lvlText w:val="(%4)"/>
      <w:lvlJc w:val="left"/>
      <w:pPr>
        <w:tabs>
          <w:tab w:val="num" w:pos="1701"/>
        </w:tabs>
        <w:ind w:left="1418" w:hanging="454"/>
      </w:pPr>
      <w:rPr>
        <w:rFonts w:hint="default"/>
        <w:sz w:val="16"/>
      </w:rPr>
    </w:lvl>
    <w:lvl w:ilvl="4">
      <w:start w:val="1"/>
      <w:numFmt w:val="lowerRoman"/>
      <w:pStyle w:val="Heading5"/>
      <w:lvlText w:val="(%5)"/>
      <w:lvlJc w:val="left"/>
      <w:pPr>
        <w:tabs>
          <w:tab w:val="num" w:pos="3260"/>
        </w:tabs>
        <w:ind w:left="3260" w:hanging="567"/>
      </w:pPr>
      <w:rPr>
        <w:rFonts w:hint="default"/>
      </w:rPr>
    </w:lvl>
    <w:lvl w:ilvl="5">
      <w:start w:val="1"/>
      <w:numFmt w:val="upperLetter"/>
      <w:pStyle w:val="Heading6"/>
      <w:lvlText w:val="(%6)"/>
      <w:lvlJc w:val="left"/>
      <w:pPr>
        <w:tabs>
          <w:tab w:val="num" w:pos="3827"/>
        </w:tabs>
        <w:ind w:left="3827" w:hanging="567"/>
      </w:pPr>
      <w:rPr>
        <w:rFonts w:hint="default"/>
      </w:rPr>
    </w:lvl>
    <w:lvl w:ilvl="6">
      <w:start w:val="1"/>
      <w:numFmt w:val="upperRoman"/>
      <w:pStyle w:val="Heading7"/>
      <w:lvlText w:val="(%7)"/>
      <w:lvlJc w:val="left"/>
      <w:pPr>
        <w:tabs>
          <w:tab w:val="num" w:pos="4394"/>
        </w:tabs>
        <w:ind w:left="4394" w:hanging="567"/>
      </w:pPr>
      <w:rPr>
        <w:rFonts w:hint="default"/>
      </w:rPr>
    </w:lvl>
    <w:lvl w:ilvl="7">
      <w:start w:val="1"/>
      <w:numFmt w:val="lowerLetter"/>
      <w:pStyle w:val="Heading8"/>
      <w:lvlText w:val="(%8)"/>
      <w:lvlJc w:val="left"/>
      <w:pPr>
        <w:tabs>
          <w:tab w:val="num" w:pos="4961"/>
        </w:tabs>
        <w:ind w:left="4961" w:hanging="567"/>
      </w:pPr>
      <w:rPr>
        <w:rFonts w:hint="default"/>
      </w:rPr>
    </w:lvl>
    <w:lvl w:ilvl="8">
      <w:start w:val="1"/>
      <w:numFmt w:val="lowerRoman"/>
      <w:lvlText w:val="(%9)"/>
      <w:lvlJc w:val="left"/>
      <w:pPr>
        <w:tabs>
          <w:tab w:val="num" w:pos="10205"/>
        </w:tabs>
        <w:ind w:left="5528" w:hanging="567"/>
      </w:pPr>
      <w:rPr>
        <w:rFonts w:hint="default"/>
      </w:rPr>
    </w:lvl>
  </w:abstractNum>
  <w:num w:numId="1">
    <w:abstractNumId w:val="3"/>
  </w:num>
  <w:num w:numId="2">
    <w:abstractNumId w:val="4"/>
  </w:num>
  <w:num w:numId="3">
    <w:abstractNumId w:val="7"/>
  </w:num>
  <w:num w:numId="4">
    <w:abstractNumId w:val="5"/>
  </w:num>
  <w:num w:numId="5">
    <w:abstractNumId w:val="1"/>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0"/>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oNotTrackFormatting/>
  <w:defaultTabStop w:val="720"/>
  <w:drawingGridHorizontalSpacing w:val="110"/>
  <w:displayHorizontalDrawingGridEvery w:val="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038"/>
    <w:rsid w:val="00000878"/>
    <w:rsid w:val="00000EEA"/>
    <w:rsid w:val="000036B3"/>
    <w:rsid w:val="00003757"/>
    <w:rsid w:val="00006AED"/>
    <w:rsid w:val="000139FA"/>
    <w:rsid w:val="00013EAB"/>
    <w:rsid w:val="0001559B"/>
    <w:rsid w:val="00016934"/>
    <w:rsid w:val="00020CDA"/>
    <w:rsid w:val="0002367C"/>
    <w:rsid w:val="0002467A"/>
    <w:rsid w:val="000267EF"/>
    <w:rsid w:val="0003244B"/>
    <w:rsid w:val="00033008"/>
    <w:rsid w:val="00040725"/>
    <w:rsid w:val="000424A7"/>
    <w:rsid w:val="00043869"/>
    <w:rsid w:val="00043D19"/>
    <w:rsid w:val="00044BFF"/>
    <w:rsid w:val="00046CD6"/>
    <w:rsid w:val="00047083"/>
    <w:rsid w:val="00053340"/>
    <w:rsid w:val="00053375"/>
    <w:rsid w:val="0005518E"/>
    <w:rsid w:val="00061A6F"/>
    <w:rsid w:val="00062470"/>
    <w:rsid w:val="00063E4F"/>
    <w:rsid w:val="000659EC"/>
    <w:rsid w:val="00066295"/>
    <w:rsid w:val="00070D34"/>
    <w:rsid w:val="00071118"/>
    <w:rsid w:val="000714B9"/>
    <w:rsid w:val="000721CC"/>
    <w:rsid w:val="00073F0A"/>
    <w:rsid w:val="00076AC7"/>
    <w:rsid w:val="00077170"/>
    <w:rsid w:val="000876B5"/>
    <w:rsid w:val="000879B6"/>
    <w:rsid w:val="0009092F"/>
    <w:rsid w:val="000915C1"/>
    <w:rsid w:val="00091D51"/>
    <w:rsid w:val="00093CCE"/>
    <w:rsid w:val="00094C4F"/>
    <w:rsid w:val="00094DA0"/>
    <w:rsid w:val="0009513F"/>
    <w:rsid w:val="00095A11"/>
    <w:rsid w:val="00097D50"/>
    <w:rsid w:val="000A00C9"/>
    <w:rsid w:val="000A060A"/>
    <w:rsid w:val="000A0863"/>
    <w:rsid w:val="000A2544"/>
    <w:rsid w:val="000A5C92"/>
    <w:rsid w:val="000A6B15"/>
    <w:rsid w:val="000A6FDA"/>
    <w:rsid w:val="000B2D7E"/>
    <w:rsid w:val="000B3AEB"/>
    <w:rsid w:val="000B7F39"/>
    <w:rsid w:val="000C5903"/>
    <w:rsid w:val="000D72EC"/>
    <w:rsid w:val="000D7682"/>
    <w:rsid w:val="000D7D82"/>
    <w:rsid w:val="000E1A1A"/>
    <w:rsid w:val="000E3389"/>
    <w:rsid w:val="000E613B"/>
    <w:rsid w:val="000E785C"/>
    <w:rsid w:val="000E7864"/>
    <w:rsid w:val="000F0361"/>
    <w:rsid w:val="000F130F"/>
    <w:rsid w:val="000F23B5"/>
    <w:rsid w:val="000F41B9"/>
    <w:rsid w:val="000F74DD"/>
    <w:rsid w:val="00100139"/>
    <w:rsid w:val="0010056D"/>
    <w:rsid w:val="00102FF0"/>
    <w:rsid w:val="0010364B"/>
    <w:rsid w:val="0010381E"/>
    <w:rsid w:val="00106D60"/>
    <w:rsid w:val="0010736A"/>
    <w:rsid w:val="001076C3"/>
    <w:rsid w:val="00107764"/>
    <w:rsid w:val="001118AE"/>
    <w:rsid w:val="00112037"/>
    <w:rsid w:val="001127E7"/>
    <w:rsid w:val="00114018"/>
    <w:rsid w:val="001143E9"/>
    <w:rsid w:val="001201CE"/>
    <w:rsid w:val="001243A0"/>
    <w:rsid w:val="0012504F"/>
    <w:rsid w:val="0012739A"/>
    <w:rsid w:val="001277F0"/>
    <w:rsid w:val="00131340"/>
    <w:rsid w:val="001313AF"/>
    <w:rsid w:val="001329C3"/>
    <w:rsid w:val="00133984"/>
    <w:rsid w:val="00136486"/>
    <w:rsid w:val="00136724"/>
    <w:rsid w:val="00140251"/>
    <w:rsid w:val="00141D88"/>
    <w:rsid w:val="00146DCA"/>
    <w:rsid w:val="00146F75"/>
    <w:rsid w:val="0015244B"/>
    <w:rsid w:val="00152591"/>
    <w:rsid w:val="001529FE"/>
    <w:rsid w:val="001551A4"/>
    <w:rsid w:val="00160B78"/>
    <w:rsid w:val="001623A0"/>
    <w:rsid w:val="001666E3"/>
    <w:rsid w:val="00167D0D"/>
    <w:rsid w:val="00170049"/>
    <w:rsid w:val="00171623"/>
    <w:rsid w:val="00172A43"/>
    <w:rsid w:val="00173140"/>
    <w:rsid w:val="00175CF7"/>
    <w:rsid w:val="00175F33"/>
    <w:rsid w:val="00176196"/>
    <w:rsid w:val="001815D7"/>
    <w:rsid w:val="001873BB"/>
    <w:rsid w:val="001904FF"/>
    <w:rsid w:val="0019283E"/>
    <w:rsid w:val="00193066"/>
    <w:rsid w:val="00193CFD"/>
    <w:rsid w:val="00194135"/>
    <w:rsid w:val="001948CC"/>
    <w:rsid w:val="001954FD"/>
    <w:rsid w:val="00195B21"/>
    <w:rsid w:val="001A0852"/>
    <w:rsid w:val="001A0FE5"/>
    <w:rsid w:val="001A16A6"/>
    <w:rsid w:val="001A1D46"/>
    <w:rsid w:val="001A28EB"/>
    <w:rsid w:val="001A5D97"/>
    <w:rsid w:val="001A6396"/>
    <w:rsid w:val="001B08F9"/>
    <w:rsid w:val="001B1508"/>
    <w:rsid w:val="001B1AC0"/>
    <w:rsid w:val="001B2DB1"/>
    <w:rsid w:val="001B3464"/>
    <w:rsid w:val="001B3A05"/>
    <w:rsid w:val="001B44EF"/>
    <w:rsid w:val="001B7FDC"/>
    <w:rsid w:val="001C3643"/>
    <w:rsid w:val="001C4B62"/>
    <w:rsid w:val="001C67E1"/>
    <w:rsid w:val="001C7B90"/>
    <w:rsid w:val="001D10C1"/>
    <w:rsid w:val="001D3A07"/>
    <w:rsid w:val="001D5BD4"/>
    <w:rsid w:val="001E0DA6"/>
    <w:rsid w:val="001E15D7"/>
    <w:rsid w:val="001E5344"/>
    <w:rsid w:val="001E741F"/>
    <w:rsid w:val="001E7B16"/>
    <w:rsid w:val="001F19EA"/>
    <w:rsid w:val="001F1EA0"/>
    <w:rsid w:val="001F253C"/>
    <w:rsid w:val="001F5CC5"/>
    <w:rsid w:val="001F6245"/>
    <w:rsid w:val="001F66D0"/>
    <w:rsid w:val="0020018D"/>
    <w:rsid w:val="00201763"/>
    <w:rsid w:val="00201881"/>
    <w:rsid w:val="0020362D"/>
    <w:rsid w:val="002037B7"/>
    <w:rsid w:val="002051DA"/>
    <w:rsid w:val="0020738E"/>
    <w:rsid w:val="002077FD"/>
    <w:rsid w:val="00207E75"/>
    <w:rsid w:val="00212775"/>
    <w:rsid w:val="00212D34"/>
    <w:rsid w:val="00220942"/>
    <w:rsid w:val="00220C78"/>
    <w:rsid w:val="00223B2F"/>
    <w:rsid w:val="0022509C"/>
    <w:rsid w:val="00226B1C"/>
    <w:rsid w:val="002331D2"/>
    <w:rsid w:val="0023349B"/>
    <w:rsid w:val="0023395F"/>
    <w:rsid w:val="00235131"/>
    <w:rsid w:val="00235924"/>
    <w:rsid w:val="002415A0"/>
    <w:rsid w:val="00242452"/>
    <w:rsid w:val="00242892"/>
    <w:rsid w:val="00242DD8"/>
    <w:rsid w:val="002454DC"/>
    <w:rsid w:val="00245BB2"/>
    <w:rsid w:val="00246191"/>
    <w:rsid w:val="0025098C"/>
    <w:rsid w:val="00251729"/>
    <w:rsid w:val="00253E8E"/>
    <w:rsid w:val="00255DC8"/>
    <w:rsid w:val="00256F9D"/>
    <w:rsid w:val="00257C50"/>
    <w:rsid w:val="00261344"/>
    <w:rsid w:val="00262B9C"/>
    <w:rsid w:val="00262C3D"/>
    <w:rsid w:val="0026435E"/>
    <w:rsid w:val="0026438E"/>
    <w:rsid w:val="00264AF8"/>
    <w:rsid w:val="002701FD"/>
    <w:rsid w:val="0027082E"/>
    <w:rsid w:val="002719F7"/>
    <w:rsid w:val="0027274C"/>
    <w:rsid w:val="002761FC"/>
    <w:rsid w:val="00276A46"/>
    <w:rsid w:val="00276B0D"/>
    <w:rsid w:val="00280447"/>
    <w:rsid w:val="0028407F"/>
    <w:rsid w:val="002843AC"/>
    <w:rsid w:val="00293F98"/>
    <w:rsid w:val="00296359"/>
    <w:rsid w:val="00297405"/>
    <w:rsid w:val="00297993"/>
    <w:rsid w:val="00297EF9"/>
    <w:rsid w:val="002A1178"/>
    <w:rsid w:val="002A13EF"/>
    <w:rsid w:val="002A2010"/>
    <w:rsid w:val="002A26EB"/>
    <w:rsid w:val="002A4BA2"/>
    <w:rsid w:val="002A5EFA"/>
    <w:rsid w:val="002A5F1B"/>
    <w:rsid w:val="002A6F52"/>
    <w:rsid w:val="002A7A95"/>
    <w:rsid w:val="002B16BE"/>
    <w:rsid w:val="002B1A89"/>
    <w:rsid w:val="002B26E6"/>
    <w:rsid w:val="002B4CD6"/>
    <w:rsid w:val="002B6685"/>
    <w:rsid w:val="002C2301"/>
    <w:rsid w:val="002C3863"/>
    <w:rsid w:val="002C3BC8"/>
    <w:rsid w:val="002C57BA"/>
    <w:rsid w:val="002C6F90"/>
    <w:rsid w:val="002D0281"/>
    <w:rsid w:val="002E14A3"/>
    <w:rsid w:val="002E1EDD"/>
    <w:rsid w:val="002E29DF"/>
    <w:rsid w:val="002E3475"/>
    <w:rsid w:val="002E3491"/>
    <w:rsid w:val="002E3FD2"/>
    <w:rsid w:val="002E45D7"/>
    <w:rsid w:val="002E6450"/>
    <w:rsid w:val="002E6DFF"/>
    <w:rsid w:val="002F3475"/>
    <w:rsid w:val="002F3543"/>
    <w:rsid w:val="002F39D6"/>
    <w:rsid w:val="002F5D23"/>
    <w:rsid w:val="002F6514"/>
    <w:rsid w:val="002F7BC6"/>
    <w:rsid w:val="0030043D"/>
    <w:rsid w:val="00301454"/>
    <w:rsid w:val="0030299C"/>
    <w:rsid w:val="003046A0"/>
    <w:rsid w:val="00304E21"/>
    <w:rsid w:val="00306266"/>
    <w:rsid w:val="00306B3E"/>
    <w:rsid w:val="003148DD"/>
    <w:rsid w:val="00315A95"/>
    <w:rsid w:val="00316462"/>
    <w:rsid w:val="003166E7"/>
    <w:rsid w:val="00316810"/>
    <w:rsid w:val="00322890"/>
    <w:rsid w:val="0032419B"/>
    <w:rsid w:val="00324F6A"/>
    <w:rsid w:val="00325770"/>
    <w:rsid w:val="00331C3A"/>
    <w:rsid w:val="0033364A"/>
    <w:rsid w:val="003337EB"/>
    <w:rsid w:val="003340E3"/>
    <w:rsid w:val="003352C7"/>
    <w:rsid w:val="0033582A"/>
    <w:rsid w:val="00335EB5"/>
    <w:rsid w:val="00337A41"/>
    <w:rsid w:val="00342C40"/>
    <w:rsid w:val="003435A7"/>
    <w:rsid w:val="00343791"/>
    <w:rsid w:val="00343955"/>
    <w:rsid w:val="00343B8A"/>
    <w:rsid w:val="00343CF6"/>
    <w:rsid w:val="0034799D"/>
    <w:rsid w:val="00351606"/>
    <w:rsid w:val="00351BBE"/>
    <w:rsid w:val="00352371"/>
    <w:rsid w:val="00354B71"/>
    <w:rsid w:val="003567D7"/>
    <w:rsid w:val="00357A6B"/>
    <w:rsid w:val="00361D88"/>
    <w:rsid w:val="00364199"/>
    <w:rsid w:val="00364321"/>
    <w:rsid w:val="00364F04"/>
    <w:rsid w:val="00366299"/>
    <w:rsid w:val="003673F9"/>
    <w:rsid w:val="003677B3"/>
    <w:rsid w:val="0037052A"/>
    <w:rsid w:val="00371E34"/>
    <w:rsid w:val="00372D84"/>
    <w:rsid w:val="0037379B"/>
    <w:rsid w:val="00383B2C"/>
    <w:rsid w:val="00383D18"/>
    <w:rsid w:val="003840A8"/>
    <w:rsid w:val="00386EF7"/>
    <w:rsid w:val="00391F40"/>
    <w:rsid w:val="003929D2"/>
    <w:rsid w:val="00392B37"/>
    <w:rsid w:val="00393E28"/>
    <w:rsid w:val="00393F50"/>
    <w:rsid w:val="00397854"/>
    <w:rsid w:val="00397DEE"/>
    <w:rsid w:val="00397E3A"/>
    <w:rsid w:val="003A0E8A"/>
    <w:rsid w:val="003A19FD"/>
    <w:rsid w:val="003A1D37"/>
    <w:rsid w:val="003A2422"/>
    <w:rsid w:val="003A4AB5"/>
    <w:rsid w:val="003A6DF4"/>
    <w:rsid w:val="003B153E"/>
    <w:rsid w:val="003B264B"/>
    <w:rsid w:val="003B3D49"/>
    <w:rsid w:val="003B608A"/>
    <w:rsid w:val="003B72C7"/>
    <w:rsid w:val="003C0092"/>
    <w:rsid w:val="003C0EFE"/>
    <w:rsid w:val="003C1C40"/>
    <w:rsid w:val="003C276A"/>
    <w:rsid w:val="003C2B28"/>
    <w:rsid w:val="003C3CF5"/>
    <w:rsid w:val="003C3F09"/>
    <w:rsid w:val="003C6397"/>
    <w:rsid w:val="003D19CB"/>
    <w:rsid w:val="003D2DCC"/>
    <w:rsid w:val="003E0289"/>
    <w:rsid w:val="003E30EB"/>
    <w:rsid w:val="003E32DF"/>
    <w:rsid w:val="003E3A5E"/>
    <w:rsid w:val="003E57F2"/>
    <w:rsid w:val="003F0E7A"/>
    <w:rsid w:val="003F23B9"/>
    <w:rsid w:val="003F2915"/>
    <w:rsid w:val="003F40F6"/>
    <w:rsid w:val="003F4643"/>
    <w:rsid w:val="003F55FF"/>
    <w:rsid w:val="003F5734"/>
    <w:rsid w:val="003F6256"/>
    <w:rsid w:val="0040011F"/>
    <w:rsid w:val="00402F4C"/>
    <w:rsid w:val="0040622E"/>
    <w:rsid w:val="00406884"/>
    <w:rsid w:val="0040771F"/>
    <w:rsid w:val="00410532"/>
    <w:rsid w:val="0041358A"/>
    <w:rsid w:val="0041610B"/>
    <w:rsid w:val="00416244"/>
    <w:rsid w:val="00420677"/>
    <w:rsid w:val="004233E5"/>
    <w:rsid w:val="0042352C"/>
    <w:rsid w:val="00424789"/>
    <w:rsid w:val="00425F29"/>
    <w:rsid w:val="0043003B"/>
    <w:rsid w:val="0043159E"/>
    <w:rsid w:val="00433259"/>
    <w:rsid w:val="00433D69"/>
    <w:rsid w:val="00434A4D"/>
    <w:rsid w:val="00437593"/>
    <w:rsid w:val="00440081"/>
    <w:rsid w:val="00440AC3"/>
    <w:rsid w:val="004429F2"/>
    <w:rsid w:val="004473C4"/>
    <w:rsid w:val="00447FDC"/>
    <w:rsid w:val="00453C34"/>
    <w:rsid w:val="00454029"/>
    <w:rsid w:val="004559ED"/>
    <w:rsid w:val="00455CCE"/>
    <w:rsid w:val="00456C40"/>
    <w:rsid w:val="004575A8"/>
    <w:rsid w:val="00461FA3"/>
    <w:rsid w:val="00462778"/>
    <w:rsid w:val="00462B95"/>
    <w:rsid w:val="00462D4F"/>
    <w:rsid w:val="00463018"/>
    <w:rsid w:val="004642CF"/>
    <w:rsid w:val="00464B1E"/>
    <w:rsid w:val="004651D4"/>
    <w:rsid w:val="004665CE"/>
    <w:rsid w:val="0047231A"/>
    <w:rsid w:val="00473D71"/>
    <w:rsid w:val="004746E8"/>
    <w:rsid w:val="0047514C"/>
    <w:rsid w:val="00480D2E"/>
    <w:rsid w:val="00481825"/>
    <w:rsid w:val="004826FC"/>
    <w:rsid w:val="004827A6"/>
    <w:rsid w:val="00483B3A"/>
    <w:rsid w:val="00484909"/>
    <w:rsid w:val="00484989"/>
    <w:rsid w:val="004909C1"/>
    <w:rsid w:val="00494B39"/>
    <w:rsid w:val="0049579B"/>
    <w:rsid w:val="00497DA8"/>
    <w:rsid w:val="004A147D"/>
    <w:rsid w:val="004A2BBD"/>
    <w:rsid w:val="004A3356"/>
    <w:rsid w:val="004A44F7"/>
    <w:rsid w:val="004B05E8"/>
    <w:rsid w:val="004B4833"/>
    <w:rsid w:val="004B731F"/>
    <w:rsid w:val="004C40DE"/>
    <w:rsid w:val="004C62DC"/>
    <w:rsid w:val="004D13C1"/>
    <w:rsid w:val="004D1B42"/>
    <w:rsid w:val="004D375B"/>
    <w:rsid w:val="004D437F"/>
    <w:rsid w:val="004D5181"/>
    <w:rsid w:val="004D63C4"/>
    <w:rsid w:val="004D6A92"/>
    <w:rsid w:val="004E02D5"/>
    <w:rsid w:val="004E145D"/>
    <w:rsid w:val="004E1FC8"/>
    <w:rsid w:val="004E3D4D"/>
    <w:rsid w:val="004E4CF6"/>
    <w:rsid w:val="004E4FE9"/>
    <w:rsid w:val="004E6A0E"/>
    <w:rsid w:val="004F26C6"/>
    <w:rsid w:val="004F558A"/>
    <w:rsid w:val="004F625C"/>
    <w:rsid w:val="0050130A"/>
    <w:rsid w:val="00502222"/>
    <w:rsid w:val="005022D6"/>
    <w:rsid w:val="00504A67"/>
    <w:rsid w:val="00506A31"/>
    <w:rsid w:val="0051086A"/>
    <w:rsid w:val="00512C30"/>
    <w:rsid w:val="0051677F"/>
    <w:rsid w:val="005171DE"/>
    <w:rsid w:val="00517735"/>
    <w:rsid w:val="00517C5E"/>
    <w:rsid w:val="005208B5"/>
    <w:rsid w:val="005219D9"/>
    <w:rsid w:val="00524171"/>
    <w:rsid w:val="00531EAC"/>
    <w:rsid w:val="00533478"/>
    <w:rsid w:val="00533A4B"/>
    <w:rsid w:val="00534709"/>
    <w:rsid w:val="00534EAF"/>
    <w:rsid w:val="00535A41"/>
    <w:rsid w:val="005371E4"/>
    <w:rsid w:val="0054113A"/>
    <w:rsid w:val="00541346"/>
    <w:rsid w:val="00541DE5"/>
    <w:rsid w:val="00542269"/>
    <w:rsid w:val="005425A6"/>
    <w:rsid w:val="005428E5"/>
    <w:rsid w:val="00542D93"/>
    <w:rsid w:val="00543BA3"/>
    <w:rsid w:val="00543C49"/>
    <w:rsid w:val="00544108"/>
    <w:rsid w:val="00545667"/>
    <w:rsid w:val="005518E8"/>
    <w:rsid w:val="00551D19"/>
    <w:rsid w:val="005528AC"/>
    <w:rsid w:val="005565A6"/>
    <w:rsid w:val="00557CB3"/>
    <w:rsid w:val="00563841"/>
    <w:rsid w:val="00563DF8"/>
    <w:rsid w:val="0056456B"/>
    <w:rsid w:val="0056544F"/>
    <w:rsid w:val="005661FC"/>
    <w:rsid w:val="0056694F"/>
    <w:rsid w:val="00567580"/>
    <w:rsid w:val="00570E2B"/>
    <w:rsid w:val="00572B5F"/>
    <w:rsid w:val="00574C61"/>
    <w:rsid w:val="0057783B"/>
    <w:rsid w:val="0058060D"/>
    <w:rsid w:val="00580B83"/>
    <w:rsid w:val="00581013"/>
    <w:rsid w:val="00581CFA"/>
    <w:rsid w:val="0058299E"/>
    <w:rsid w:val="00582BD7"/>
    <w:rsid w:val="00582ECA"/>
    <w:rsid w:val="00584154"/>
    <w:rsid w:val="00585487"/>
    <w:rsid w:val="00586DC4"/>
    <w:rsid w:val="0059039F"/>
    <w:rsid w:val="00591C63"/>
    <w:rsid w:val="00592A7D"/>
    <w:rsid w:val="00592BD9"/>
    <w:rsid w:val="00593DFE"/>
    <w:rsid w:val="00594DDC"/>
    <w:rsid w:val="00594E46"/>
    <w:rsid w:val="00596800"/>
    <w:rsid w:val="0059685D"/>
    <w:rsid w:val="005A03BC"/>
    <w:rsid w:val="005A5D02"/>
    <w:rsid w:val="005A5E5A"/>
    <w:rsid w:val="005B1DB4"/>
    <w:rsid w:val="005B2BAC"/>
    <w:rsid w:val="005B4831"/>
    <w:rsid w:val="005B691D"/>
    <w:rsid w:val="005B6A90"/>
    <w:rsid w:val="005B6CF9"/>
    <w:rsid w:val="005C3888"/>
    <w:rsid w:val="005C480B"/>
    <w:rsid w:val="005C482B"/>
    <w:rsid w:val="005C4955"/>
    <w:rsid w:val="005C5AEB"/>
    <w:rsid w:val="005C5E58"/>
    <w:rsid w:val="005C714C"/>
    <w:rsid w:val="005D1240"/>
    <w:rsid w:val="005D3CAB"/>
    <w:rsid w:val="005D5B73"/>
    <w:rsid w:val="005D7943"/>
    <w:rsid w:val="005E0550"/>
    <w:rsid w:val="005E0831"/>
    <w:rsid w:val="005E08C8"/>
    <w:rsid w:val="005E5305"/>
    <w:rsid w:val="005F3943"/>
    <w:rsid w:val="00600041"/>
    <w:rsid w:val="00600500"/>
    <w:rsid w:val="006033EA"/>
    <w:rsid w:val="0060343C"/>
    <w:rsid w:val="00603448"/>
    <w:rsid w:val="00604AA6"/>
    <w:rsid w:val="00604DFB"/>
    <w:rsid w:val="006073A9"/>
    <w:rsid w:val="0060744E"/>
    <w:rsid w:val="00617359"/>
    <w:rsid w:val="006177EC"/>
    <w:rsid w:val="006179DB"/>
    <w:rsid w:val="006227D5"/>
    <w:rsid w:val="0062385B"/>
    <w:rsid w:val="00623E57"/>
    <w:rsid w:val="00625200"/>
    <w:rsid w:val="00626D58"/>
    <w:rsid w:val="0062710E"/>
    <w:rsid w:val="00627484"/>
    <w:rsid w:val="006302AB"/>
    <w:rsid w:val="0063033F"/>
    <w:rsid w:val="006304C1"/>
    <w:rsid w:val="00636B55"/>
    <w:rsid w:val="006373AF"/>
    <w:rsid w:val="00642553"/>
    <w:rsid w:val="00642C68"/>
    <w:rsid w:val="00644381"/>
    <w:rsid w:val="00644F3F"/>
    <w:rsid w:val="00646B90"/>
    <w:rsid w:val="0064729B"/>
    <w:rsid w:val="00654D6F"/>
    <w:rsid w:val="006562BF"/>
    <w:rsid w:val="00656896"/>
    <w:rsid w:val="00660063"/>
    <w:rsid w:val="00660AC0"/>
    <w:rsid w:val="00660B1E"/>
    <w:rsid w:val="006611A1"/>
    <w:rsid w:val="00662F63"/>
    <w:rsid w:val="00665027"/>
    <w:rsid w:val="006656DD"/>
    <w:rsid w:val="00665EEF"/>
    <w:rsid w:val="0066709A"/>
    <w:rsid w:val="00670A32"/>
    <w:rsid w:val="0067203D"/>
    <w:rsid w:val="006728DF"/>
    <w:rsid w:val="00672A67"/>
    <w:rsid w:val="006738E4"/>
    <w:rsid w:val="00674A14"/>
    <w:rsid w:val="006779CA"/>
    <w:rsid w:val="00681A73"/>
    <w:rsid w:val="0068388E"/>
    <w:rsid w:val="0068697C"/>
    <w:rsid w:val="006876FE"/>
    <w:rsid w:val="006903B5"/>
    <w:rsid w:val="0069374F"/>
    <w:rsid w:val="006941DC"/>
    <w:rsid w:val="006A051D"/>
    <w:rsid w:val="006A0A44"/>
    <w:rsid w:val="006A4F0F"/>
    <w:rsid w:val="006A4F93"/>
    <w:rsid w:val="006A6F6A"/>
    <w:rsid w:val="006B126C"/>
    <w:rsid w:val="006B2176"/>
    <w:rsid w:val="006B670E"/>
    <w:rsid w:val="006C09A0"/>
    <w:rsid w:val="006C0AA9"/>
    <w:rsid w:val="006C20E0"/>
    <w:rsid w:val="006C314D"/>
    <w:rsid w:val="006C48F6"/>
    <w:rsid w:val="006C6453"/>
    <w:rsid w:val="006C6F1D"/>
    <w:rsid w:val="006D1484"/>
    <w:rsid w:val="006D35BB"/>
    <w:rsid w:val="006E1A44"/>
    <w:rsid w:val="006E244F"/>
    <w:rsid w:val="006E43BF"/>
    <w:rsid w:val="006F158C"/>
    <w:rsid w:val="006F29CD"/>
    <w:rsid w:val="006F5FC4"/>
    <w:rsid w:val="006F6353"/>
    <w:rsid w:val="006F6AF4"/>
    <w:rsid w:val="00701DC6"/>
    <w:rsid w:val="00702D5E"/>
    <w:rsid w:val="00702DFC"/>
    <w:rsid w:val="00703331"/>
    <w:rsid w:val="00703FA2"/>
    <w:rsid w:val="00705F1C"/>
    <w:rsid w:val="0070635C"/>
    <w:rsid w:val="007103EB"/>
    <w:rsid w:val="00715273"/>
    <w:rsid w:val="007162AD"/>
    <w:rsid w:val="00716409"/>
    <w:rsid w:val="00724375"/>
    <w:rsid w:val="007246A7"/>
    <w:rsid w:val="00730BDE"/>
    <w:rsid w:val="00732476"/>
    <w:rsid w:val="00732FD6"/>
    <w:rsid w:val="0073346E"/>
    <w:rsid w:val="00733604"/>
    <w:rsid w:val="00734D77"/>
    <w:rsid w:val="007354D9"/>
    <w:rsid w:val="007414BA"/>
    <w:rsid w:val="00742235"/>
    <w:rsid w:val="0074397A"/>
    <w:rsid w:val="00743E62"/>
    <w:rsid w:val="00747989"/>
    <w:rsid w:val="00755AAD"/>
    <w:rsid w:val="00755D2E"/>
    <w:rsid w:val="0075779C"/>
    <w:rsid w:val="00760167"/>
    <w:rsid w:val="00760803"/>
    <w:rsid w:val="007608F6"/>
    <w:rsid w:val="00760C79"/>
    <w:rsid w:val="00761B74"/>
    <w:rsid w:val="00762585"/>
    <w:rsid w:val="00762B75"/>
    <w:rsid w:val="0076401A"/>
    <w:rsid w:val="00764A6B"/>
    <w:rsid w:val="00766117"/>
    <w:rsid w:val="007666C3"/>
    <w:rsid w:val="00772D2D"/>
    <w:rsid w:val="00777A69"/>
    <w:rsid w:val="00781211"/>
    <w:rsid w:val="007815BC"/>
    <w:rsid w:val="00785E55"/>
    <w:rsid w:val="0078699D"/>
    <w:rsid w:val="00786DD4"/>
    <w:rsid w:val="00786F4A"/>
    <w:rsid w:val="0079179D"/>
    <w:rsid w:val="00792081"/>
    <w:rsid w:val="00792294"/>
    <w:rsid w:val="0079329E"/>
    <w:rsid w:val="00796EA5"/>
    <w:rsid w:val="007A082A"/>
    <w:rsid w:val="007A19D9"/>
    <w:rsid w:val="007A2E01"/>
    <w:rsid w:val="007A333D"/>
    <w:rsid w:val="007A5BF0"/>
    <w:rsid w:val="007A78E0"/>
    <w:rsid w:val="007B23DA"/>
    <w:rsid w:val="007B68E5"/>
    <w:rsid w:val="007B777B"/>
    <w:rsid w:val="007B799C"/>
    <w:rsid w:val="007C02CD"/>
    <w:rsid w:val="007C2DBD"/>
    <w:rsid w:val="007C7AFF"/>
    <w:rsid w:val="007D253C"/>
    <w:rsid w:val="007D2EE2"/>
    <w:rsid w:val="007D3C17"/>
    <w:rsid w:val="007D5B92"/>
    <w:rsid w:val="007D62FC"/>
    <w:rsid w:val="007D6AEE"/>
    <w:rsid w:val="007E5D39"/>
    <w:rsid w:val="007E6A25"/>
    <w:rsid w:val="007E74AB"/>
    <w:rsid w:val="007E78C1"/>
    <w:rsid w:val="007F06C4"/>
    <w:rsid w:val="007F3BFD"/>
    <w:rsid w:val="007F66A5"/>
    <w:rsid w:val="007F6B35"/>
    <w:rsid w:val="007F7AB1"/>
    <w:rsid w:val="00800209"/>
    <w:rsid w:val="00801984"/>
    <w:rsid w:val="00803621"/>
    <w:rsid w:val="00803854"/>
    <w:rsid w:val="00805942"/>
    <w:rsid w:val="00810EF7"/>
    <w:rsid w:val="00812CDB"/>
    <w:rsid w:val="00816A71"/>
    <w:rsid w:val="0082247B"/>
    <w:rsid w:val="0082294B"/>
    <w:rsid w:val="00824B62"/>
    <w:rsid w:val="00825BA5"/>
    <w:rsid w:val="00825FB8"/>
    <w:rsid w:val="00833F65"/>
    <w:rsid w:val="00837BB0"/>
    <w:rsid w:val="00843839"/>
    <w:rsid w:val="0084397A"/>
    <w:rsid w:val="008466BB"/>
    <w:rsid w:val="00847379"/>
    <w:rsid w:val="00850E60"/>
    <w:rsid w:val="00853FCC"/>
    <w:rsid w:val="00854DBE"/>
    <w:rsid w:val="00854E40"/>
    <w:rsid w:val="00855368"/>
    <w:rsid w:val="008553B9"/>
    <w:rsid w:val="008557C2"/>
    <w:rsid w:val="00855BEA"/>
    <w:rsid w:val="00855C54"/>
    <w:rsid w:val="00856AD7"/>
    <w:rsid w:val="0086260C"/>
    <w:rsid w:val="00867277"/>
    <w:rsid w:val="00870038"/>
    <w:rsid w:val="008738B5"/>
    <w:rsid w:val="0087484D"/>
    <w:rsid w:val="00876DAD"/>
    <w:rsid w:val="008772D5"/>
    <w:rsid w:val="00882B66"/>
    <w:rsid w:val="008835E6"/>
    <w:rsid w:val="008902B7"/>
    <w:rsid w:val="00891F75"/>
    <w:rsid w:val="0089208A"/>
    <w:rsid w:val="0089302B"/>
    <w:rsid w:val="00893F34"/>
    <w:rsid w:val="00895D34"/>
    <w:rsid w:val="008A04FA"/>
    <w:rsid w:val="008A299C"/>
    <w:rsid w:val="008A29BB"/>
    <w:rsid w:val="008A3B15"/>
    <w:rsid w:val="008A4524"/>
    <w:rsid w:val="008A4B42"/>
    <w:rsid w:val="008A5776"/>
    <w:rsid w:val="008A6413"/>
    <w:rsid w:val="008B182B"/>
    <w:rsid w:val="008B660D"/>
    <w:rsid w:val="008B6F96"/>
    <w:rsid w:val="008B706F"/>
    <w:rsid w:val="008C0AC4"/>
    <w:rsid w:val="008C0D58"/>
    <w:rsid w:val="008C1A4D"/>
    <w:rsid w:val="008C2F0D"/>
    <w:rsid w:val="008C3143"/>
    <w:rsid w:val="008C3467"/>
    <w:rsid w:val="008C3A34"/>
    <w:rsid w:val="008C3AFE"/>
    <w:rsid w:val="008C52D9"/>
    <w:rsid w:val="008C58F2"/>
    <w:rsid w:val="008C596B"/>
    <w:rsid w:val="008C5D11"/>
    <w:rsid w:val="008C5E4D"/>
    <w:rsid w:val="008C628B"/>
    <w:rsid w:val="008D0A24"/>
    <w:rsid w:val="008D172F"/>
    <w:rsid w:val="008D1CBE"/>
    <w:rsid w:val="008E021D"/>
    <w:rsid w:val="008E0407"/>
    <w:rsid w:val="008E163D"/>
    <w:rsid w:val="008E4EE8"/>
    <w:rsid w:val="008E5221"/>
    <w:rsid w:val="008E71A0"/>
    <w:rsid w:val="008F0184"/>
    <w:rsid w:val="008F11E8"/>
    <w:rsid w:val="008F40E5"/>
    <w:rsid w:val="008F50C3"/>
    <w:rsid w:val="008F60D6"/>
    <w:rsid w:val="00902969"/>
    <w:rsid w:val="00907951"/>
    <w:rsid w:val="00907EBF"/>
    <w:rsid w:val="00907FA2"/>
    <w:rsid w:val="0091007B"/>
    <w:rsid w:val="00910E7B"/>
    <w:rsid w:val="00912FD9"/>
    <w:rsid w:val="009132BC"/>
    <w:rsid w:val="00915BEB"/>
    <w:rsid w:val="009200D3"/>
    <w:rsid w:val="00920755"/>
    <w:rsid w:val="00920EA8"/>
    <w:rsid w:val="00922B06"/>
    <w:rsid w:val="00923686"/>
    <w:rsid w:val="00925C1B"/>
    <w:rsid w:val="00934CF6"/>
    <w:rsid w:val="0094080D"/>
    <w:rsid w:val="00941552"/>
    <w:rsid w:val="00942B19"/>
    <w:rsid w:val="00942C0B"/>
    <w:rsid w:val="00944717"/>
    <w:rsid w:val="00946649"/>
    <w:rsid w:val="00946B5E"/>
    <w:rsid w:val="00946F5B"/>
    <w:rsid w:val="00951B03"/>
    <w:rsid w:val="00951BA6"/>
    <w:rsid w:val="0095232B"/>
    <w:rsid w:val="00952903"/>
    <w:rsid w:val="009544A9"/>
    <w:rsid w:val="00956CDD"/>
    <w:rsid w:val="0096097A"/>
    <w:rsid w:val="00961C74"/>
    <w:rsid w:val="0096217F"/>
    <w:rsid w:val="009624DF"/>
    <w:rsid w:val="009638A0"/>
    <w:rsid w:val="0096392C"/>
    <w:rsid w:val="0096425F"/>
    <w:rsid w:val="00967AA9"/>
    <w:rsid w:val="00970070"/>
    <w:rsid w:val="00970D7B"/>
    <w:rsid w:val="00971D32"/>
    <w:rsid w:val="00972525"/>
    <w:rsid w:val="00972FAD"/>
    <w:rsid w:val="0097378E"/>
    <w:rsid w:val="009743B7"/>
    <w:rsid w:val="00975D2C"/>
    <w:rsid w:val="0097639D"/>
    <w:rsid w:val="00976F06"/>
    <w:rsid w:val="00984A6F"/>
    <w:rsid w:val="00984C33"/>
    <w:rsid w:val="00987BAD"/>
    <w:rsid w:val="00990C59"/>
    <w:rsid w:val="00992478"/>
    <w:rsid w:val="0099358E"/>
    <w:rsid w:val="0099362B"/>
    <w:rsid w:val="00993669"/>
    <w:rsid w:val="009938AF"/>
    <w:rsid w:val="009946B8"/>
    <w:rsid w:val="009965B3"/>
    <w:rsid w:val="009A06ED"/>
    <w:rsid w:val="009A0AAF"/>
    <w:rsid w:val="009A12BB"/>
    <w:rsid w:val="009A2491"/>
    <w:rsid w:val="009A5D61"/>
    <w:rsid w:val="009A61E0"/>
    <w:rsid w:val="009A6644"/>
    <w:rsid w:val="009A7739"/>
    <w:rsid w:val="009B075F"/>
    <w:rsid w:val="009B15F6"/>
    <w:rsid w:val="009B3E1E"/>
    <w:rsid w:val="009B48C2"/>
    <w:rsid w:val="009B6D15"/>
    <w:rsid w:val="009B7C90"/>
    <w:rsid w:val="009B7D33"/>
    <w:rsid w:val="009C0722"/>
    <w:rsid w:val="009C1476"/>
    <w:rsid w:val="009C194C"/>
    <w:rsid w:val="009C2FD6"/>
    <w:rsid w:val="009C4EC6"/>
    <w:rsid w:val="009C5808"/>
    <w:rsid w:val="009C661F"/>
    <w:rsid w:val="009D0351"/>
    <w:rsid w:val="009D04BC"/>
    <w:rsid w:val="009D2BF6"/>
    <w:rsid w:val="009D3137"/>
    <w:rsid w:val="009D5955"/>
    <w:rsid w:val="009D7584"/>
    <w:rsid w:val="009D761A"/>
    <w:rsid w:val="009E0541"/>
    <w:rsid w:val="009E08F4"/>
    <w:rsid w:val="009E209A"/>
    <w:rsid w:val="009E27E6"/>
    <w:rsid w:val="009E3A3D"/>
    <w:rsid w:val="009E52FB"/>
    <w:rsid w:val="009E64EE"/>
    <w:rsid w:val="009E65BD"/>
    <w:rsid w:val="009E6BE0"/>
    <w:rsid w:val="009F094B"/>
    <w:rsid w:val="009F12F9"/>
    <w:rsid w:val="009F1AFD"/>
    <w:rsid w:val="009F1EC8"/>
    <w:rsid w:val="009F4589"/>
    <w:rsid w:val="009F7D00"/>
    <w:rsid w:val="00A02673"/>
    <w:rsid w:val="00A02981"/>
    <w:rsid w:val="00A034D3"/>
    <w:rsid w:val="00A04532"/>
    <w:rsid w:val="00A04AF2"/>
    <w:rsid w:val="00A0685C"/>
    <w:rsid w:val="00A07362"/>
    <w:rsid w:val="00A1323F"/>
    <w:rsid w:val="00A14511"/>
    <w:rsid w:val="00A1503C"/>
    <w:rsid w:val="00A159F8"/>
    <w:rsid w:val="00A15C66"/>
    <w:rsid w:val="00A2048F"/>
    <w:rsid w:val="00A207F5"/>
    <w:rsid w:val="00A216F0"/>
    <w:rsid w:val="00A23C9B"/>
    <w:rsid w:val="00A32E02"/>
    <w:rsid w:val="00A34656"/>
    <w:rsid w:val="00A36551"/>
    <w:rsid w:val="00A36F2E"/>
    <w:rsid w:val="00A37517"/>
    <w:rsid w:val="00A37519"/>
    <w:rsid w:val="00A409B6"/>
    <w:rsid w:val="00A41A09"/>
    <w:rsid w:val="00A45AFA"/>
    <w:rsid w:val="00A47DAC"/>
    <w:rsid w:val="00A57999"/>
    <w:rsid w:val="00A601FB"/>
    <w:rsid w:val="00A60821"/>
    <w:rsid w:val="00A64EA7"/>
    <w:rsid w:val="00A650EA"/>
    <w:rsid w:val="00A6702D"/>
    <w:rsid w:val="00A7191A"/>
    <w:rsid w:val="00A71AD5"/>
    <w:rsid w:val="00A7496F"/>
    <w:rsid w:val="00A755B8"/>
    <w:rsid w:val="00A75814"/>
    <w:rsid w:val="00A76342"/>
    <w:rsid w:val="00A773E6"/>
    <w:rsid w:val="00A77FED"/>
    <w:rsid w:val="00A833F5"/>
    <w:rsid w:val="00A86149"/>
    <w:rsid w:val="00A905BD"/>
    <w:rsid w:val="00A92260"/>
    <w:rsid w:val="00A926D0"/>
    <w:rsid w:val="00A94BA6"/>
    <w:rsid w:val="00A974DF"/>
    <w:rsid w:val="00AA1067"/>
    <w:rsid w:val="00AA2DB7"/>
    <w:rsid w:val="00AA45B4"/>
    <w:rsid w:val="00AA4A77"/>
    <w:rsid w:val="00AB2210"/>
    <w:rsid w:val="00AB2832"/>
    <w:rsid w:val="00AB3D9D"/>
    <w:rsid w:val="00AB6076"/>
    <w:rsid w:val="00AC3025"/>
    <w:rsid w:val="00AC36B1"/>
    <w:rsid w:val="00AD5564"/>
    <w:rsid w:val="00AD7D3B"/>
    <w:rsid w:val="00AE09D4"/>
    <w:rsid w:val="00AE2939"/>
    <w:rsid w:val="00AE45FC"/>
    <w:rsid w:val="00AE47B4"/>
    <w:rsid w:val="00AE5955"/>
    <w:rsid w:val="00AE6F8E"/>
    <w:rsid w:val="00AF0574"/>
    <w:rsid w:val="00AF10BE"/>
    <w:rsid w:val="00AF2492"/>
    <w:rsid w:val="00AF29EA"/>
    <w:rsid w:val="00AF6DAA"/>
    <w:rsid w:val="00AF78C9"/>
    <w:rsid w:val="00AF7F08"/>
    <w:rsid w:val="00B0287E"/>
    <w:rsid w:val="00B03EAF"/>
    <w:rsid w:val="00B04AD3"/>
    <w:rsid w:val="00B07ED2"/>
    <w:rsid w:val="00B125CB"/>
    <w:rsid w:val="00B12940"/>
    <w:rsid w:val="00B1567E"/>
    <w:rsid w:val="00B16672"/>
    <w:rsid w:val="00B16CBA"/>
    <w:rsid w:val="00B17CF5"/>
    <w:rsid w:val="00B21865"/>
    <w:rsid w:val="00B21D15"/>
    <w:rsid w:val="00B223DB"/>
    <w:rsid w:val="00B250C2"/>
    <w:rsid w:val="00B26E24"/>
    <w:rsid w:val="00B272C2"/>
    <w:rsid w:val="00B307A1"/>
    <w:rsid w:val="00B30982"/>
    <w:rsid w:val="00B31A24"/>
    <w:rsid w:val="00B33795"/>
    <w:rsid w:val="00B368B0"/>
    <w:rsid w:val="00B36B6D"/>
    <w:rsid w:val="00B42082"/>
    <w:rsid w:val="00B427D4"/>
    <w:rsid w:val="00B44B3D"/>
    <w:rsid w:val="00B507D0"/>
    <w:rsid w:val="00B51658"/>
    <w:rsid w:val="00B54132"/>
    <w:rsid w:val="00B55012"/>
    <w:rsid w:val="00B558E9"/>
    <w:rsid w:val="00B62141"/>
    <w:rsid w:val="00B62AFD"/>
    <w:rsid w:val="00B62D0B"/>
    <w:rsid w:val="00B66686"/>
    <w:rsid w:val="00B66C91"/>
    <w:rsid w:val="00B7523E"/>
    <w:rsid w:val="00B83C08"/>
    <w:rsid w:val="00B85550"/>
    <w:rsid w:val="00B916AF"/>
    <w:rsid w:val="00B947AE"/>
    <w:rsid w:val="00BA0337"/>
    <w:rsid w:val="00BA240D"/>
    <w:rsid w:val="00BA66FD"/>
    <w:rsid w:val="00BA67A4"/>
    <w:rsid w:val="00BA75E5"/>
    <w:rsid w:val="00BB0A5A"/>
    <w:rsid w:val="00BB1418"/>
    <w:rsid w:val="00BB3E3F"/>
    <w:rsid w:val="00BB5DF7"/>
    <w:rsid w:val="00BB5E54"/>
    <w:rsid w:val="00BB62C4"/>
    <w:rsid w:val="00BB65AA"/>
    <w:rsid w:val="00BB74AC"/>
    <w:rsid w:val="00BB7997"/>
    <w:rsid w:val="00BC0132"/>
    <w:rsid w:val="00BC0F60"/>
    <w:rsid w:val="00BC1C5D"/>
    <w:rsid w:val="00BC2E59"/>
    <w:rsid w:val="00BC3458"/>
    <w:rsid w:val="00BC3ACE"/>
    <w:rsid w:val="00BC3B21"/>
    <w:rsid w:val="00BC41B5"/>
    <w:rsid w:val="00BD1AB6"/>
    <w:rsid w:val="00BD246A"/>
    <w:rsid w:val="00BD2608"/>
    <w:rsid w:val="00BD2779"/>
    <w:rsid w:val="00BD5CFB"/>
    <w:rsid w:val="00BD6C22"/>
    <w:rsid w:val="00BD6C7F"/>
    <w:rsid w:val="00BE0FD3"/>
    <w:rsid w:val="00BE2040"/>
    <w:rsid w:val="00BE4880"/>
    <w:rsid w:val="00BF2F6E"/>
    <w:rsid w:val="00BF31B4"/>
    <w:rsid w:val="00BF3FB7"/>
    <w:rsid w:val="00BF53C9"/>
    <w:rsid w:val="00BF5B3C"/>
    <w:rsid w:val="00BF5E37"/>
    <w:rsid w:val="00C00583"/>
    <w:rsid w:val="00C01330"/>
    <w:rsid w:val="00C0289E"/>
    <w:rsid w:val="00C04375"/>
    <w:rsid w:val="00C04FC0"/>
    <w:rsid w:val="00C0613C"/>
    <w:rsid w:val="00C06C8D"/>
    <w:rsid w:val="00C0770C"/>
    <w:rsid w:val="00C07996"/>
    <w:rsid w:val="00C12436"/>
    <w:rsid w:val="00C311CA"/>
    <w:rsid w:val="00C32AD4"/>
    <w:rsid w:val="00C32E66"/>
    <w:rsid w:val="00C33956"/>
    <w:rsid w:val="00C35552"/>
    <w:rsid w:val="00C359BC"/>
    <w:rsid w:val="00C4209B"/>
    <w:rsid w:val="00C427F9"/>
    <w:rsid w:val="00C43448"/>
    <w:rsid w:val="00C43CF0"/>
    <w:rsid w:val="00C46D71"/>
    <w:rsid w:val="00C503C0"/>
    <w:rsid w:val="00C51C7B"/>
    <w:rsid w:val="00C5572E"/>
    <w:rsid w:val="00C55E73"/>
    <w:rsid w:val="00C57BD6"/>
    <w:rsid w:val="00C57E47"/>
    <w:rsid w:val="00C62A24"/>
    <w:rsid w:val="00C62D47"/>
    <w:rsid w:val="00C630C8"/>
    <w:rsid w:val="00C64B17"/>
    <w:rsid w:val="00C6764D"/>
    <w:rsid w:val="00C67684"/>
    <w:rsid w:val="00C71806"/>
    <w:rsid w:val="00C71BC0"/>
    <w:rsid w:val="00C74270"/>
    <w:rsid w:val="00C80A12"/>
    <w:rsid w:val="00C861F1"/>
    <w:rsid w:val="00C86637"/>
    <w:rsid w:val="00C86F2B"/>
    <w:rsid w:val="00C9018A"/>
    <w:rsid w:val="00C90F29"/>
    <w:rsid w:val="00C910F9"/>
    <w:rsid w:val="00C95F81"/>
    <w:rsid w:val="00CA08BC"/>
    <w:rsid w:val="00CA0CD5"/>
    <w:rsid w:val="00CA2D53"/>
    <w:rsid w:val="00CA3379"/>
    <w:rsid w:val="00CA42F7"/>
    <w:rsid w:val="00CA4412"/>
    <w:rsid w:val="00CA728A"/>
    <w:rsid w:val="00CA787B"/>
    <w:rsid w:val="00CB0294"/>
    <w:rsid w:val="00CB552B"/>
    <w:rsid w:val="00CB75A6"/>
    <w:rsid w:val="00CB7D92"/>
    <w:rsid w:val="00CC0F79"/>
    <w:rsid w:val="00CC2A70"/>
    <w:rsid w:val="00CC41EB"/>
    <w:rsid w:val="00CC46A4"/>
    <w:rsid w:val="00CC612B"/>
    <w:rsid w:val="00CC7884"/>
    <w:rsid w:val="00CD194F"/>
    <w:rsid w:val="00CD35AC"/>
    <w:rsid w:val="00CD40EA"/>
    <w:rsid w:val="00CD4E5C"/>
    <w:rsid w:val="00CE00A5"/>
    <w:rsid w:val="00CE2C88"/>
    <w:rsid w:val="00CE53AE"/>
    <w:rsid w:val="00CE5C35"/>
    <w:rsid w:val="00CE5C78"/>
    <w:rsid w:val="00CE744E"/>
    <w:rsid w:val="00CF1762"/>
    <w:rsid w:val="00CF27B3"/>
    <w:rsid w:val="00CF3999"/>
    <w:rsid w:val="00CF7157"/>
    <w:rsid w:val="00D0153B"/>
    <w:rsid w:val="00D02CE3"/>
    <w:rsid w:val="00D03E85"/>
    <w:rsid w:val="00D068C9"/>
    <w:rsid w:val="00D115C4"/>
    <w:rsid w:val="00D12C09"/>
    <w:rsid w:val="00D12C3B"/>
    <w:rsid w:val="00D13021"/>
    <w:rsid w:val="00D148BD"/>
    <w:rsid w:val="00D14BB0"/>
    <w:rsid w:val="00D15C61"/>
    <w:rsid w:val="00D15DE5"/>
    <w:rsid w:val="00D160F9"/>
    <w:rsid w:val="00D17947"/>
    <w:rsid w:val="00D24220"/>
    <w:rsid w:val="00D24555"/>
    <w:rsid w:val="00D24807"/>
    <w:rsid w:val="00D24AB4"/>
    <w:rsid w:val="00D25D77"/>
    <w:rsid w:val="00D2642B"/>
    <w:rsid w:val="00D30EF9"/>
    <w:rsid w:val="00D33ED7"/>
    <w:rsid w:val="00D360CF"/>
    <w:rsid w:val="00D36D4A"/>
    <w:rsid w:val="00D407E1"/>
    <w:rsid w:val="00D44D7B"/>
    <w:rsid w:val="00D46C54"/>
    <w:rsid w:val="00D46F92"/>
    <w:rsid w:val="00D47746"/>
    <w:rsid w:val="00D50732"/>
    <w:rsid w:val="00D513A9"/>
    <w:rsid w:val="00D5205D"/>
    <w:rsid w:val="00D53F75"/>
    <w:rsid w:val="00D56052"/>
    <w:rsid w:val="00D56087"/>
    <w:rsid w:val="00D567B7"/>
    <w:rsid w:val="00D57799"/>
    <w:rsid w:val="00D614BE"/>
    <w:rsid w:val="00D625E3"/>
    <w:rsid w:val="00D63017"/>
    <w:rsid w:val="00D631E0"/>
    <w:rsid w:val="00D635FC"/>
    <w:rsid w:val="00D6413E"/>
    <w:rsid w:val="00D64CDB"/>
    <w:rsid w:val="00D64E47"/>
    <w:rsid w:val="00D66BA6"/>
    <w:rsid w:val="00D701B7"/>
    <w:rsid w:val="00D7042A"/>
    <w:rsid w:val="00D71204"/>
    <w:rsid w:val="00D71962"/>
    <w:rsid w:val="00D71AEF"/>
    <w:rsid w:val="00D71C78"/>
    <w:rsid w:val="00D740F3"/>
    <w:rsid w:val="00D740FB"/>
    <w:rsid w:val="00D769DA"/>
    <w:rsid w:val="00D807EF"/>
    <w:rsid w:val="00D82614"/>
    <w:rsid w:val="00D86A44"/>
    <w:rsid w:val="00D91461"/>
    <w:rsid w:val="00D916D3"/>
    <w:rsid w:val="00D9584D"/>
    <w:rsid w:val="00D95EE3"/>
    <w:rsid w:val="00DA5897"/>
    <w:rsid w:val="00DA647C"/>
    <w:rsid w:val="00DA691D"/>
    <w:rsid w:val="00DA7A74"/>
    <w:rsid w:val="00DB00D4"/>
    <w:rsid w:val="00DB463E"/>
    <w:rsid w:val="00DC0066"/>
    <w:rsid w:val="00DC0B85"/>
    <w:rsid w:val="00DC1B1F"/>
    <w:rsid w:val="00DC23D2"/>
    <w:rsid w:val="00DC2BE3"/>
    <w:rsid w:val="00DC465B"/>
    <w:rsid w:val="00DD0006"/>
    <w:rsid w:val="00DD0376"/>
    <w:rsid w:val="00DD0D88"/>
    <w:rsid w:val="00DD1B37"/>
    <w:rsid w:val="00DD20E9"/>
    <w:rsid w:val="00DD24CA"/>
    <w:rsid w:val="00DD2D27"/>
    <w:rsid w:val="00DE0153"/>
    <w:rsid w:val="00DE250F"/>
    <w:rsid w:val="00DE2C88"/>
    <w:rsid w:val="00DE4264"/>
    <w:rsid w:val="00DE706C"/>
    <w:rsid w:val="00DF006F"/>
    <w:rsid w:val="00DF376B"/>
    <w:rsid w:val="00DF46CE"/>
    <w:rsid w:val="00DF5259"/>
    <w:rsid w:val="00DF7C5D"/>
    <w:rsid w:val="00DF7ECA"/>
    <w:rsid w:val="00E01ABE"/>
    <w:rsid w:val="00E033B6"/>
    <w:rsid w:val="00E047C0"/>
    <w:rsid w:val="00E05E60"/>
    <w:rsid w:val="00E06101"/>
    <w:rsid w:val="00E06B4A"/>
    <w:rsid w:val="00E1066C"/>
    <w:rsid w:val="00E10BA7"/>
    <w:rsid w:val="00E126BE"/>
    <w:rsid w:val="00E128AB"/>
    <w:rsid w:val="00E140B1"/>
    <w:rsid w:val="00E166D1"/>
    <w:rsid w:val="00E174AD"/>
    <w:rsid w:val="00E210A1"/>
    <w:rsid w:val="00E219CD"/>
    <w:rsid w:val="00E22011"/>
    <w:rsid w:val="00E24543"/>
    <w:rsid w:val="00E25D08"/>
    <w:rsid w:val="00E27883"/>
    <w:rsid w:val="00E300C5"/>
    <w:rsid w:val="00E30E72"/>
    <w:rsid w:val="00E31E57"/>
    <w:rsid w:val="00E34326"/>
    <w:rsid w:val="00E34392"/>
    <w:rsid w:val="00E37544"/>
    <w:rsid w:val="00E40BB4"/>
    <w:rsid w:val="00E41FCA"/>
    <w:rsid w:val="00E42D6F"/>
    <w:rsid w:val="00E43DD4"/>
    <w:rsid w:val="00E44DD0"/>
    <w:rsid w:val="00E454EF"/>
    <w:rsid w:val="00E46191"/>
    <w:rsid w:val="00E479CE"/>
    <w:rsid w:val="00E50CA3"/>
    <w:rsid w:val="00E544D2"/>
    <w:rsid w:val="00E57E8A"/>
    <w:rsid w:val="00E61D76"/>
    <w:rsid w:val="00E63F9D"/>
    <w:rsid w:val="00E71841"/>
    <w:rsid w:val="00E72A6D"/>
    <w:rsid w:val="00E72F11"/>
    <w:rsid w:val="00E735A0"/>
    <w:rsid w:val="00E740C7"/>
    <w:rsid w:val="00E76551"/>
    <w:rsid w:val="00E77E6E"/>
    <w:rsid w:val="00E800DD"/>
    <w:rsid w:val="00E87427"/>
    <w:rsid w:val="00E90C92"/>
    <w:rsid w:val="00E91854"/>
    <w:rsid w:val="00E91AD1"/>
    <w:rsid w:val="00E92C89"/>
    <w:rsid w:val="00EA39EA"/>
    <w:rsid w:val="00EA3DBF"/>
    <w:rsid w:val="00EA47D6"/>
    <w:rsid w:val="00EA4AF9"/>
    <w:rsid w:val="00EA4F76"/>
    <w:rsid w:val="00EB18A9"/>
    <w:rsid w:val="00EB52AE"/>
    <w:rsid w:val="00EB5B4D"/>
    <w:rsid w:val="00EB77A1"/>
    <w:rsid w:val="00EC112C"/>
    <w:rsid w:val="00EC46DE"/>
    <w:rsid w:val="00EC5052"/>
    <w:rsid w:val="00EC5ACF"/>
    <w:rsid w:val="00EC7F5F"/>
    <w:rsid w:val="00ED0011"/>
    <w:rsid w:val="00EE1101"/>
    <w:rsid w:val="00EE551A"/>
    <w:rsid w:val="00EE5C4E"/>
    <w:rsid w:val="00EF1F1B"/>
    <w:rsid w:val="00EF24D6"/>
    <w:rsid w:val="00EF4764"/>
    <w:rsid w:val="00EF4846"/>
    <w:rsid w:val="00EF5E7E"/>
    <w:rsid w:val="00EF6716"/>
    <w:rsid w:val="00EF7059"/>
    <w:rsid w:val="00EF710C"/>
    <w:rsid w:val="00EF7980"/>
    <w:rsid w:val="00EF7F2B"/>
    <w:rsid w:val="00F032CD"/>
    <w:rsid w:val="00F046F9"/>
    <w:rsid w:val="00F04AFE"/>
    <w:rsid w:val="00F0674D"/>
    <w:rsid w:val="00F070CB"/>
    <w:rsid w:val="00F15139"/>
    <w:rsid w:val="00F220EE"/>
    <w:rsid w:val="00F233D0"/>
    <w:rsid w:val="00F24EA9"/>
    <w:rsid w:val="00F26D35"/>
    <w:rsid w:val="00F3005A"/>
    <w:rsid w:val="00F3214F"/>
    <w:rsid w:val="00F37855"/>
    <w:rsid w:val="00F42FA6"/>
    <w:rsid w:val="00F43B33"/>
    <w:rsid w:val="00F44C99"/>
    <w:rsid w:val="00F47E0B"/>
    <w:rsid w:val="00F51F94"/>
    <w:rsid w:val="00F53582"/>
    <w:rsid w:val="00F535EB"/>
    <w:rsid w:val="00F54548"/>
    <w:rsid w:val="00F5479E"/>
    <w:rsid w:val="00F54BFF"/>
    <w:rsid w:val="00F56ECE"/>
    <w:rsid w:val="00F57F1E"/>
    <w:rsid w:val="00F6154A"/>
    <w:rsid w:val="00F61F77"/>
    <w:rsid w:val="00F667C3"/>
    <w:rsid w:val="00F6688C"/>
    <w:rsid w:val="00F674B7"/>
    <w:rsid w:val="00F71139"/>
    <w:rsid w:val="00F752F0"/>
    <w:rsid w:val="00F75B2E"/>
    <w:rsid w:val="00F762CC"/>
    <w:rsid w:val="00F764B6"/>
    <w:rsid w:val="00F76F27"/>
    <w:rsid w:val="00F77163"/>
    <w:rsid w:val="00F80B93"/>
    <w:rsid w:val="00F81B76"/>
    <w:rsid w:val="00F81E85"/>
    <w:rsid w:val="00F8782C"/>
    <w:rsid w:val="00F915FE"/>
    <w:rsid w:val="00F91D9A"/>
    <w:rsid w:val="00F94E6D"/>
    <w:rsid w:val="00F95AC3"/>
    <w:rsid w:val="00F97F35"/>
    <w:rsid w:val="00FA0296"/>
    <w:rsid w:val="00FA27AB"/>
    <w:rsid w:val="00FA6830"/>
    <w:rsid w:val="00FA72E2"/>
    <w:rsid w:val="00FB1621"/>
    <w:rsid w:val="00FB2A7A"/>
    <w:rsid w:val="00FB5855"/>
    <w:rsid w:val="00FB7FD9"/>
    <w:rsid w:val="00FC0A0C"/>
    <w:rsid w:val="00FC1C90"/>
    <w:rsid w:val="00FC3DA2"/>
    <w:rsid w:val="00FC6BEF"/>
    <w:rsid w:val="00FC793F"/>
    <w:rsid w:val="00FD27F2"/>
    <w:rsid w:val="00FD32B9"/>
    <w:rsid w:val="00FD3D78"/>
    <w:rsid w:val="00FE1C3B"/>
    <w:rsid w:val="00FE1EF0"/>
    <w:rsid w:val="00FE3E98"/>
    <w:rsid w:val="00FF2A39"/>
    <w:rsid w:val="00FF39DA"/>
    <w:rsid w:val="00FF5714"/>
    <w:rsid w:val="00FF6222"/>
    <w:rsid w:val="00FF78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9BA3ACA"/>
  <w15:docId w15:val="{67367C0A-817C-49F2-98CB-A28DD8862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038"/>
    <w:pPr>
      <w:spacing w:before="60" w:after="120" w:line="240" w:lineRule="auto"/>
      <w:ind w:left="567" w:hanging="567"/>
    </w:pPr>
    <w:rPr>
      <w:rFonts w:ascii="Arial" w:eastAsia="Times New Roman" w:hAnsi="Arial" w:cs="Arial"/>
      <w:szCs w:val="20"/>
    </w:rPr>
  </w:style>
  <w:style w:type="paragraph" w:styleId="Heading1">
    <w:name w:val="heading 1"/>
    <w:aliases w:val="title,Main,heading 1 (Main),BB,Level 1,Headline1,Section Heading,Headline11,Headline12,Headline13,Heading,H1,tchead,h1,1m,ODOT,A MAJOR/BOLD,Schedheading,h1 chapter heading,Heading 1(Report Only),RFP Heading 1,No numbers,Attribute Heading 1,1,c"/>
    <w:basedOn w:val="Normal"/>
    <w:next w:val="Body1"/>
    <w:link w:val="Heading1Char"/>
    <w:qFormat/>
    <w:rsid w:val="003E57F2"/>
    <w:pPr>
      <w:keepNext/>
      <w:numPr>
        <w:numId w:val="3"/>
      </w:numPr>
      <w:spacing w:before="240" w:after="60"/>
      <w:outlineLvl w:val="0"/>
    </w:pPr>
    <w:rPr>
      <w:rFonts w:ascii="Arial Bold" w:hAnsi="Arial Bold"/>
      <w:b/>
      <w:caps/>
      <w:kern w:val="28"/>
      <w:sz w:val="16"/>
    </w:rPr>
  </w:style>
  <w:style w:type="paragraph" w:styleId="Heading2">
    <w:name w:val="heading 2"/>
    <w:aliases w:val="Clause 1,Level 2,Level 2 Head,H2,proj2,proj21,proj22,proj23,proj24,proj25,proj26,proj27,proj28,proj29,proj210,proj211,proj212,proj221,proj231,proj241,proj251,proj261,proj271,proj281,proj291,proj2101,proj2111,proj213,proj222,proj232,proj242,2,h"/>
    <w:basedOn w:val="Normal"/>
    <w:link w:val="Heading2Char"/>
    <w:qFormat/>
    <w:rsid w:val="000E613B"/>
    <w:pPr>
      <w:numPr>
        <w:ilvl w:val="1"/>
        <w:numId w:val="3"/>
      </w:numPr>
      <w:tabs>
        <w:tab w:val="left" w:pos="1134"/>
      </w:tabs>
      <w:spacing w:before="0" w:after="60"/>
      <w:outlineLvl w:val="1"/>
    </w:pPr>
    <w:rPr>
      <w:sz w:val="15"/>
    </w:rPr>
  </w:style>
  <w:style w:type="paragraph" w:styleId="Heading3">
    <w:name w:val="heading 3"/>
    <w:aliases w:val="Head 3,3 bullet,b,h3,DOD Heading 3,Subhead2,H3,3m,C Sub-Sub/Italic,h3 sub heading,Head 31,Head 32,C Sub-Sub/Italic1,3,h3 sub heading1,RFP Heading 3,H31,(Alt+3),(Alt+3)1,(Alt+3)2,(Alt+3)3,(Alt+3)4,(Alt+3)5,(Alt+3)6,(Alt+3)11,(Alt+3)21,(Alt+3)31"/>
    <w:basedOn w:val="Normal"/>
    <w:link w:val="Heading3Char"/>
    <w:qFormat/>
    <w:rsid w:val="000E613B"/>
    <w:pPr>
      <w:numPr>
        <w:ilvl w:val="2"/>
        <w:numId w:val="3"/>
      </w:numPr>
      <w:spacing w:before="0" w:after="60"/>
      <w:outlineLvl w:val="2"/>
    </w:pPr>
    <w:rPr>
      <w:sz w:val="15"/>
    </w:rPr>
  </w:style>
  <w:style w:type="paragraph" w:styleId="Heading4">
    <w:name w:val="heading 4"/>
    <w:aliases w:val="Heading 4 (a) Indent 1.5,h 4,h4,4m,h4 sub sub heading,GPH Heading 4,H4,Level 2 - a,CS Heading 4,Map Title,(Small Appendix),Sub-Minor,Schedules,Schedules1,Schedules2,Schedules11,level4,sd,2nd sub-clause,4,h41,h42,Para4,(Alt+4),H41,(Alt+4)1,H42"/>
    <w:basedOn w:val="Normal"/>
    <w:link w:val="Heading4Char"/>
    <w:qFormat/>
    <w:rsid w:val="001B08F9"/>
    <w:pPr>
      <w:numPr>
        <w:ilvl w:val="3"/>
        <w:numId w:val="3"/>
      </w:numPr>
      <w:spacing w:before="0" w:after="60"/>
      <w:outlineLvl w:val="3"/>
    </w:pPr>
    <w:rPr>
      <w:sz w:val="16"/>
    </w:rPr>
  </w:style>
  <w:style w:type="paragraph" w:styleId="Heading5">
    <w:name w:val="heading 5"/>
    <w:aliases w:val="Level 3 - i,Heading 5(unused),E Bold/Centred,5,s,h5,CS Heading 5,Block Label,Body Text (R),Appendix A to X,Heading 5   Appendix A to X,Appendix A to X1,Heading 5   Appendix A to X1,Heading 5   Appendix A to X2,Appendix A to X2,H5,(A),A"/>
    <w:basedOn w:val="Normal"/>
    <w:link w:val="Heading5Char"/>
    <w:qFormat/>
    <w:rsid w:val="00870038"/>
    <w:pPr>
      <w:numPr>
        <w:ilvl w:val="4"/>
        <w:numId w:val="3"/>
      </w:numPr>
      <w:outlineLvl w:val="4"/>
    </w:pPr>
  </w:style>
  <w:style w:type="paragraph" w:styleId="Heading6">
    <w:name w:val="heading 6"/>
    <w:aliases w:val="Legal Level 1.,Heading 6(unused),CS Heading 6,Sub5Para,L1 PIP,a,H6,Heading 6  Appendix Y &amp; Z,Heading 6  Appendix Y &amp; Z1,Heading 6  Appendix Y &amp; Z2,Heading 6  Appendix Y &amp; Z11,as,level6,a.,Sub-sub Para,Body Text 5,rp_Heading 6,DO NOT USE_h6,h6"/>
    <w:basedOn w:val="Normal"/>
    <w:link w:val="Heading6Char"/>
    <w:qFormat/>
    <w:rsid w:val="00870038"/>
    <w:pPr>
      <w:numPr>
        <w:ilvl w:val="5"/>
        <w:numId w:val="3"/>
      </w:numPr>
      <w:tabs>
        <w:tab w:val="left" w:pos="3969"/>
      </w:tabs>
      <w:outlineLvl w:val="5"/>
    </w:pPr>
  </w:style>
  <w:style w:type="paragraph" w:styleId="Heading7">
    <w:name w:val="heading 7"/>
    <w:aliases w:val="Legal Level 1.1.,Heading 7(unused),CS Heading 7,L2 PIP,H7,level1noheading,i.,Body Text 6,Appendix Level 1,rp_Heading 7,st,Heading 7 UNUSED,(1)"/>
    <w:basedOn w:val="Normal"/>
    <w:link w:val="Heading7Char"/>
    <w:qFormat/>
    <w:rsid w:val="00870038"/>
    <w:pPr>
      <w:numPr>
        <w:ilvl w:val="6"/>
        <w:numId w:val="3"/>
      </w:numPr>
      <w:tabs>
        <w:tab w:val="left" w:pos="4536"/>
      </w:tabs>
      <w:outlineLvl w:val="6"/>
    </w:pPr>
  </w:style>
  <w:style w:type="paragraph" w:styleId="Heading8">
    <w:name w:val="heading 8"/>
    <w:aliases w:val="Legal Level 1.1.1.,Heading 8(unused),h8,CS Heading 8,Legal Level 1.1.1.1,Heading 8(unused)1,Legal Level 1.1.1.2,Heading 8(unused)2,Legal Level 1.1.1.3,Heading 8(unused)3,Legal Level 1.1.1.11,Heading 8(unused)11,Legal Level 1.1.1.21,L3 PIP,H8,t"/>
    <w:basedOn w:val="Normal"/>
    <w:link w:val="Heading8Char"/>
    <w:qFormat/>
    <w:rsid w:val="00870038"/>
    <w:pPr>
      <w:numPr>
        <w:ilvl w:val="7"/>
        <w:numId w:val="3"/>
      </w:numPr>
      <w:tabs>
        <w:tab w:val="left" w:pos="5103"/>
      </w:tabs>
      <w:outlineLvl w:val="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itle Char,Main Char,heading 1 (Main) Char,BB Char,Level 1 Char,Headline1 Char,Section Heading Char,Headline11 Char,Headline12 Char,Headline13 Char,Heading Char,H1 Char,tchead Char,h1 Char,1m Char,ODOT Char,A MAJOR/BOLD Char,1 Char,c Char"/>
    <w:basedOn w:val="DefaultParagraphFont"/>
    <w:link w:val="Heading1"/>
    <w:rsid w:val="003E57F2"/>
    <w:rPr>
      <w:rFonts w:ascii="Arial Bold" w:eastAsia="Times New Roman" w:hAnsi="Arial Bold" w:cs="Arial"/>
      <w:b/>
      <w:caps/>
      <w:kern w:val="28"/>
      <w:sz w:val="16"/>
      <w:szCs w:val="20"/>
    </w:rPr>
  </w:style>
  <w:style w:type="character" w:customStyle="1" w:styleId="Heading2Char">
    <w:name w:val="Heading 2 Char"/>
    <w:aliases w:val="Clause 1 Char,Level 2 Char,Level 2 Head Char,H2 Char,proj2 Char,proj21 Char,proj22 Char,proj23 Char,proj24 Char,proj25 Char,proj26 Char,proj27 Char,proj28 Char,proj29 Char,proj210 Char,proj211 Char,proj212 Char,proj221 Char,proj231 Char"/>
    <w:basedOn w:val="DefaultParagraphFont"/>
    <w:link w:val="Heading2"/>
    <w:rsid w:val="000E613B"/>
    <w:rPr>
      <w:rFonts w:ascii="Arial" w:eastAsia="Times New Roman" w:hAnsi="Arial" w:cs="Arial"/>
      <w:sz w:val="15"/>
      <w:szCs w:val="20"/>
    </w:rPr>
  </w:style>
  <w:style w:type="character" w:customStyle="1" w:styleId="Heading3Char">
    <w:name w:val="Heading 3 Char"/>
    <w:aliases w:val="Head 3 Char,3 bullet Char,b Char,h3 Char,DOD Heading 3 Char,Subhead2 Char,H3 Char,3m Char,C Sub-Sub/Italic Char,h3 sub heading Char,Head 31 Char,Head 32 Char,C Sub-Sub/Italic1 Char,3 Char,h3 sub heading1 Char,RFP Heading 3 Char,H31 Char"/>
    <w:basedOn w:val="DefaultParagraphFont"/>
    <w:link w:val="Heading3"/>
    <w:rsid w:val="000E613B"/>
    <w:rPr>
      <w:rFonts w:ascii="Arial" w:eastAsia="Times New Roman" w:hAnsi="Arial" w:cs="Arial"/>
      <w:sz w:val="15"/>
      <w:szCs w:val="20"/>
    </w:rPr>
  </w:style>
  <w:style w:type="character" w:customStyle="1" w:styleId="Heading4Char">
    <w:name w:val="Heading 4 Char"/>
    <w:aliases w:val="Heading 4 (a) Indent 1.5 Char,h 4 Char,h4 Char,4m Char,h4 sub sub heading Char,GPH Heading 4 Char,H4 Char,Level 2 - a Char,CS Heading 4 Char,Map Title Char,(Small Appendix) Char,Sub-Minor Char,Schedules Char,Schedules1 Char,level4 Char"/>
    <w:basedOn w:val="DefaultParagraphFont"/>
    <w:link w:val="Heading4"/>
    <w:rsid w:val="001B08F9"/>
    <w:rPr>
      <w:rFonts w:ascii="Arial" w:eastAsia="Times New Roman" w:hAnsi="Arial" w:cs="Arial"/>
      <w:sz w:val="16"/>
      <w:szCs w:val="20"/>
    </w:rPr>
  </w:style>
  <w:style w:type="character" w:customStyle="1" w:styleId="Heading5Char">
    <w:name w:val="Heading 5 Char"/>
    <w:aliases w:val="Level 3 - i Char,Heading 5(unused) Char,E Bold/Centred Char,5 Char,s Char,h5 Char,CS Heading 5 Char,Block Label Char,Body Text (R) Char,Appendix A to X Char,Heading 5   Appendix A to X Char,Appendix A to X1 Char,Appendix A to X2 Char"/>
    <w:basedOn w:val="DefaultParagraphFont"/>
    <w:link w:val="Heading5"/>
    <w:rsid w:val="00870038"/>
    <w:rPr>
      <w:rFonts w:ascii="Arial" w:eastAsia="Times New Roman" w:hAnsi="Arial" w:cs="Arial"/>
      <w:szCs w:val="20"/>
    </w:rPr>
  </w:style>
  <w:style w:type="character" w:customStyle="1" w:styleId="Heading6Char">
    <w:name w:val="Heading 6 Char"/>
    <w:aliases w:val="Legal Level 1. Char,Heading 6(unused) Char,CS Heading 6 Char,Sub5Para Char,L1 PIP Char,a Char,H6 Char,Heading 6  Appendix Y &amp; Z Char,Heading 6  Appendix Y &amp; Z1 Char,Heading 6  Appendix Y &amp; Z2 Char,Heading 6  Appendix Y &amp; Z11 Char,as Char"/>
    <w:basedOn w:val="DefaultParagraphFont"/>
    <w:link w:val="Heading6"/>
    <w:rsid w:val="00870038"/>
    <w:rPr>
      <w:rFonts w:ascii="Arial" w:eastAsia="Times New Roman" w:hAnsi="Arial" w:cs="Arial"/>
      <w:szCs w:val="20"/>
    </w:rPr>
  </w:style>
  <w:style w:type="character" w:customStyle="1" w:styleId="Heading7Char">
    <w:name w:val="Heading 7 Char"/>
    <w:aliases w:val="Legal Level 1.1. Char,Heading 7(unused) Char,CS Heading 7 Char,L2 PIP Char,H7 Char,level1noheading Char,i. Char,Body Text 6 Char,Appendix Level 1 Char,rp_Heading 7 Char,st Char,Heading 7 UNUSED Char,(1) Char"/>
    <w:basedOn w:val="DefaultParagraphFont"/>
    <w:link w:val="Heading7"/>
    <w:rsid w:val="00870038"/>
    <w:rPr>
      <w:rFonts w:ascii="Arial" w:eastAsia="Times New Roman" w:hAnsi="Arial" w:cs="Arial"/>
      <w:szCs w:val="20"/>
    </w:rPr>
  </w:style>
  <w:style w:type="character" w:customStyle="1" w:styleId="Heading8Char">
    <w:name w:val="Heading 8 Char"/>
    <w:aliases w:val="Legal Level 1.1.1. Char,Heading 8(unused) Char,h8 Char,CS Heading 8 Char,Legal Level 1.1.1.1 Char,Heading 8(unused)1 Char,Legal Level 1.1.1.2 Char,Heading 8(unused)2 Char,Legal Level 1.1.1.3 Char,Heading 8(unused)3 Char,L3 PIP Char,t Char"/>
    <w:basedOn w:val="DefaultParagraphFont"/>
    <w:link w:val="Heading8"/>
    <w:rsid w:val="00870038"/>
    <w:rPr>
      <w:rFonts w:ascii="Arial" w:eastAsia="Times New Roman" w:hAnsi="Arial" w:cs="Arial"/>
      <w:szCs w:val="20"/>
    </w:rPr>
  </w:style>
  <w:style w:type="paragraph" w:customStyle="1" w:styleId="Body1">
    <w:name w:val="Body 1"/>
    <w:basedOn w:val="Normal"/>
    <w:link w:val="Body1Char"/>
    <w:rsid w:val="000E613B"/>
    <w:pPr>
      <w:spacing w:before="0" w:after="60"/>
      <w:ind w:firstLine="0"/>
    </w:pPr>
    <w:rPr>
      <w:sz w:val="15"/>
    </w:rPr>
  </w:style>
  <w:style w:type="paragraph" w:styleId="Header">
    <w:name w:val="header"/>
    <w:basedOn w:val="Normal"/>
    <w:link w:val="HeaderChar"/>
    <w:rsid w:val="00870038"/>
    <w:pPr>
      <w:pBdr>
        <w:bottom w:val="single" w:sz="6" w:space="3" w:color="auto"/>
      </w:pBdr>
      <w:jc w:val="right"/>
    </w:pPr>
  </w:style>
  <w:style w:type="character" w:customStyle="1" w:styleId="HeaderChar">
    <w:name w:val="Header Char"/>
    <w:basedOn w:val="DefaultParagraphFont"/>
    <w:link w:val="Header"/>
    <w:rsid w:val="00870038"/>
    <w:rPr>
      <w:rFonts w:ascii="Arial" w:eastAsia="Times New Roman" w:hAnsi="Arial" w:cs="Arial"/>
      <w:szCs w:val="20"/>
    </w:rPr>
  </w:style>
  <w:style w:type="character" w:styleId="PageNumber">
    <w:name w:val="page number"/>
    <w:rsid w:val="00870038"/>
    <w:rPr>
      <w:rFonts w:ascii="Arial" w:hAnsi="Arial"/>
      <w:sz w:val="22"/>
    </w:rPr>
  </w:style>
  <w:style w:type="paragraph" w:styleId="Footer">
    <w:name w:val="footer"/>
    <w:basedOn w:val="Normal"/>
    <w:link w:val="FooterChar"/>
    <w:rsid w:val="00870038"/>
    <w:pPr>
      <w:pBdr>
        <w:top w:val="single" w:sz="6" w:space="3" w:color="auto"/>
      </w:pBdr>
      <w:tabs>
        <w:tab w:val="center" w:pos="4536"/>
        <w:tab w:val="right" w:pos="9072"/>
      </w:tabs>
    </w:pPr>
    <w:rPr>
      <w:sz w:val="16"/>
    </w:rPr>
  </w:style>
  <w:style w:type="character" w:customStyle="1" w:styleId="FooterChar">
    <w:name w:val="Footer Char"/>
    <w:basedOn w:val="DefaultParagraphFont"/>
    <w:link w:val="Footer"/>
    <w:rsid w:val="00870038"/>
    <w:rPr>
      <w:rFonts w:ascii="Arial" w:eastAsia="Times New Roman" w:hAnsi="Arial" w:cs="Arial"/>
      <w:sz w:val="16"/>
      <w:szCs w:val="20"/>
    </w:rPr>
  </w:style>
  <w:style w:type="paragraph" w:customStyle="1" w:styleId="ScheduleHeading">
    <w:name w:val="Schedule Heading"/>
    <w:basedOn w:val="Caption"/>
    <w:next w:val="Normal"/>
    <w:rsid w:val="00870038"/>
    <w:pPr>
      <w:spacing w:before="60" w:after="0" w:line="480" w:lineRule="auto"/>
      <w:jc w:val="center"/>
    </w:pPr>
    <w:rPr>
      <w:bCs w:val="0"/>
      <w:color w:val="auto"/>
      <w:sz w:val="22"/>
      <w:szCs w:val="20"/>
      <w:u w:val="single"/>
    </w:rPr>
  </w:style>
  <w:style w:type="paragraph" w:customStyle="1" w:styleId="StyleHeading1titleMainheading1MainBBLevel1Headline1Se">
    <w:name w:val="Style Heading 1titleMainheading 1 (Main)BBLevel 1Headline1Se..."/>
    <w:basedOn w:val="Heading1"/>
    <w:rsid w:val="00870038"/>
    <w:rPr>
      <w:rFonts w:cs="Times New Roman"/>
      <w:bCs/>
      <w:caps w:val="0"/>
      <w:kern w:val="0"/>
      <w:sz w:val="18"/>
    </w:rPr>
  </w:style>
  <w:style w:type="character" w:customStyle="1" w:styleId="Body1Char">
    <w:name w:val="Body 1 Char"/>
    <w:link w:val="Body1"/>
    <w:rsid w:val="000E613B"/>
    <w:rPr>
      <w:rFonts w:ascii="Arial" w:eastAsia="Times New Roman" w:hAnsi="Arial" w:cs="Arial"/>
      <w:sz w:val="15"/>
      <w:szCs w:val="20"/>
    </w:rPr>
  </w:style>
  <w:style w:type="paragraph" w:styleId="Caption">
    <w:name w:val="caption"/>
    <w:basedOn w:val="Normal"/>
    <w:next w:val="Normal"/>
    <w:uiPriority w:val="35"/>
    <w:semiHidden/>
    <w:unhideWhenUsed/>
    <w:qFormat/>
    <w:rsid w:val="00870038"/>
    <w:pPr>
      <w:spacing w:before="0" w:after="200"/>
    </w:pPr>
    <w:rPr>
      <w:b/>
      <w:bCs/>
      <w:color w:val="4F81BD" w:themeColor="accent1"/>
      <w:sz w:val="18"/>
      <w:szCs w:val="18"/>
    </w:rPr>
  </w:style>
  <w:style w:type="paragraph" w:styleId="BalloonText">
    <w:name w:val="Balloon Text"/>
    <w:basedOn w:val="Normal"/>
    <w:link w:val="BalloonTextChar"/>
    <w:uiPriority w:val="99"/>
    <w:semiHidden/>
    <w:unhideWhenUsed/>
    <w:rsid w:val="0087003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0038"/>
    <w:rPr>
      <w:rFonts w:ascii="Tahoma" w:eastAsia="Times New Roman" w:hAnsi="Tahoma" w:cs="Tahoma"/>
      <w:sz w:val="16"/>
      <w:szCs w:val="16"/>
    </w:rPr>
  </w:style>
  <w:style w:type="paragraph" w:customStyle="1" w:styleId="HGRSealingClauses">
    <w:name w:val="HGR Sealing Clauses"/>
    <w:basedOn w:val="Normal"/>
    <w:rsid w:val="0058299E"/>
    <w:pPr>
      <w:keepNext/>
      <w:tabs>
        <w:tab w:val="left" w:pos="851"/>
        <w:tab w:val="left" w:pos="1701"/>
        <w:tab w:val="left" w:pos="2552"/>
        <w:tab w:val="left" w:pos="3402"/>
        <w:tab w:val="left" w:pos="4253"/>
        <w:tab w:val="right" w:pos="9072"/>
      </w:tabs>
      <w:spacing w:before="0" w:after="0"/>
      <w:ind w:left="0" w:firstLine="0"/>
      <w:jc w:val="both"/>
    </w:pPr>
    <w:rPr>
      <w:rFonts w:cs="Times New Roman"/>
      <w:lang w:eastAsia="en-AU"/>
    </w:rPr>
  </w:style>
  <w:style w:type="character" w:styleId="CommentReference">
    <w:name w:val="annotation reference"/>
    <w:basedOn w:val="DefaultParagraphFont"/>
    <w:uiPriority w:val="99"/>
    <w:unhideWhenUsed/>
    <w:rsid w:val="00F94E6D"/>
    <w:rPr>
      <w:sz w:val="16"/>
      <w:szCs w:val="16"/>
    </w:rPr>
  </w:style>
  <w:style w:type="paragraph" w:styleId="CommentText">
    <w:name w:val="annotation text"/>
    <w:basedOn w:val="Normal"/>
    <w:link w:val="CommentTextChar"/>
    <w:uiPriority w:val="99"/>
    <w:unhideWhenUsed/>
    <w:rsid w:val="00F94E6D"/>
    <w:rPr>
      <w:sz w:val="20"/>
    </w:rPr>
  </w:style>
  <w:style w:type="character" w:customStyle="1" w:styleId="CommentTextChar">
    <w:name w:val="Comment Text Char"/>
    <w:basedOn w:val="DefaultParagraphFont"/>
    <w:link w:val="CommentText"/>
    <w:uiPriority w:val="99"/>
    <w:rsid w:val="00F94E6D"/>
    <w:rPr>
      <w:rFonts w:ascii="Arial" w:eastAsia="Times New Roman" w:hAnsi="Arial" w:cs="Arial"/>
      <w:sz w:val="20"/>
      <w:szCs w:val="20"/>
    </w:rPr>
  </w:style>
  <w:style w:type="paragraph" w:styleId="CommentSubject">
    <w:name w:val="annotation subject"/>
    <w:basedOn w:val="CommentText"/>
    <w:next w:val="CommentText"/>
    <w:link w:val="CommentSubjectChar"/>
    <w:uiPriority w:val="99"/>
    <w:semiHidden/>
    <w:unhideWhenUsed/>
    <w:rsid w:val="00F94E6D"/>
    <w:rPr>
      <w:b/>
      <w:bCs/>
    </w:rPr>
  </w:style>
  <w:style w:type="character" w:customStyle="1" w:styleId="CommentSubjectChar">
    <w:name w:val="Comment Subject Char"/>
    <w:basedOn w:val="CommentTextChar"/>
    <w:link w:val="CommentSubject"/>
    <w:uiPriority w:val="99"/>
    <w:semiHidden/>
    <w:rsid w:val="00F94E6D"/>
    <w:rPr>
      <w:rFonts w:ascii="Arial" w:eastAsia="Times New Roman" w:hAnsi="Arial" w:cs="Arial"/>
      <w:b/>
      <w:bCs/>
      <w:sz w:val="20"/>
      <w:szCs w:val="20"/>
    </w:rPr>
  </w:style>
  <w:style w:type="paragraph" w:styleId="Revision">
    <w:name w:val="Revision"/>
    <w:hidden/>
    <w:uiPriority w:val="99"/>
    <w:semiHidden/>
    <w:rsid w:val="00F94E6D"/>
    <w:pPr>
      <w:spacing w:after="0" w:line="240" w:lineRule="auto"/>
    </w:pPr>
    <w:rPr>
      <w:rFonts w:ascii="Arial" w:eastAsia="Times New Roman" w:hAnsi="Arial" w:cs="Arial"/>
      <w:szCs w:val="20"/>
    </w:rPr>
  </w:style>
  <w:style w:type="paragraph" w:customStyle="1" w:styleId="Schedule1">
    <w:name w:val="Schedule 1"/>
    <w:basedOn w:val="Heading1"/>
    <w:next w:val="Schedule2"/>
    <w:rsid w:val="00146F75"/>
    <w:pPr>
      <w:numPr>
        <w:numId w:val="0"/>
      </w:numPr>
      <w:tabs>
        <w:tab w:val="num" w:pos="709"/>
      </w:tabs>
      <w:overflowPunct w:val="0"/>
      <w:autoSpaceDE w:val="0"/>
      <w:autoSpaceDN w:val="0"/>
      <w:adjustRightInd w:val="0"/>
      <w:spacing w:before="360" w:after="120" w:line="360" w:lineRule="auto"/>
      <w:ind w:left="709" w:hanging="709"/>
      <w:jc w:val="both"/>
      <w:textAlignment w:val="baseline"/>
    </w:pPr>
    <w:rPr>
      <w:rFonts w:ascii="Arial" w:hAnsi="Arial"/>
      <w:sz w:val="22"/>
      <w:u w:val="single"/>
    </w:rPr>
  </w:style>
  <w:style w:type="paragraph" w:customStyle="1" w:styleId="Schedule2">
    <w:name w:val="Schedule 2"/>
    <w:basedOn w:val="Heading2"/>
    <w:rsid w:val="00146F75"/>
    <w:pPr>
      <w:numPr>
        <w:ilvl w:val="0"/>
        <w:numId w:val="0"/>
      </w:numPr>
      <w:tabs>
        <w:tab w:val="clear" w:pos="1134"/>
        <w:tab w:val="num" w:pos="1418"/>
      </w:tabs>
      <w:overflowPunct w:val="0"/>
      <w:autoSpaceDE w:val="0"/>
      <w:autoSpaceDN w:val="0"/>
      <w:adjustRightInd w:val="0"/>
      <w:spacing w:after="120" w:line="360" w:lineRule="auto"/>
      <w:ind w:left="1418" w:hanging="709"/>
      <w:jc w:val="both"/>
      <w:textAlignment w:val="baseline"/>
    </w:pPr>
    <w:rPr>
      <w:sz w:val="22"/>
    </w:rPr>
  </w:style>
  <w:style w:type="paragraph" w:customStyle="1" w:styleId="Schedule3">
    <w:name w:val="Schedule 3"/>
    <w:basedOn w:val="Heading3"/>
    <w:rsid w:val="00146F75"/>
    <w:pPr>
      <w:numPr>
        <w:ilvl w:val="0"/>
        <w:numId w:val="0"/>
      </w:numPr>
      <w:tabs>
        <w:tab w:val="num" w:pos="0"/>
      </w:tabs>
      <w:overflowPunct w:val="0"/>
      <w:autoSpaceDE w:val="0"/>
      <w:autoSpaceDN w:val="0"/>
      <w:adjustRightInd w:val="0"/>
      <w:spacing w:after="120" w:line="360" w:lineRule="auto"/>
      <w:ind w:left="2268" w:hanging="851"/>
      <w:jc w:val="both"/>
      <w:textAlignment w:val="baseline"/>
    </w:pPr>
    <w:rPr>
      <w:sz w:val="22"/>
    </w:rPr>
  </w:style>
  <w:style w:type="paragraph" w:customStyle="1" w:styleId="Schedule4">
    <w:name w:val="Schedule 4"/>
    <w:basedOn w:val="Heading4"/>
    <w:rsid w:val="00146F75"/>
    <w:pPr>
      <w:numPr>
        <w:ilvl w:val="0"/>
        <w:numId w:val="0"/>
      </w:numPr>
      <w:tabs>
        <w:tab w:val="num" w:pos="2835"/>
      </w:tabs>
      <w:overflowPunct w:val="0"/>
      <w:autoSpaceDE w:val="0"/>
      <w:autoSpaceDN w:val="0"/>
      <w:adjustRightInd w:val="0"/>
      <w:spacing w:after="120" w:line="360" w:lineRule="auto"/>
      <w:ind w:left="2835" w:hanging="567"/>
      <w:jc w:val="both"/>
      <w:textAlignment w:val="baseline"/>
    </w:pPr>
    <w:rPr>
      <w:sz w:val="22"/>
    </w:rPr>
  </w:style>
  <w:style w:type="paragraph" w:styleId="ListParagraph">
    <w:name w:val="List Paragraph"/>
    <w:basedOn w:val="Normal"/>
    <w:uiPriority w:val="34"/>
    <w:qFormat/>
    <w:rsid w:val="0059039F"/>
    <w:pPr>
      <w:spacing w:before="0" w:after="160" w:line="252" w:lineRule="auto"/>
      <w:ind w:left="720" w:firstLine="0"/>
      <w:contextualSpacing/>
    </w:pPr>
    <w:rPr>
      <w:rFonts w:ascii="Calibri" w:eastAsia="Calibri" w:hAnsi="Calibri" w:cs="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74888">
      <w:bodyDiv w:val="1"/>
      <w:marLeft w:val="0"/>
      <w:marRight w:val="0"/>
      <w:marTop w:val="0"/>
      <w:marBottom w:val="0"/>
      <w:divBdr>
        <w:top w:val="none" w:sz="0" w:space="0" w:color="auto"/>
        <w:left w:val="none" w:sz="0" w:space="0" w:color="auto"/>
        <w:bottom w:val="none" w:sz="0" w:space="0" w:color="auto"/>
        <w:right w:val="none" w:sz="0" w:space="0" w:color="auto"/>
      </w:divBdr>
    </w:div>
    <w:div w:id="812404205">
      <w:bodyDiv w:val="1"/>
      <w:marLeft w:val="0"/>
      <w:marRight w:val="0"/>
      <w:marTop w:val="0"/>
      <w:marBottom w:val="0"/>
      <w:divBdr>
        <w:top w:val="none" w:sz="0" w:space="0" w:color="auto"/>
        <w:left w:val="none" w:sz="0" w:space="0" w:color="auto"/>
        <w:bottom w:val="none" w:sz="0" w:space="0" w:color="auto"/>
        <w:right w:val="none" w:sz="0" w:space="0" w:color="auto"/>
      </w:divBdr>
    </w:div>
    <w:div w:id="1098451659">
      <w:bodyDiv w:val="1"/>
      <w:marLeft w:val="0"/>
      <w:marRight w:val="0"/>
      <w:marTop w:val="0"/>
      <w:marBottom w:val="0"/>
      <w:divBdr>
        <w:top w:val="none" w:sz="0" w:space="0" w:color="auto"/>
        <w:left w:val="none" w:sz="0" w:space="0" w:color="auto"/>
        <w:bottom w:val="none" w:sz="0" w:space="0" w:color="auto"/>
        <w:right w:val="none" w:sz="0" w:space="0" w:color="auto"/>
      </w:divBdr>
    </w:div>
    <w:div w:id="1150825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8.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0.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footer" Target="foot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FAB47-64A3-4C6A-816C-1349DC695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3530318A</Template>
  <TotalTime>2</TotalTime>
  <Pages>10</Pages>
  <Words>3962</Words>
  <Characters>22585</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Government of South Australia</Company>
  <LinksUpToDate>false</LinksUpToDate>
  <CharactersWithSpaces>26495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dc:creator>
  <cp:keywords/>
  <dc:description/>
  <cp:lastModifiedBy>Jessica Sims</cp:lastModifiedBy>
  <cp:revision>3</cp:revision>
  <cp:lastPrinted>2016-12-20T05:42:00Z</cp:lastPrinted>
  <dcterms:created xsi:type="dcterms:W3CDTF">2017-03-20T23:15:00Z</dcterms:created>
  <dcterms:modified xsi:type="dcterms:W3CDTF">2017-04-11T00:42:00Z</dcterms:modified>
</cp:coreProperties>
</file>